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367AD" w14:textId="77777777" w:rsidR="002D70CE" w:rsidRDefault="00C1176A">
      <w:pPr>
        <w:pStyle w:val="SpecContactInfo"/>
        <w:rPr>
          <w:rFonts w:cs="Arial"/>
          <w:color w:val="FF0000"/>
          <w:szCs w:val="22"/>
        </w:rPr>
      </w:pPr>
      <w:r w:rsidRPr="00A633A7">
        <w:rPr>
          <w:rFonts w:cs="Arial"/>
          <w:szCs w:val="22"/>
        </w:rPr>
        <w:t>Highland Tank &amp; Mfg. Co., Inc.</w:t>
      </w:r>
      <w:r w:rsidRPr="00A633A7">
        <w:rPr>
          <w:rFonts w:cs="Arial"/>
          <w:szCs w:val="22"/>
        </w:rPr>
        <w:tab/>
      </w:r>
      <w:r w:rsidR="002D70CE" w:rsidRPr="002D70CE">
        <w:rPr>
          <w:rFonts w:cs="Arial"/>
          <w:color w:val="FF0000"/>
          <w:szCs w:val="22"/>
        </w:rPr>
        <w:t>00350CYLDWSTDHTCCSI</w:t>
      </w:r>
    </w:p>
    <w:p w14:paraId="5DD4B120" w14:textId="0B0812BC" w:rsidR="007F7E3F" w:rsidRPr="00A633A7" w:rsidRDefault="007F7E3F">
      <w:pPr>
        <w:pStyle w:val="SpecContactInfo"/>
        <w:rPr>
          <w:rFonts w:cs="Arial"/>
          <w:szCs w:val="22"/>
        </w:rPr>
      </w:pPr>
      <w:r w:rsidRPr="00A633A7">
        <w:rPr>
          <w:rFonts w:cs="Arial"/>
          <w:szCs w:val="22"/>
        </w:rPr>
        <w:t>One Highland Road</w:t>
      </w:r>
    </w:p>
    <w:p w14:paraId="439C0067" w14:textId="77777777" w:rsidR="007F7E3F" w:rsidRPr="00A633A7" w:rsidRDefault="007F7E3F">
      <w:pPr>
        <w:pStyle w:val="SpecContactInfo"/>
        <w:rPr>
          <w:rFonts w:cs="Arial"/>
          <w:szCs w:val="22"/>
        </w:rPr>
      </w:pPr>
      <w:r w:rsidRPr="00A633A7">
        <w:rPr>
          <w:rFonts w:cs="Arial"/>
          <w:szCs w:val="22"/>
        </w:rPr>
        <w:t>Stoystown</w:t>
      </w:r>
      <w:r w:rsidR="00C1176A" w:rsidRPr="00A633A7">
        <w:rPr>
          <w:rFonts w:cs="Arial"/>
          <w:szCs w:val="22"/>
        </w:rPr>
        <w:t>, PA</w:t>
      </w:r>
      <w:r w:rsidRPr="00A633A7">
        <w:rPr>
          <w:rFonts w:cs="Arial"/>
          <w:szCs w:val="22"/>
        </w:rPr>
        <w:t xml:space="preserve"> 15563</w:t>
      </w:r>
    </w:p>
    <w:p w14:paraId="52C838D9" w14:textId="77777777" w:rsidR="007F7E3F" w:rsidRPr="00A633A7" w:rsidRDefault="00C1176A">
      <w:pPr>
        <w:pStyle w:val="SpecContactInfo"/>
        <w:rPr>
          <w:rFonts w:cs="Arial"/>
          <w:szCs w:val="22"/>
        </w:rPr>
      </w:pPr>
      <w:r w:rsidRPr="00A633A7">
        <w:rPr>
          <w:rFonts w:cs="Arial"/>
          <w:szCs w:val="22"/>
        </w:rPr>
        <w:t xml:space="preserve">Phone: </w:t>
      </w:r>
      <w:r w:rsidR="007F7E3F" w:rsidRPr="00A633A7">
        <w:rPr>
          <w:rFonts w:cs="Arial"/>
          <w:szCs w:val="22"/>
        </w:rPr>
        <w:t>814-893-5701</w:t>
      </w:r>
    </w:p>
    <w:p w14:paraId="6639B6F8" w14:textId="77777777" w:rsidR="007F7E3F" w:rsidRPr="00A633A7" w:rsidRDefault="00C1176A">
      <w:pPr>
        <w:pStyle w:val="SpecContactInfo"/>
        <w:rPr>
          <w:rFonts w:cs="Arial"/>
          <w:szCs w:val="22"/>
        </w:rPr>
      </w:pPr>
      <w:r w:rsidRPr="00A633A7">
        <w:rPr>
          <w:rFonts w:cs="Arial"/>
          <w:szCs w:val="22"/>
        </w:rPr>
        <w:t xml:space="preserve">Fax: </w:t>
      </w:r>
      <w:r w:rsidR="007F7E3F" w:rsidRPr="00A633A7">
        <w:rPr>
          <w:rFonts w:cs="Arial"/>
          <w:szCs w:val="22"/>
        </w:rPr>
        <w:t>814-893-6126</w:t>
      </w:r>
    </w:p>
    <w:p w14:paraId="4F2D35A3" w14:textId="77777777" w:rsidR="007F7E3F" w:rsidRPr="00A633A7" w:rsidRDefault="00C1176A">
      <w:pPr>
        <w:pStyle w:val="SpecContactInfo"/>
        <w:rPr>
          <w:rFonts w:cs="Arial"/>
          <w:szCs w:val="22"/>
        </w:rPr>
      </w:pPr>
      <w:r w:rsidRPr="00A633A7">
        <w:rPr>
          <w:rFonts w:cs="Arial"/>
          <w:szCs w:val="22"/>
        </w:rPr>
        <w:t xml:space="preserve">E-mail: </w:t>
      </w:r>
      <w:r w:rsidR="007F7E3F" w:rsidRPr="00A633A7">
        <w:rPr>
          <w:rFonts w:cs="Arial"/>
          <w:szCs w:val="22"/>
        </w:rPr>
        <w:t>info</w:t>
      </w:r>
      <w:hyperlink r:id="rId8" w:history="1">
        <w:r w:rsidR="007F7E3F" w:rsidRPr="00A633A7">
          <w:rPr>
            <w:rStyle w:val="Hyperlink"/>
            <w:rFonts w:cs="Arial"/>
          </w:rPr>
          <w:t>@highlandtank.com</w:t>
        </w:r>
      </w:hyperlink>
    </w:p>
    <w:p w14:paraId="146F9D7D" w14:textId="77777777" w:rsidR="007F7E3F" w:rsidRPr="00A633A7" w:rsidRDefault="00C1176A">
      <w:pPr>
        <w:pStyle w:val="SpecContactInfo"/>
        <w:rPr>
          <w:rFonts w:cs="Arial"/>
          <w:szCs w:val="22"/>
        </w:rPr>
      </w:pPr>
      <w:r w:rsidRPr="00A633A7">
        <w:rPr>
          <w:rFonts w:cs="Arial"/>
          <w:szCs w:val="22"/>
        </w:rPr>
        <w:t xml:space="preserve">Website: </w:t>
      </w:r>
      <w:hyperlink r:id="rId9" w:history="1">
        <w:r w:rsidRPr="00A633A7">
          <w:rPr>
            <w:rStyle w:val="Hyperlink"/>
            <w:rFonts w:cs="Arial"/>
          </w:rPr>
          <w:t>www.highlandtank.com</w:t>
        </w:r>
      </w:hyperlink>
    </w:p>
    <w:p w14:paraId="18F96DC6" w14:textId="77777777" w:rsidR="007F7E3F" w:rsidRPr="00A633A7" w:rsidRDefault="007F7E3F">
      <w:pPr>
        <w:pStyle w:val="SpecContactInfo"/>
        <w:rPr>
          <w:rFonts w:cs="Arial"/>
          <w:szCs w:val="22"/>
        </w:rPr>
      </w:pPr>
    </w:p>
    <w:p w14:paraId="33F50299" w14:textId="77777777" w:rsidR="00B47451" w:rsidRPr="00A633A7" w:rsidRDefault="00B47451" w:rsidP="003C4FDF">
      <w:pPr>
        <w:pStyle w:val="ListParagraph"/>
        <w:jc w:val="center"/>
        <w:rPr>
          <w:b/>
        </w:rPr>
      </w:pPr>
      <w:r w:rsidRPr="00A633A7">
        <w:rPr>
          <w:b/>
        </w:rPr>
        <w:t>Corella</w:t>
      </w:r>
      <w:r w:rsidR="00CE58B5" w:rsidRPr="00A633A7">
        <w:rPr>
          <w:b/>
          <w:vertAlign w:val="superscript"/>
        </w:rPr>
        <w:t>®</w:t>
      </w:r>
      <w:r w:rsidR="00C1176A" w:rsidRPr="00A633A7">
        <w:rPr>
          <w:b/>
        </w:rPr>
        <w:t xml:space="preserve"> </w:t>
      </w:r>
      <w:r w:rsidR="00E94CCF" w:rsidRPr="00A633A7">
        <w:rPr>
          <w:b/>
        </w:rPr>
        <w:t>Cylindrical</w:t>
      </w:r>
      <w:r w:rsidR="00E376DF" w:rsidRPr="00A633A7">
        <w:rPr>
          <w:b/>
        </w:rPr>
        <w:t>, Above</w:t>
      </w:r>
      <w:r w:rsidR="00922064" w:rsidRPr="00A633A7">
        <w:rPr>
          <w:b/>
        </w:rPr>
        <w:t xml:space="preserve">ground, </w:t>
      </w:r>
      <w:r w:rsidR="001275F6" w:rsidRPr="00A633A7">
        <w:rPr>
          <w:b/>
        </w:rPr>
        <w:t>Double</w:t>
      </w:r>
      <w:r w:rsidR="00922064" w:rsidRPr="00A633A7">
        <w:rPr>
          <w:b/>
        </w:rPr>
        <w:t xml:space="preserve">-Walled </w:t>
      </w:r>
      <w:r w:rsidR="001A314F" w:rsidRPr="00A633A7">
        <w:rPr>
          <w:b/>
        </w:rPr>
        <w:t xml:space="preserve">Steel </w:t>
      </w:r>
      <w:r w:rsidRPr="00A633A7">
        <w:rPr>
          <w:b/>
        </w:rPr>
        <w:t>Oil/Water Separator</w:t>
      </w:r>
    </w:p>
    <w:p w14:paraId="59716DDD" w14:textId="77777777" w:rsidR="007F7E3F" w:rsidRPr="00A633A7" w:rsidRDefault="007F7E3F" w:rsidP="00423FD8">
      <w:pPr>
        <w:pStyle w:val="SpecHeading1"/>
        <w:rPr>
          <w:rFonts w:cs="Arial"/>
          <w:szCs w:val="22"/>
        </w:rPr>
      </w:pPr>
      <w:r w:rsidRPr="00A633A7">
        <w:rPr>
          <w:rFonts w:cs="Arial"/>
          <w:szCs w:val="22"/>
        </w:rPr>
        <w:t>Product Guide Specification</w:t>
      </w:r>
    </w:p>
    <w:p w14:paraId="6F909FA8" w14:textId="77777777" w:rsidR="007F7E3F" w:rsidRPr="00A633A7" w:rsidRDefault="007F7E3F">
      <w:pPr>
        <w:rPr>
          <w:rFonts w:cs="Arial"/>
          <w:szCs w:val="22"/>
        </w:rPr>
      </w:pPr>
    </w:p>
    <w:p w14:paraId="1A49F136" w14:textId="77777777" w:rsidR="007F7E3F" w:rsidRPr="00A633A7" w:rsidRDefault="000D5BB3">
      <w:pPr>
        <w:pStyle w:val="SpecSpecifierNotes0"/>
        <w:rPr>
          <w:rFonts w:cs="Arial"/>
          <w:i/>
          <w:szCs w:val="22"/>
        </w:rPr>
      </w:pPr>
      <w:r w:rsidRPr="00A633A7">
        <w:rPr>
          <w:rFonts w:cs="Arial"/>
          <w:szCs w:val="22"/>
        </w:rPr>
        <w:t xml:space="preserve">Specifier Notes:  </w:t>
      </w:r>
      <w:r w:rsidR="007F7E3F" w:rsidRPr="00A633A7">
        <w:rPr>
          <w:rFonts w:cs="Arial"/>
          <w:szCs w:val="22"/>
        </w:rPr>
        <w:t xml:space="preserve">This product guide specification is written according to the Construction Specifications Institute (CSI) 3-Part Format, including </w:t>
      </w:r>
      <w:proofErr w:type="spellStart"/>
      <w:r w:rsidR="007F7E3F" w:rsidRPr="00A633A7">
        <w:rPr>
          <w:rFonts w:cs="Arial"/>
          <w:i/>
          <w:szCs w:val="22"/>
        </w:rPr>
        <w:t>MasterFormat</w:t>
      </w:r>
      <w:proofErr w:type="spellEnd"/>
      <w:r w:rsidR="007F7E3F" w:rsidRPr="00A633A7">
        <w:rPr>
          <w:rFonts w:cs="Arial"/>
          <w:i/>
          <w:szCs w:val="22"/>
        </w:rPr>
        <w:t xml:space="preserve">, </w:t>
      </w:r>
      <w:proofErr w:type="spellStart"/>
      <w:r w:rsidR="007F7E3F" w:rsidRPr="00A633A7">
        <w:rPr>
          <w:rFonts w:cs="Arial"/>
          <w:i/>
          <w:szCs w:val="22"/>
        </w:rPr>
        <w:t>SectionFormat</w:t>
      </w:r>
      <w:proofErr w:type="spellEnd"/>
      <w:r w:rsidR="007F7E3F" w:rsidRPr="00A633A7">
        <w:rPr>
          <w:rFonts w:cs="Arial"/>
          <w:i/>
          <w:szCs w:val="22"/>
        </w:rPr>
        <w:t>,</w:t>
      </w:r>
      <w:r w:rsidR="007F7E3F" w:rsidRPr="00A633A7">
        <w:rPr>
          <w:rFonts w:cs="Arial"/>
          <w:szCs w:val="22"/>
        </w:rPr>
        <w:t xml:space="preserve"> and </w:t>
      </w:r>
      <w:proofErr w:type="spellStart"/>
      <w:r w:rsidR="007F7E3F" w:rsidRPr="00A633A7">
        <w:rPr>
          <w:rFonts w:cs="Arial"/>
          <w:i/>
          <w:szCs w:val="22"/>
        </w:rPr>
        <w:t>PageFormat</w:t>
      </w:r>
      <w:proofErr w:type="spellEnd"/>
      <w:r w:rsidR="007F7E3F" w:rsidRPr="00A633A7">
        <w:rPr>
          <w:rFonts w:cs="Arial"/>
          <w:i/>
          <w:szCs w:val="22"/>
        </w:rPr>
        <w:t>,</w:t>
      </w:r>
      <w:r w:rsidR="007F7E3F" w:rsidRPr="00A633A7">
        <w:rPr>
          <w:rFonts w:cs="Arial"/>
          <w:szCs w:val="22"/>
        </w:rPr>
        <w:t xml:space="preserve"> as described in </w:t>
      </w:r>
      <w:r w:rsidR="002872FA" w:rsidRPr="00A633A7">
        <w:rPr>
          <w:rFonts w:cs="Arial"/>
          <w:i/>
          <w:szCs w:val="22"/>
        </w:rPr>
        <w:t xml:space="preserve">The Project Resource Manual - </w:t>
      </w:r>
      <w:r w:rsidR="007F7E3F" w:rsidRPr="00A633A7">
        <w:rPr>
          <w:rFonts w:cs="Arial"/>
          <w:i/>
          <w:szCs w:val="22"/>
        </w:rPr>
        <w:t>CSI Manual of Practice, Fifth Edition.</w:t>
      </w:r>
    </w:p>
    <w:p w14:paraId="21B75DCA" w14:textId="77777777" w:rsidR="007F7E3F" w:rsidRPr="00A633A7" w:rsidRDefault="007F7E3F">
      <w:pPr>
        <w:pStyle w:val="SpecSpecifierNotes0"/>
        <w:rPr>
          <w:rFonts w:cs="Arial"/>
          <w:szCs w:val="22"/>
        </w:rPr>
      </w:pPr>
    </w:p>
    <w:p w14:paraId="1295D891" w14:textId="77777777" w:rsidR="007F7E3F" w:rsidRPr="00A633A7" w:rsidRDefault="007F7E3F">
      <w:pPr>
        <w:pStyle w:val="SpecSpecifierNotes0"/>
        <w:rPr>
          <w:rFonts w:cs="Arial"/>
          <w:szCs w:val="22"/>
        </w:rPr>
      </w:pPr>
      <w:r w:rsidRPr="00A633A7">
        <w:rPr>
          <w:rFonts w:cs="Arial"/>
          <w:szCs w:val="22"/>
        </w:rPr>
        <w:t xml:space="preserve">This section must be carefully reviewed and edited by the Architect or Engineer to meet the requirements of the project and </w:t>
      </w:r>
      <w:r w:rsidR="00976BC5" w:rsidRPr="00A633A7">
        <w:rPr>
          <w:rFonts w:cs="Arial"/>
          <w:szCs w:val="22"/>
        </w:rPr>
        <w:t xml:space="preserve">local building code. </w:t>
      </w:r>
      <w:r w:rsidRPr="00A633A7">
        <w:rPr>
          <w:rFonts w:cs="Arial"/>
          <w:szCs w:val="22"/>
        </w:rPr>
        <w:t>Coordinate this section with other specification sections and the Drawings. Delete all “Specifier Notes” after editing this section.</w:t>
      </w:r>
    </w:p>
    <w:p w14:paraId="19A1DF69" w14:textId="77777777" w:rsidR="007F7E3F" w:rsidRPr="00A633A7" w:rsidRDefault="007F7E3F">
      <w:pPr>
        <w:pStyle w:val="SpecSpecifierNotes0"/>
        <w:rPr>
          <w:rFonts w:cs="Arial"/>
          <w:szCs w:val="22"/>
        </w:rPr>
      </w:pPr>
    </w:p>
    <w:p w14:paraId="7204837A" w14:textId="77777777" w:rsidR="007F7E3F" w:rsidRPr="00A633A7" w:rsidRDefault="007F7E3F">
      <w:pPr>
        <w:pStyle w:val="SpecSpecifierNotes0"/>
        <w:rPr>
          <w:rFonts w:cs="Arial"/>
          <w:szCs w:val="22"/>
        </w:rPr>
      </w:pPr>
      <w:r w:rsidRPr="00A633A7">
        <w:rPr>
          <w:rFonts w:cs="Arial"/>
          <w:szCs w:val="22"/>
        </w:rPr>
        <w:t xml:space="preserve">Section numbers are from </w:t>
      </w:r>
      <w:proofErr w:type="spellStart"/>
      <w:r w:rsidR="00311C84" w:rsidRPr="00A633A7">
        <w:rPr>
          <w:rFonts w:cs="Arial"/>
          <w:i/>
          <w:szCs w:val="22"/>
        </w:rPr>
        <w:t>MasterFormat</w:t>
      </w:r>
      <w:proofErr w:type="spellEnd"/>
      <w:r w:rsidR="00311C84" w:rsidRPr="00A633A7">
        <w:rPr>
          <w:rFonts w:cs="Arial"/>
          <w:i/>
          <w:szCs w:val="22"/>
        </w:rPr>
        <w:t xml:space="preserve"> 20</w:t>
      </w:r>
      <w:r w:rsidR="000B2943" w:rsidRPr="00A633A7">
        <w:rPr>
          <w:rFonts w:cs="Arial"/>
          <w:i/>
          <w:szCs w:val="22"/>
        </w:rPr>
        <w:t>16</w:t>
      </w:r>
      <w:r w:rsidRPr="00A633A7">
        <w:rPr>
          <w:rFonts w:cs="Arial"/>
          <w:i/>
          <w:szCs w:val="22"/>
        </w:rPr>
        <w:t xml:space="preserve"> Edition</w:t>
      </w:r>
      <w:r w:rsidRPr="00A633A7">
        <w:rPr>
          <w:rFonts w:cs="Arial"/>
          <w:szCs w:val="22"/>
        </w:rPr>
        <w:t>.</w:t>
      </w:r>
    </w:p>
    <w:p w14:paraId="3234D256" w14:textId="77777777" w:rsidR="007F7E3F" w:rsidRPr="00A633A7" w:rsidRDefault="007F7E3F">
      <w:pPr>
        <w:rPr>
          <w:rFonts w:cs="Arial"/>
          <w:szCs w:val="22"/>
        </w:rPr>
      </w:pPr>
    </w:p>
    <w:p w14:paraId="2F760030" w14:textId="77777777" w:rsidR="00B47451" w:rsidRPr="00A633A7" w:rsidRDefault="00B47451">
      <w:pPr>
        <w:pStyle w:val="SpecHeading1"/>
        <w:rPr>
          <w:rFonts w:cs="Arial"/>
          <w:szCs w:val="22"/>
        </w:rPr>
      </w:pPr>
      <w:r w:rsidRPr="00A633A7">
        <w:rPr>
          <w:rFonts w:cs="Arial"/>
          <w:szCs w:val="22"/>
        </w:rPr>
        <w:t xml:space="preserve">SECTION 46 25 13 </w:t>
      </w:r>
    </w:p>
    <w:p w14:paraId="5CF20E33" w14:textId="77777777" w:rsidR="00B47451" w:rsidRPr="00A633A7" w:rsidRDefault="00B47451" w:rsidP="00B47451"/>
    <w:p w14:paraId="4D178F6C" w14:textId="77777777" w:rsidR="007F7E3F" w:rsidRPr="00A633A7" w:rsidRDefault="00EC3C14" w:rsidP="00423FD8">
      <w:pPr>
        <w:pStyle w:val="SpecHeading1"/>
        <w:rPr>
          <w:rFonts w:cs="Arial"/>
          <w:szCs w:val="22"/>
        </w:rPr>
      </w:pPr>
      <w:r w:rsidRPr="00A633A7">
        <w:rPr>
          <w:rFonts w:cs="Arial"/>
          <w:szCs w:val="22"/>
        </w:rPr>
        <w:t>CORELLA</w:t>
      </w:r>
      <w:r w:rsidRPr="00A633A7">
        <w:rPr>
          <w:rFonts w:cs="Arial"/>
          <w:szCs w:val="22"/>
          <w:vertAlign w:val="superscript"/>
        </w:rPr>
        <w:t xml:space="preserve">® </w:t>
      </w:r>
      <w:r w:rsidR="00B47451" w:rsidRPr="00A633A7">
        <w:rPr>
          <w:rFonts w:cs="Arial"/>
          <w:szCs w:val="22"/>
        </w:rPr>
        <w:t>COALESCING OIL/WATER SEPARATOR(S)</w:t>
      </w:r>
    </w:p>
    <w:p w14:paraId="1BE5F45C" w14:textId="77777777" w:rsidR="007F7E3F" w:rsidRPr="00A633A7" w:rsidRDefault="007F7E3F">
      <w:pPr>
        <w:rPr>
          <w:rFonts w:cs="Arial"/>
          <w:szCs w:val="22"/>
        </w:rPr>
      </w:pPr>
    </w:p>
    <w:p w14:paraId="5FDC23E5" w14:textId="2F261DB2" w:rsidR="007F7E3F" w:rsidRPr="00A633A7" w:rsidRDefault="007F7E3F">
      <w:pPr>
        <w:pStyle w:val="SpecSpecifierNotes0"/>
        <w:rPr>
          <w:rFonts w:cs="Arial"/>
          <w:szCs w:val="22"/>
        </w:rPr>
      </w:pPr>
      <w:r w:rsidRPr="00A633A7">
        <w:rPr>
          <w:rFonts w:cs="Arial"/>
          <w:szCs w:val="22"/>
        </w:rPr>
        <w:t>Specifier Notes: This section covers Highland</w:t>
      </w:r>
      <w:r w:rsidR="00874FDB" w:rsidRPr="00A633A7">
        <w:rPr>
          <w:rFonts w:cs="Arial"/>
          <w:szCs w:val="22"/>
        </w:rPr>
        <w:t xml:space="preserve"> Tank &amp; Mfg. Co.</w:t>
      </w:r>
      <w:r w:rsidRPr="00A633A7">
        <w:rPr>
          <w:rFonts w:cs="Arial"/>
          <w:szCs w:val="22"/>
        </w:rPr>
        <w:t xml:space="preserve">, Inc. </w:t>
      </w:r>
      <w:r w:rsidR="00B47451" w:rsidRPr="00A633A7">
        <w:rPr>
          <w:rFonts w:cs="Arial"/>
          <w:szCs w:val="22"/>
        </w:rPr>
        <w:t>Corella</w:t>
      </w:r>
      <w:r w:rsidR="00B47451" w:rsidRPr="00A633A7">
        <w:rPr>
          <w:rFonts w:cs="Arial"/>
          <w:szCs w:val="22"/>
          <w:vertAlign w:val="superscript"/>
        </w:rPr>
        <w:t>®</w:t>
      </w:r>
      <w:r w:rsidR="00B47451" w:rsidRPr="00A633A7">
        <w:rPr>
          <w:rFonts w:cs="Arial"/>
          <w:szCs w:val="22"/>
        </w:rPr>
        <w:t xml:space="preserve"> </w:t>
      </w:r>
      <w:r w:rsidR="000B2943" w:rsidRPr="00A633A7">
        <w:rPr>
          <w:rFonts w:cs="Arial"/>
          <w:szCs w:val="22"/>
        </w:rPr>
        <w:t>Cylindrical</w:t>
      </w:r>
      <w:r w:rsidR="00E376DF" w:rsidRPr="00A633A7">
        <w:rPr>
          <w:rFonts w:cs="Arial"/>
          <w:szCs w:val="22"/>
        </w:rPr>
        <w:t>, Above</w:t>
      </w:r>
      <w:r w:rsidR="003C4FDF" w:rsidRPr="00A633A7">
        <w:rPr>
          <w:rFonts w:cs="Arial"/>
          <w:szCs w:val="22"/>
        </w:rPr>
        <w:t xml:space="preserve">ground, </w:t>
      </w:r>
      <w:r w:rsidR="001275F6" w:rsidRPr="00A633A7">
        <w:rPr>
          <w:rFonts w:cs="Arial"/>
          <w:szCs w:val="22"/>
        </w:rPr>
        <w:t>Doub</w:t>
      </w:r>
      <w:r w:rsidR="003C4FDF" w:rsidRPr="00A633A7">
        <w:rPr>
          <w:rFonts w:cs="Arial"/>
          <w:szCs w:val="22"/>
        </w:rPr>
        <w:t>le</w:t>
      </w:r>
      <w:r w:rsidR="00B47451" w:rsidRPr="00A633A7">
        <w:rPr>
          <w:rFonts w:cs="Arial"/>
          <w:szCs w:val="22"/>
        </w:rPr>
        <w:t xml:space="preserve">-Walled </w:t>
      </w:r>
      <w:r w:rsidR="001A314F" w:rsidRPr="00A633A7">
        <w:rPr>
          <w:rFonts w:cs="Arial"/>
          <w:szCs w:val="22"/>
        </w:rPr>
        <w:t xml:space="preserve">Steel </w:t>
      </w:r>
      <w:r w:rsidR="00976BC5" w:rsidRPr="00A633A7">
        <w:rPr>
          <w:rFonts w:cs="Arial"/>
          <w:szCs w:val="22"/>
        </w:rPr>
        <w:t>Oil/Water Separator</w:t>
      </w:r>
      <w:r w:rsidR="00976BC5" w:rsidRPr="00A633A7">
        <w:rPr>
          <w:rFonts w:cs="Arial"/>
          <w:b/>
          <w:szCs w:val="22"/>
        </w:rPr>
        <w:t xml:space="preserve"> </w:t>
      </w:r>
      <w:r w:rsidR="00874FDB" w:rsidRPr="00A633A7">
        <w:rPr>
          <w:rFonts w:cs="Arial"/>
          <w:b/>
          <w:szCs w:val="22"/>
        </w:rPr>
        <w:t xml:space="preserve">Model </w:t>
      </w:r>
      <w:r w:rsidR="002E09E8">
        <w:rPr>
          <w:rFonts w:cs="Arial"/>
          <w:b/>
          <w:szCs w:val="22"/>
        </w:rPr>
        <w:t>00350</w:t>
      </w:r>
      <w:r w:rsidR="00C47AA2">
        <w:rPr>
          <w:rFonts w:cs="Arial"/>
          <w:b/>
          <w:szCs w:val="22"/>
        </w:rPr>
        <w:t>AGCYLDWHTCCSI</w:t>
      </w:r>
      <w:r w:rsidR="00976BC5" w:rsidRPr="00A633A7">
        <w:rPr>
          <w:rFonts w:cs="Arial"/>
          <w:szCs w:val="22"/>
        </w:rPr>
        <w:t>.</w:t>
      </w:r>
      <w:r w:rsidR="00E81A75" w:rsidRPr="00A633A7">
        <w:rPr>
          <w:rFonts w:cs="Arial"/>
          <w:szCs w:val="22"/>
        </w:rPr>
        <w:t xml:space="preserve"> </w:t>
      </w:r>
      <w:r w:rsidRPr="00A633A7">
        <w:rPr>
          <w:rFonts w:cs="Arial"/>
          <w:szCs w:val="22"/>
        </w:rPr>
        <w:t>Cons</w:t>
      </w:r>
      <w:r w:rsidR="00874FDB" w:rsidRPr="00A633A7">
        <w:rPr>
          <w:rFonts w:cs="Arial"/>
          <w:szCs w:val="22"/>
        </w:rPr>
        <w:t>ult Highland Tank &amp; Mf</w:t>
      </w:r>
      <w:r w:rsidRPr="00A633A7">
        <w:rPr>
          <w:rFonts w:cs="Arial"/>
          <w:szCs w:val="22"/>
        </w:rPr>
        <w:t>g</w:t>
      </w:r>
      <w:r w:rsidR="00874FDB" w:rsidRPr="00A633A7">
        <w:rPr>
          <w:rFonts w:cs="Arial"/>
          <w:szCs w:val="22"/>
        </w:rPr>
        <w:t>. Co.</w:t>
      </w:r>
      <w:r w:rsidR="007E791D" w:rsidRPr="00A633A7">
        <w:rPr>
          <w:rFonts w:cs="Arial"/>
          <w:szCs w:val="22"/>
        </w:rPr>
        <w:t xml:space="preserve">, </w:t>
      </w:r>
      <w:r w:rsidRPr="00A633A7">
        <w:rPr>
          <w:rFonts w:cs="Arial"/>
          <w:szCs w:val="22"/>
        </w:rPr>
        <w:t>Inc. for assistance in editing this section for the specific application.</w:t>
      </w:r>
    </w:p>
    <w:p w14:paraId="1B59E40E" w14:textId="77777777" w:rsidR="007F7E3F" w:rsidRPr="00A633A7" w:rsidRDefault="007F7E3F">
      <w:pPr>
        <w:rPr>
          <w:rFonts w:cs="Arial"/>
          <w:szCs w:val="22"/>
        </w:rPr>
      </w:pPr>
    </w:p>
    <w:p w14:paraId="628EBB16" w14:textId="77777777" w:rsidR="007F7E3F" w:rsidRPr="00A633A7" w:rsidRDefault="009B36C1">
      <w:pPr>
        <w:pStyle w:val="SpecHeading2Part1"/>
        <w:rPr>
          <w:rFonts w:cs="Arial"/>
          <w:szCs w:val="22"/>
        </w:rPr>
      </w:pPr>
      <w:r w:rsidRPr="00A633A7">
        <w:rPr>
          <w:rFonts w:cs="Arial"/>
          <w:szCs w:val="22"/>
        </w:rPr>
        <w:t>PART 1</w:t>
      </w:r>
      <w:r w:rsidRPr="00A633A7">
        <w:rPr>
          <w:rFonts w:cs="Arial"/>
          <w:szCs w:val="22"/>
        </w:rPr>
        <w:tab/>
      </w:r>
      <w:r w:rsidR="007F7E3F" w:rsidRPr="00A633A7">
        <w:rPr>
          <w:rFonts w:cs="Arial"/>
          <w:szCs w:val="22"/>
        </w:rPr>
        <w:t>GENERAL</w:t>
      </w:r>
    </w:p>
    <w:p w14:paraId="18AC1835" w14:textId="77777777" w:rsidR="007F7E3F" w:rsidRPr="00A633A7" w:rsidRDefault="007F7E3F">
      <w:pPr>
        <w:rPr>
          <w:rFonts w:cs="Arial"/>
          <w:szCs w:val="22"/>
        </w:rPr>
      </w:pPr>
    </w:p>
    <w:p w14:paraId="1D295B3C" w14:textId="77777777" w:rsidR="007F7E3F" w:rsidRPr="00A633A7" w:rsidRDefault="007F7E3F">
      <w:pPr>
        <w:pStyle w:val="SpecHeading311"/>
        <w:rPr>
          <w:rFonts w:cs="Arial"/>
          <w:szCs w:val="22"/>
        </w:rPr>
      </w:pPr>
      <w:r w:rsidRPr="00A633A7">
        <w:rPr>
          <w:rFonts w:cs="Arial"/>
          <w:szCs w:val="22"/>
        </w:rPr>
        <w:t>1.1</w:t>
      </w:r>
      <w:r w:rsidRPr="00A633A7">
        <w:rPr>
          <w:rFonts w:cs="Arial"/>
          <w:szCs w:val="22"/>
        </w:rPr>
        <w:tab/>
        <w:t>SECTION INCLUDES</w:t>
      </w:r>
    </w:p>
    <w:p w14:paraId="569DC631" w14:textId="77777777" w:rsidR="007F7E3F" w:rsidRPr="00A633A7" w:rsidRDefault="007F7E3F">
      <w:pPr>
        <w:rPr>
          <w:rFonts w:cs="Arial"/>
          <w:szCs w:val="22"/>
        </w:rPr>
      </w:pPr>
    </w:p>
    <w:p w14:paraId="7DC924E2" w14:textId="77777777" w:rsidR="007F7E3F" w:rsidRPr="00A633A7" w:rsidRDefault="00874FDB">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976BC5" w:rsidRPr="00A633A7">
        <w:rPr>
          <w:rFonts w:cs="Arial"/>
          <w:szCs w:val="22"/>
        </w:rPr>
        <w:t>Corella</w:t>
      </w:r>
      <w:r w:rsidR="00976BC5" w:rsidRPr="00A633A7">
        <w:rPr>
          <w:rFonts w:cs="Arial"/>
          <w:szCs w:val="22"/>
          <w:vertAlign w:val="superscript"/>
        </w:rPr>
        <w:t>®</w:t>
      </w:r>
      <w:r w:rsidR="00976BC5" w:rsidRPr="00A633A7">
        <w:rPr>
          <w:rFonts w:cs="Arial"/>
          <w:szCs w:val="22"/>
        </w:rPr>
        <w:t xml:space="preserve"> </w:t>
      </w:r>
      <w:bookmarkStart w:id="0" w:name="_Hlk92806599"/>
      <w:r w:rsidR="000B2943" w:rsidRPr="00A633A7">
        <w:rPr>
          <w:rFonts w:cs="Arial"/>
          <w:szCs w:val="22"/>
        </w:rPr>
        <w:t>Cylindrical</w:t>
      </w:r>
      <w:r w:rsidR="00E376DF" w:rsidRPr="00A633A7">
        <w:rPr>
          <w:rFonts w:cs="Arial"/>
          <w:szCs w:val="22"/>
        </w:rPr>
        <w:t>, Above</w:t>
      </w:r>
      <w:r w:rsidR="00CE5C78" w:rsidRPr="00A633A7">
        <w:rPr>
          <w:rFonts w:cs="Arial"/>
          <w:szCs w:val="22"/>
        </w:rPr>
        <w:t xml:space="preserve">ground, </w:t>
      </w:r>
      <w:r w:rsidR="001275F6" w:rsidRPr="00A633A7">
        <w:rPr>
          <w:rFonts w:cs="Arial"/>
          <w:szCs w:val="22"/>
        </w:rPr>
        <w:t>Doub</w:t>
      </w:r>
      <w:r w:rsidR="00CE5C78" w:rsidRPr="00A633A7">
        <w:rPr>
          <w:rFonts w:cs="Arial"/>
          <w:szCs w:val="22"/>
        </w:rPr>
        <w:t>le</w:t>
      </w:r>
      <w:r w:rsidR="00976BC5" w:rsidRPr="00A633A7">
        <w:rPr>
          <w:rFonts w:cs="Arial"/>
          <w:szCs w:val="22"/>
        </w:rPr>
        <w:t xml:space="preserve">-Walled </w:t>
      </w:r>
      <w:r w:rsidR="001A314F" w:rsidRPr="00A633A7">
        <w:rPr>
          <w:rFonts w:cs="Arial"/>
          <w:szCs w:val="22"/>
        </w:rPr>
        <w:t xml:space="preserve">Steel </w:t>
      </w:r>
      <w:r w:rsidR="00CB3665" w:rsidRPr="00A633A7">
        <w:rPr>
          <w:rFonts w:cs="Arial"/>
          <w:szCs w:val="22"/>
        </w:rPr>
        <w:t>Oil/Water Separator</w:t>
      </w:r>
      <w:r w:rsidR="006C3DB7" w:rsidRPr="00A633A7">
        <w:rPr>
          <w:rFonts w:cs="Arial"/>
          <w:szCs w:val="22"/>
        </w:rPr>
        <w:t>(</w:t>
      </w:r>
      <w:r w:rsidR="007F7E3F" w:rsidRPr="00A633A7">
        <w:rPr>
          <w:rFonts w:cs="Arial"/>
          <w:szCs w:val="22"/>
        </w:rPr>
        <w:t>s</w:t>
      </w:r>
      <w:r w:rsidR="006C3DB7" w:rsidRPr="00A633A7">
        <w:rPr>
          <w:rFonts w:cs="Arial"/>
          <w:szCs w:val="22"/>
        </w:rPr>
        <w:t>)</w:t>
      </w:r>
      <w:r w:rsidR="007F7E3F" w:rsidRPr="00A633A7">
        <w:rPr>
          <w:rFonts w:cs="Arial"/>
          <w:szCs w:val="22"/>
        </w:rPr>
        <w:t>.</w:t>
      </w:r>
    </w:p>
    <w:bookmarkEnd w:id="0"/>
    <w:p w14:paraId="2898DF33" w14:textId="77777777" w:rsidR="007F7E3F" w:rsidRPr="00A633A7" w:rsidRDefault="007F7E3F">
      <w:pPr>
        <w:rPr>
          <w:rFonts w:cs="Arial"/>
          <w:szCs w:val="22"/>
        </w:rPr>
      </w:pPr>
    </w:p>
    <w:p w14:paraId="0BB76CFD" w14:textId="77777777" w:rsidR="007F7E3F" w:rsidRPr="00A633A7" w:rsidRDefault="007F7E3F">
      <w:pPr>
        <w:pStyle w:val="SpecHeading311"/>
        <w:rPr>
          <w:rFonts w:cs="Arial"/>
          <w:szCs w:val="22"/>
        </w:rPr>
      </w:pPr>
      <w:r w:rsidRPr="00A633A7">
        <w:rPr>
          <w:rFonts w:cs="Arial"/>
          <w:szCs w:val="22"/>
        </w:rPr>
        <w:t>1.2</w:t>
      </w:r>
      <w:r w:rsidRPr="00A633A7">
        <w:rPr>
          <w:rFonts w:cs="Arial"/>
          <w:szCs w:val="22"/>
        </w:rPr>
        <w:tab/>
        <w:t>RELATED REQUIREMENTS</w:t>
      </w:r>
    </w:p>
    <w:p w14:paraId="16DCE800" w14:textId="77777777" w:rsidR="007F7E3F" w:rsidRPr="00A633A7" w:rsidRDefault="007F7E3F">
      <w:pPr>
        <w:rPr>
          <w:rFonts w:cs="Arial"/>
          <w:szCs w:val="22"/>
        </w:rPr>
      </w:pPr>
    </w:p>
    <w:p w14:paraId="33BD036B" w14:textId="77777777" w:rsidR="007F7E3F" w:rsidRPr="00A633A7" w:rsidRDefault="007F7E3F">
      <w:pPr>
        <w:pStyle w:val="SpecSpecifierNotes0"/>
        <w:rPr>
          <w:rFonts w:cs="Arial"/>
          <w:szCs w:val="22"/>
        </w:rPr>
      </w:pPr>
      <w:r w:rsidRPr="00A633A7">
        <w:rPr>
          <w:rFonts w:cs="Arial"/>
          <w:szCs w:val="22"/>
        </w:rPr>
        <w:t>Specifier Notes:  Edit the following list of related sections as required.</w:t>
      </w:r>
      <w:r w:rsidR="00E81A75" w:rsidRPr="00A633A7">
        <w:rPr>
          <w:rFonts w:cs="Arial"/>
          <w:szCs w:val="22"/>
        </w:rPr>
        <w:t xml:space="preserve"> </w:t>
      </w:r>
      <w:r w:rsidRPr="00A633A7">
        <w:rPr>
          <w:rFonts w:cs="Arial"/>
          <w:szCs w:val="22"/>
        </w:rPr>
        <w:t>Delete related sections not required. List other sections with work directly related to this section.</w:t>
      </w:r>
    </w:p>
    <w:p w14:paraId="7538FB48" w14:textId="77777777" w:rsidR="007F7E3F" w:rsidRPr="00A633A7" w:rsidRDefault="007F7E3F">
      <w:pPr>
        <w:rPr>
          <w:rFonts w:cs="Arial"/>
          <w:szCs w:val="22"/>
        </w:rPr>
      </w:pPr>
    </w:p>
    <w:p w14:paraId="260CEA13" w14:textId="77777777" w:rsidR="006D431E" w:rsidRPr="00A633A7" w:rsidRDefault="007F7E3F" w:rsidP="00550874">
      <w:pPr>
        <w:pStyle w:val="SpecHeading4A"/>
        <w:rPr>
          <w:rFonts w:cs="Arial"/>
          <w:szCs w:val="22"/>
        </w:rPr>
      </w:pPr>
      <w:r w:rsidRPr="00A633A7">
        <w:rPr>
          <w:rFonts w:cs="Arial"/>
          <w:szCs w:val="22"/>
        </w:rPr>
        <w:t>A.</w:t>
      </w:r>
      <w:r w:rsidRPr="00A633A7">
        <w:rPr>
          <w:rFonts w:cs="Arial"/>
          <w:szCs w:val="22"/>
        </w:rPr>
        <w:tab/>
      </w:r>
      <w:r w:rsidR="006D431E" w:rsidRPr="00A633A7">
        <w:rPr>
          <w:rFonts w:cs="Arial"/>
          <w:szCs w:val="22"/>
        </w:rPr>
        <w:t>Section 03 15 19 - Cast-In Concrete Anchors (Anchor Bolts for Saddles)</w:t>
      </w:r>
    </w:p>
    <w:p w14:paraId="587CAA8D" w14:textId="77777777" w:rsidR="006D431E" w:rsidRPr="00A633A7" w:rsidRDefault="006D431E" w:rsidP="00550874">
      <w:pPr>
        <w:pStyle w:val="SpecHeading4A"/>
        <w:rPr>
          <w:rFonts w:cs="Arial"/>
          <w:szCs w:val="22"/>
        </w:rPr>
      </w:pPr>
    </w:p>
    <w:p w14:paraId="41A7C049" w14:textId="77777777" w:rsidR="001A0390" w:rsidRPr="00A633A7" w:rsidRDefault="006D431E" w:rsidP="00550874">
      <w:pPr>
        <w:pStyle w:val="SpecHeading4A"/>
        <w:rPr>
          <w:rFonts w:cs="Arial"/>
          <w:szCs w:val="22"/>
        </w:rPr>
      </w:pPr>
      <w:r w:rsidRPr="00A633A7">
        <w:rPr>
          <w:rFonts w:cs="Arial"/>
          <w:szCs w:val="22"/>
        </w:rPr>
        <w:t>B.</w:t>
      </w:r>
      <w:r w:rsidRPr="00A633A7">
        <w:rPr>
          <w:rFonts w:cs="Arial"/>
          <w:szCs w:val="22"/>
        </w:rPr>
        <w:tab/>
      </w:r>
      <w:r w:rsidR="00AE709C" w:rsidRPr="00A633A7">
        <w:rPr>
          <w:rFonts w:cs="Arial"/>
          <w:szCs w:val="22"/>
        </w:rPr>
        <w:t>Section 03 30 00</w:t>
      </w:r>
      <w:r w:rsidR="00F75BF9" w:rsidRPr="00A633A7">
        <w:rPr>
          <w:rFonts w:cs="Arial"/>
          <w:szCs w:val="22"/>
        </w:rPr>
        <w:t xml:space="preserve"> - Cast-in-Place C</w:t>
      </w:r>
      <w:r w:rsidR="00550874" w:rsidRPr="00A633A7">
        <w:rPr>
          <w:rFonts w:cs="Arial"/>
          <w:szCs w:val="22"/>
        </w:rPr>
        <w:t xml:space="preserve">oncrete (Concrete for Reinforced </w:t>
      </w:r>
      <w:r w:rsidR="00681260" w:rsidRPr="00A633A7">
        <w:rPr>
          <w:rFonts w:cs="Arial"/>
          <w:szCs w:val="22"/>
        </w:rPr>
        <w:t xml:space="preserve">Concrete </w:t>
      </w:r>
      <w:r w:rsidR="00550874" w:rsidRPr="00A633A7">
        <w:rPr>
          <w:rFonts w:cs="Arial"/>
          <w:szCs w:val="22"/>
        </w:rPr>
        <w:t>Slab</w:t>
      </w:r>
      <w:r w:rsidR="00F75BF9" w:rsidRPr="00A633A7">
        <w:rPr>
          <w:rFonts w:cs="Arial"/>
          <w:szCs w:val="22"/>
        </w:rPr>
        <w:t>)</w:t>
      </w:r>
    </w:p>
    <w:p w14:paraId="5B887AEC" w14:textId="77777777" w:rsidR="001A0390" w:rsidRPr="00A633A7" w:rsidRDefault="001A0390" w:rsidP="00550874">
      <w:pPr>
        <w:pStyle w:val="SpecHeading4A"/>
        <w:rPr>
          <w:rFonts w:cs="Arial"/>
          <w:szCs w:val="22"/>
        </w:rPr>
      </w:pPr>
    </w:p>
    <w:p w14:paraId="1DE097BD" w14:textId="77777777" w:rsidR="006D431E" w:rsidRPr="00A633A7" w:rsidRDefault="006D431E" w:rsidP="001A0390">
      <w:pPr>
        <w:pStyle w:val="SpecHeading4A"/>
      </w:pPr>
      <w:r w:rsidRPr="00A633A7">
        <w:t>C</w:t>
      </w:r>
      <w:r w:rsidR="001A0390" w:rsidRPr="00A633A7">
        <w:t>.</w:t>
      </w:r>
      <w:r w:rsidR="001A0390" w:rsidRPr="00A633A7">
        <w:tab/>
      </w:r>
      <w:r w:rsidRPr="00A633A7">
        <w:t>Section 05 05 19 - Post-Installed Concrete Anchors</w:t>
      </w:r>
    </w:p>
    <w:p w14:paraId="4C29E5A2" w14:textId="77777777" w:rsidR="006D431E" w:rsidRPr="00A633A7" w:rsidRDefault="006D431E" w:rsidP="001A0390">
      <w:pPr>
        <w:pStyle w:val="SpecHeading4A"/>
      </w:pPr>
    </w:p>
    <w:p w14:paraId="7E5B45A0" w14:textId="77777777" w:rsidR="006D431E" w:rsidRPr="00A633A7" w:rsidRDefault="006D431E" w:rsidP="001A0390">
      <w:pPr>
        <w:pStyle w:val="SpecHeading4A"/>
      </w:pPr>
      <w:r w:rsidRPr="00A633A7">
        <w:t>D.</w:t>
      </w:r>
      <w:r w:rsidRPr="00A633A7">
        <w:tab/>
        <w:t>Section 09 96 00 - High-Performance Coatings</w:t>
      </w:r>
    </w:p>
    <w:p w14:paraId="0E8AF9CC" w14:textId="77777777" w:rsidR="006D431E" w:rsidRPr="00A633A7" w:rsidRDefault="006D431E" w:rsidP="001A0390">
      <w:pPr>
        <w:pStyle w:val="SpecHeading4A"/>
      </w:pPr>
    </w:p>
    <w:p w14:paraId="049DC587" w14:textId="77777777" w:rsidR="00681260" w:rsidRPr="00A633A7" w:rsidRDefault="006D431E" w:rsidP="001A0390">
      <w:pPr>
        <w:pStyle w:val="SpecHeading4A"/>
      </w:pPr>
      <w:r w:rsidRPr="00A633A7">
        <w:lastRenderedPageBreak/>
        <w:t>E.</w:t>
      </w:r>
      <w:r w:rsidRPr="00A633A7">
        <w:tab/>
      </w:r>
      <w:r w:rsidR="00681260" w:rsidRPr="00A633A7">
        <w:t xml:space="preserve">Section 22 14 13 - Facility Storm Drainage Piping </w:t>
      </w:r>
    </w:p>
    <w:p w14:paraId="33AF8B49" w14:textId="77777777" w:rsidR="00681260" w:rsidRPr="00A633A7" w:rsidRDefault="00681260" w:rsidP="001A0390">
      <w:pPr>
        <w:pStyle w:val="SpecHeading4A"/>
      </w:pPr>
    </w:p>
    <w:p w14:paraId="707F2EAE" w14:textId="77777777" w:rsidR="001A0390" w:rsidRPr="00A633A7" w:rsidRDefault="006D431E" w:rsidP="001A0390">
      <w:pPr>
        <w:pStyle w:val="SpecHeading4A"/>
      </w:pPr>
      <w:r w:rsidRPr="00A633A7">
        <w:t>F</w:t>
      </w:r>
      <w:r w:rsidR="00681260" w:rsidRPr="00A633A7">
        <w:t>.</w:t>
      </w:r>
      <w:r w:rsidR="00681260" w:rsidRPr="00A633A7">
        <w:tab/>
      </w:r>
      <w:r w:rsidR="00550874" w:rsidRPr="00A633A7">
        <w:t xml:space="preserve">Section </w:t>
      </w:r>
      <w:r w:rsidR="001A0390" w:rsidRPr="00A633A7">
        <w:t xml:space="preserve">22 14 26.19 - </w:t>
      </w:r>
      <w:r w:rsidR="00E376DF" w:rsidRPr="00A633A7">
        <w:t>Facility Trench Drains</w:t>
      </w:r>
    </w:p>
    <w:p w14:paraId="5A2ECE22" w14:textId="77777777" w:rsidR="001A0390" w:rsidRPr="00A633A7" w:rsidRDefault="001A0390" w:rsidP="001A0390">
      <w:pPr>
        <w:pStyle w:val="SpecHeading4A"/>
      </w:pPr>
    </w:p>
    <w:p w14:paraId="50A6D12E" w14:textId="77777777" w:rsidR="00550874" w:rsidRPr="00A633A7" w:rsidRDefault="006D431E" w:rsidP="001A0390">
      <w:pPr>
        <w:pStyle w:val="SpecHeading4A"/>
        <w:rPr>
          <w:rFonts w:cs="Arial"/>
          <w:szCs w:val="22"/>
        </w:rPr>
      </w:pPr>
      <w:r w:rsidRPr="00A633A7">
        <w:t>G</w:t>
      </w:r>
      <w:r w:rsidR="001A0390" w:rsidRPr="00A633A7">
        <w:t>.</w:t>
      </w:r>
      <w:r w:rsidR="001A0390" w:rsidRPr="00A633A7">
        <w:tab/>
        <w:t xml:space="preserve">Section 22 14 29.19 - </w:t>
      </w:r>
      <w:r w:rsidR="00550874" w:rsidRPr="00A633A7">
        <w:t>Sump-Pump Basins and Pits</w:t>
      </w:r>
    </w:p>
    <w:p w14:paraId="2AB3C1F5" w14:textId="77777777" w:rsidR="00AE709C" w:rsidRPr="00A633A7" w:rsidRDefault="00AE709C">
      <w:pPr>
        <w:rPr>
          <w:rFonts w:cs="Arial"/>
          <w:szCs w:val="22"/>
        </w:rPr>
      </w:pPr>
    </w:p>
    <w:p w14:paraId="4D248B3A" w14:textId="77777777" w:rsidR="007F7E3F" w:rsidRPr="00A633A7" w:rsidRDefault="007F7E3F">
      <w:pPr>
        <w:pStyle w:val="SpecHeading311"/>
        <w:rPr>
          <w:rFonts w:cs="Arial"/>
          <w:szCs w:val="22"/>
        </w:rPr>
      </w:pPr>
      <w:r w:rsidRPr="00A633A7">
        <w:rPr>
          <w:rFonts w:cs="Arial"/>
          <w:szCs w:val="22"/>
        </w:rPr>
        <w:t>1.3</w:t>
      </w:r>
      <w:r w:rsidRPr="00A633A7">
        <w:rPr>
          <w:rFonts w:cs="Arial"/>
          <w:szCs w:val="22"/>
        </w:rPr>
        <w:tab/>
        <w:t>REFERENCE STANDARDS</w:t>
      </w:r>
    </w:p>
    <w:p w14:paraId="0DFE04E4" w14:textId="77777777" w:rsidR="007F7E3F" w:rsidRPr="00A633A7" w:rsidRDefault="007F7E3F">
      <w:pPr>
        <w:rPr>
          <w:rFonts w:cs="Arial"/>
          <w:szCs w:val="22"/>
        </w:rPr>
      </w:pPr>
    </w:p>
    <w:p w14:paraId="650E69FB" w14:textId="77777777" w:rsidR="007F7E3F" w:rsidRPr="00A633A7" w:rsidRDefault="007F7E3F">
      <w:pPr>
        <w:pStyle w:val="SpecSpecifierNotes0"/>
        <w:rPr>
          <w:rFonts w:cs="Arial"/>
          <w:szCs w:val="22"/>
        </w:rPr>
      </w:pPr>
      <w:r w:rsidRPr="00A633A7">
        <w:rPr>
          <w:rFonts w:cs="Arial"/>
          <w:szCs w:val="22"/>
        </w:rPr>
        <w:t>Specifier Notes:  List reference standards mentioned in this section, complete</w:t>
      </w:r>
      <w:r w:rsidR="00EC6BC1" w:rsidRPr="00A633A7">
        <w:rPr>
          <w:rFonts w:cs="Arial"/>
          <w:szCs w:val="22"/>
        </w:rPr>
        <w:t xml:space="preserve"> with designations and titles. </w:t>
      </w:r>
      <w:r w:rsidRPr="00A633A7">
        <w:rPr>
          <w:rFonts w:cs="Arial"/>
          <w:szCs w:val="22"/>
        </w:rPr>
        <w:t>Delete reference</w:t>
      </w:r>
      <w:r w:rsidR="003D6A62" w:rsidRPr="00A633A7">
        <w:rPr>
          <w:rFonts w:cs="Arial"/>
          <w:szCs w:val="22"/>
        </w:rPr>
        <w:t xml:space="preserve"> standards not included if guide specification is edited.</w:t>
      </w:r>
      <w:r w:rsidR="006D431E" w:rsidRPr="00A633A7">
        <w:rPr>
          <w:rFonts w:cs="Arial"/>
          <w:szCs w:val="22"/>
        </w:rPr>
        <w:t xml:space="preserve"> </w:t>
      </w:r>
      <w:r w:rsidR="003D6A62" w:rsidRPr="00A633A7">
        <w:rPr>
          <w:rFonts w:cs="Arial"/>
          <w:szCs w:val="22"/>
        </w:rPr>
        <w:t xml:space="preserve">This article </w:t>
      </w:r>
      <w:r w:rsidRPr="00A633A7">
        <w:rPr>
          <w:rFonts w:cs="Arial"/>
          <w:szCs w:val="22"/>
        </w:rPr>
        <w:t>i</w:t>
      </w:r>
      <w:r w:rsidR="003D6A62" w:rsidRPr="00A633A7">
        <w:rPr>
          <w:rFonts w:cs="Arial"/>
          <w:szCs w:val="22"/>
        </w:rPr>
        <w:t>s merely a listing of some of the standards used for equipment compliance</w:t>
      </w:r>
      <w:r w:rsidRPr="00A633A7">
        <w:rPr>
          <w:rFonts w:cs="Arial"/>
          <w:szCs w:val="22"/>
        </w:rPr>
        <w:t>.</w:t>
      </w:r>
    </w:p>
    <w:p w14:paraId="7504A323" w14:textId="77777777" w:rsidR="007535CC" w:rsidRPr="00A633A7" w:rsidRDefault="007535CC" w:rsidP="007535CC">
      <w:pPr>
        <w:rPr>
          <w:rFonts w:cs="Arial"/>
          <w:szCs w:val="22"/>
        </w:rPr>
      </w:pPr>
    </w:p>
    <w:p w14:paraId="0887F2E1" w14:textId="26C7E6D7" w:rsidR="004A24EF" w:rsidRPr="00A633A7" w:rsidRDefault="0046794C" w:rsidP="004A24EF">
      <w:pPr>
        <w:pStyle w:val="SpecHeading4A"/>
        <w:rPr>
          <w:rFonts w:cs="Arial"/>
          <w:szCs w:val="22"/>
        </w:rPr>
      </w:pPr>
      <w:r>
        <w:rPr>
          <w:rFonts w:cs="Arial"/>
          <w:szCs w:val="22"/>
        </w:rPr>
        <w:t>A</w:t>
      </w:r>
      <w:r w:rsidR="004A24EF" w:rsidRPr="00A633A7">
        <w:rPr>
          <w:rFonts w:cs="Arial"/>
          <w:szCs w:val="22"/>
        </w:rPr>
        <w:t>.</w:t>
      </w:r>
      <w:r w:rsidR="004A24EF" w:rsidRPr="00A633A7">
        <w:rPr>
          <w:rFonts w:cs="Arial"/>
          <w:szCs w:val="22"/>
        </w:rPr>
        <w:tab/>
      </w:r>
      <w:r w:rsidR="004A24EF" w:rsidRPr="00A633A7">
        <w:rPr>
          <w:rFonts w:cs="Arial"/>
          <w:szCs w:val="22"/>
        </w:rPr>
        <w:tab/>
        <w:t xml:space="preserve">API - American Petroleum Institute </w:t>
      </w:r>
    </w:p>
    <w:p w14:paraId="627D4B06" w14:textId="77777777" w:rsidR="00C64C05" w:rsidRPr="00A633A7" w:rsidRDefault="004A24EF" w:rsidP="000B7A04">
      <w:pPr>
        <w:pStyle w:val="SpecHeading4A"/>
        <w:numPr>
          <w:ilvl w:val="0"/>
          <w:numId w:val="1"/>
        </w:numPr>
        <w:rPr>
          <w:rFonts w:cs="Arial"/>
          <w:szCs w:val="22"/>
        </w:rPr>
      </w:pPr>
      <w:r w:rsidRPr="00A633A7">
        <w:rPr>
          <w:rFonts w:cs="Arial"/>
          <w:szCs w:val="22"/>
        </w:rPr>
        <w:t>API Publication 421, Monographs on Refinery Environmental Control - Management of Water Discharges</w:t>
      </w:r>
    </w:p>
    <w:p w14:paraId="7BB4023D" w14:textId="77777777" w:rsidR="00C64C05" w:rsidRPr="00A633A7" w:rsidRDefault="00C64C05" w:rsidP="00C64C05"/>
    <w:p w14:paraId="43C6CEED" w14:textId="4987DEBD" w:rsidR="00A04174" w:rsidRPr="00A633A7" w:rsidRDefault="0046794C" w:rsidP="00922064">
      <w:pPr>
        <w:pStyle w:val="SpecHeading4A"/>
        <w:ind w:left="0" w:firstLine="180"/>
        <w:rPr>
          <w:rFonts w:cs="Arial"/>
          <w:szCs w:val="22"/>
        </w:rPr>
      </w:pPr>
      <w:r>
        <w:rPr>
          <w:rFonts w:cs="Arial"/>
          <w:szCs w:val="22"/>
        </w:rPr>
        <w:t>B</w:t>
      </w:r>
      <w:r w:rsidR="00B32788" w:rsidRPr="00A633A7">
        <w:rPr>
          <w:rFonts w:cs="Arial"/>
          <w:szCs w:val="22"/>
        </w:rPr>
        <w:t>.</w:t>
      </w:r>
      <w:r w:rsidR="00B32788" w:rsidRPr="00A633A7">
        <w:rPr>
          <w:rFonts w:cs="Arial"/>
          <w:szCs w:val="22"/>
        </w:rPr>
        <w:tab/>
      </w:r>
      <w:r w:rsidR="007535CC" w:rsidRPr="00A633A7">
        <w:rPr>
          <w:rFonts w:cs="Arial"/>
          <w:szCs w:val="22"/>
        </w:rPr>
        <w:t xml:space="preserve">ASTM - </w:t>
      </w:r>
      <w:r w:rsidR="00A04174" w:rsidRPr="00A633A7">
        <w:rPr>
          <w:rFonts w:cs="Arial"/>
          <w:szCs w:val="22"/>
        </w:rPr>
        <w:t>American So</w:t>
      </w:r>
      <w:r w:rsidR="000D113D" w:rsidRPr="00A633A7">
        <w:rPr>
          <w:rFonts w:cs="Arial"/>
          <w:szCs w:val="22"/>
        </w:rPr>
        <w:t>ciety for Testing and Materials</w:t>
      </w:r>
    </w:p>
    <w:p w14:paraId="3CFD422C" w14:textId="77777777" w:rsidR="00CF1770" w:rsidRPr="00A633A7" w:rsidRDefault="00CF1770" w:rsidP="000B7A04">
      <w:pPr>
        <w:pStyle w:val="SpecHeading4A"/>
        <w:numPr>
          <w:ilvl w:val="0"/>
          <w:numId w:val="2"/>
        </w:numPr>
        <w:rPr>
          <w:rFonts w:cs="Arial"/>
          <w:szCs w:val="22"/>
        </w:rPr>
      </w:pPr>
      <w:r w:rsidRPr="00A633A7">
        <w:rPr>
          <w:rFonts w:cs="Arial"/>
          <w:szCs w:val="22"/>
        </w:rPr>
        <w:t xml:space="preserve">ASTM Standard Specification for Carbon Structural Steel - </w:t>
      </w:r>
      <w:r w:rsidR="009B48E7" w:rsidRPr="00A633A7">
        <w:rPr>
          <w:rFonts w:cs="Arial"/>
          <w:szCs w:val="22"/>
        </w:rPr>
        <w:t>ASTM International</w:t>
      </w:r>
    </w:p>
    <w:p w14:paraId="5AE07749" w14:textId="77777777" w:rsidR="00CF1770" w:rsidRPr="00A633A7" w:rsidRDefault="00CF1770" w:rsidP="00E735D8">
      <w:pPr>
        <w:pStyle w:val="SpecHeading4A"/>
        <w:rPr>
          <w:rFonts w:cs="Arial"/>
          <w:szCs w:val="22"/>
        </w:rPr>
      </w:pPr>
    </w:p>
    <w:p w14:paraId="704D1B89" w14:textId="4055FF83" w:rsidR="004A24EF" w:rsidRPr="00A633A7" w:rsidRDefault="0046794C" w:rsidP="00566492">
      <w:pPr>
        <w:pStyle w:val="SpecHeading4A"/>
        <w:rPr>
          <w:rFonts w:cs="Arial"/>
          <w:szCs w:val="22"/>
        </w:rPr>
      </w:pPr>
      <w:r>
        <w:rPr>
          <w:rFonts w:cs="Arial"/>
          <w:szCs w:val="22"/>
        </w:rPr>
        <w:t>C</w:t>
      </w:r>
      <w:r w:rsidR="00CF1770" w:rsidRPr="00A633A7">
        <w:rPr>
          <w:rFonts w:cs="Arial"/>
          <w:szCs w:val="22"/>
        </w:rPr>
        <w:t xml:space="preserve">. </w:t>
      </w:r>
      <w:r w:rsidR="00CF1770" w:rsidRPr="00A633A7">
        <w:rPr>
          <w:rFonts w:cs="Arial"/>
          <w:szCs w:val="22"/>
        </w:rPr>
        <w:tab/>
      </w:r>
      <w:r w:rsidR="002D08B9" w:rsidRPr="00A633A7">
        <w:rPr>
          <w:rFonts w:cs="Arial"/>
          <w:szCs w:val="22"/>
        </w:rPr>
        <w:t xml:space="preserve">AWS </w:t>
      </w:r>
      <w:r w:rsidR="00FC123B" w:rsidRPr="00A633A7">
        <w:rPr>
          <w:rFonts w:cs="Arial"/>
          <w:szCs w:val="22"/>
        </w:rPr>
        <w:t xml:space="preserve">- </w:t>
      </w:r>
      <w:r w:rsidR="000D113D" w:rsidRPr="00A633A7">
        <w:rPr>
          <w:rFonts w:cs="Arial"/>
          <w:szCs w:val="22"/>
        </w:rPr>
        <w:t>American Welding Society</w:t>
      </w:r>
    </w:p>
    <w:p w14:paraId="592645D0" w14:textId="77777777" w:rsidR="002D08B9" w:rsidRPr="00A633A7" w:rsidRDefault="002D08B9" w:rsidP="000B7A04">
      <w:pPr>
        <w:numPr>
          <w:ilvl w:val="0"/>
          <w:numId w:val="2"/>
        </w:numPr>
      </w:pPr>
      <w:r w:rsidRPr="00A633A7">
        <w:t xml:space="preserve">Structural Welding Code </w:t>
      </w:r>
      <w:r w:rsidR="00D910E9" w:rsidRPr="00A633A7">
        <w:t>–</w:t>
      </w:r>
      <w:r w:rsidRPr="00A633A7">
        <w:t xml:space="preserve"> Steel</w:t>
      </w:r>
    </w:p>
    <w:p w14:paraId="2C511DE5" w14:textId="77777777" w:rsidR="004A24EF" w:rsidRPr="00A633A7" w:rsidRDefault="004A24EF" w:rsidP="004A24EF"/>
    <w:p w14:paraId="3EF4B228" w14:textId="08508685" w:rsidR="004A24EF" w:rsidRPr="00A633A7" w:rsidRDefault="0046794C" w:rsidP="004A24EF">
      <w:pPr>
        <w:pStyle w:val="SpecHeading4A"/>
        <w:rPr>
          <w:rFonts w:cs="Arial"/>
          <w:szCs w:val="22"/>
        </w:rPr>
      </w:pPr>
      <w:r>
        <w:rPr>
          <w:rFonts w:cs="Arial"/>
          <w:szCs w:val="22"/>
        </w:rPr>
        <w:t>D</w:t>
      </w:r>
      <w:r w:rsidR="004A24EF" w:rsidRPr="00A633A7">
        <w:rPr>
          <w:rFonts w:cs="Arial"/>
          <w:szCs w:val="22"/>
        </w:rPr>
        <w:t xml:space="preserve">. </w:t>
      </w:r>
      <w:r w:rsidR="004A24EF" w:rsidRPr="00A633A7">
        <w:rPr>
          <w:rFonts w:cs="Arial"/>
          <w:szCs w:val="22"/>
        </w:rPr>
        <w:tab/>
        <w:t>NEC - National Electric Code</w:t>
      </w:r>
    </w:p>
    <w:p w14:paraId="4C638BD0" w14:textId="77777777" w:rsidR="00CB467E" w:rsidRPr="00A633A7" w:rsidRDefault="00CB467E" w:rsidP="00CB467E">
      <w:pPr>
        <w:rPr>
          <w:rFonts w:cs="Arial"/>
          <w:szCs w:val="22"/>
        </w:rPr>
      </w:pPr>
      <w:r w:rsidRPr="00A633A7">
        <w:rPr>
          <w:rFonts w:cs="Arial"/>
          <w:szCs w:val="22"/>
        </w:rPr>
        <w:tab/>
      </w:r>
    </w:p>
    <w:p w14:paraId="21F777E4" w14:textId="40300625" w:rsidR="00CB467E" w:rsidRPr="00A633A7" w:rsidRDefault="0046794C" w:rsidP="00CB467E">
      <w:pPr>
        <w:pStyle w:val="SpecHeading4A"/>
        <w:rPr>
          <w:rFonts w:cs="Arial"/>
          <w:szCs w:val="22"/>
        </w:rPr>
      </w:pPr>
      <w:r>
        <w:rPr>
          <w:rFonts w:cs="Arial"/>
          <w:szCs w:val="22"/>
        </w:rPr>
        <w:t>E</w:t>
      </w:r>
      <w:r w:rsidR="00CB467E" w:rsidRPr="00A633A7">
        <w:rPr>
          <w:rFonts w:cs="Arial"/>
          <w:szCs w:val="22"/>
        </w:rPr>
        <w:t xml:space="preserve">. </w:t>
      </w:r>
      <w:r w:rsidR="00CB467E" w:rsidRPr="00A633A7">
        <w:rPr>
          <w:rFonts w:cs="Arial"/>
          <w:szCs w:val="22"/>
        </w:rPr>
        <w:tab/>
        <w:t xml:space="preserve">NEMA - National Electric Manufacturers Association </w:t>
      </w:r>
    </w:p>
    <w:p w14:paraId="2DBF2AB0" w14:textId="77777777" w:rsidR="003024A1" w:rsidRPr="00A633A7" w:rsidRDefault="003024A1" w:rsidP="007535CC">
      <w:pPr>
        <w:pStyle w:val="SpecHeading4A"/>
        <w:ind w:left="0" w:firstLine="0"/>
        <w:rPr>
          <w:rFonts w:cs="Arial"/>
          <w:szCs w:val="22"/>
        </w:rPr>
      </w:pPr>
    </w:p>
    <w:p w14:paraId="19D57902" w14:textId="001AC081" w:rsidR="000D113D" w:rsidRPr="00A633A7" w:rsidRDefault="0046794C" w:rsidP="00E735D8">
      <w:pPr>
        <w:pStyle w:val="SpecHeading4A"/>
        <w:rPr>
          <w:rFonts w:cs="Arial"/>
          <w:szCs w:val="22"/>
        </w:rPr>
      </w:pPr>
      <w:r>
        <w:rPr>
          <w:rFonts w:cs="Arial"/>
          <w:szCs w:val="22"/>
        </w:rPr>
        <w:t>F</w:t>
      </w:r>
      <w:r w:rsidR="003024A1" w:rsidRPr="00A633A7">
        <w:rPr>
          <w:rFonts w:cs="Arial"/>
          <w:szCs w:val="22"/>
        </w:rPr>
        <w:t xml:space="preserve">. </w:t>
      </w:r>
      <w:r w:rsidR="003024A1" w:rsidRPr="00A633A7">
        <w:rPr>
          <w:rFonts w:cs="Arial"/>
          <w:szCs w:val="22"/>
        </w:rPr>
        <w:tab/>
      </w:r>
      <w:r w:rsidR="000D113D" w:rsidRPr="00A633A7">
        <w:rPr>
          <w:rFonts w:cs="Arial"/>
          <w:szCs w:val="22"/>
        </w:rPr>
        <w:t>NFPA - National Fire Protection Association</w:t>
      </w:r>
    </w:p>
    <w:p w14:paraId="2D8FF7C0" w14:textId="77777777" w:rsidR="000D113D" w:rsidRPr="00A633A7" w:rsidRDefault="00B32788" w:rsidP="000B7A04">
      <w:pPr>
        <w:pStyle w:val="SpecHeading4A"/>
        <w:numPr>
          <w:ilvl w:val="0"/>
          <w:numId w:val="3"/>
        </w:numPr>
        <w:rPr>
          <w:rFonts w:cs="Arial"/>
          <w:szCs w:val="22"/>
        </w:rPr>
      </w:pPr>
      <w:r w:rsidRPr="00A633A7">
        <w:rPr>
          <w:rFonts w:cs="Arial"/>
          <w:szCs w:val="22"/>
        </w:rPr>
        <w:t xml:space="preserve">NFPA 30, </w:t>
      </w:r>
      <w:r w:rsidR="007F7E3F" w:rsidRPr="00A633A7">
        <w:rPr>
          <w:rFonts w:cs="Arial"/>
          <w:szCs w:val="22"/>
        </w:rPr>
        <w:t>Flammab</w:t>
      </w:r>
      <w:r w:rsidR="00F63111" w:rsidRPr="00A633A7">
        <w:rPr>
          <w:rFonts w:cs="Arial"/>
          <w:szCs w:val="22"/>
        </w:rPr>
        <w:t xml:space="preserve">le and Combustible Liquids </w:t>
      </w:r>
      <w:r w:rsidR="00D123E6" w:rsidRPr="00A633A7">
        <w:rPr>
          <w:rFonts w:cs="Arial"/>
          <w:szCs w:val="22"/>
        </w:rPr>
        <w:t>Code</w:t>
      </w:r>
    </w:p>
    <w:p w14:paraId="0720592B" w14:textId="77777777" w:rsidR="00CB467E" w:rsidRPr="00A633A7" w:rsidRDefault="00AD152E" w:rsidP="000B7A04">
      <w:pPr>
        <w:pStyle w:val="SpecHeading4A"/>
        <w:numPr>
          <w:ilvl w:val="0"/>
          <w:numId w:val="3"/>
        </w:numPr>
        <w:rPr>
          <w:rFonts w:cs="Arial"/>
          <w:szCs w:val="22"/>
        </w:rPr>
      </w:pPr>
      <w:r w:rsidRPr="00A633A7">
        <w:rPr>
          <w:rFonts w:cs="Arial"/>
          <w:szCs w:val="22"/>
        </w:rPr>
        <w:t>NFPA 70, NEC National Electric Code</w:t>
      </w:r>
      <w:r w:rsidR="00CB467E" w:rsidRPr="00A633A7">
        <w:rPr>
          <w:rFonts w:cs="Arial"/>
          <w:szCs w:val="22"/>
        </w:rPr>
        <w:t xml:space="preserve"> </w:t>
      </w:r>
      <w:r w:rsidR="00CB467E" w:rsidRPr="00A633A7">
        <w:rPr>
          <w:rFonts w:cs="Arial"/>
          <w:szCs w:val="22"/>
        </w:rPr>
        <w:tab/>
      </w:r>
    </w:p>
    <w:p w14:paraId="7F0986FB" w14:textId="77777777" w:rsidR="00C21515" w:rsidRPr="00A633A7" w:rsidRDefault="00C21515" w:rsidP="00CE5C78">
      <w:pPr>
        <w:pStyle w:val="SpecHeading4A"/>
        <w:rPr>
          <w:rFonts w:cs="Arial"/>
          <w:szCs w:val="22"/>
        </w:rPr>
      </w:pPr>
    </w:p>
    <w:p w14:paraId="2B8C4C83" w14:textId="4BFDFFA8" w:rsidR="00CE5C78" w:rsidRPr="00A633A7" w:rsidRDefault="0046794C" w:rsidP="00F60003">
      <w:pPr>
        <w:pStyle w:val="SpecHeading4A"/>
        <w:rPr>
          <w:rFonts w:cs="Arial"/>
          <w:szCs w:val="22"/>
        </w:rPr>
      </w:pPr>
      <w:r>
        <w:rPr>
          <w:rFonts w:cs="Arial"/>
          <w:szCs w:val="22"/>
        </w:rPr>
        <w:t>G</w:t>
      </w:r>
      <w:r w:rsidR="002C2A2C" w:rsidRPr="00A633A7">
        <w:rPr>
          <w:rFonts w:cs="Arial"/>
          <w:szCs w:val="22"/>
        </w:rPr>
        <w:t>.</w:t>
      </w:r>
      <w:r w:rsidR="002C6B4E" w:rsidRPr="00A633A7">
        <w:rPr>
          <w:rFonts w:cs="Arial"/>
          <w:szCs w:val="22"/>
        </w:rPr>
        <w:tab/>
      </w:r>
      <w:r w:rsidR="00CE5C78" w:rsidRPr="00A633A7">
        <w:rPr>
          <w:rFonts w:cs="Arial"/>
          <w:szCs w:val="22"/>
        </w:rPr>
        <w:t>OSHA - U. S. Department of Labor, Occupational Safety and Health Administration</w:t>
      </w:r>
    </w:p>
    <w:p w14:paraId="406004D9" w14:textId="77777777" w:rsidR="002C6B4E" w:rsidRPr="00A633A7" w:rsidRDefault="002C6B4E" w:rsidP="000B7A04">
      <w:pPr>
        <w:pStyle w:val="SpecHeading4A"/>
        <w:numPr>
          <w:ilvl w:val="0"/>
          <w:numId w:val="10"/>
        </w:numPr>
        <w:rPr>
          <w:rFonts w:cs="Arial"/>
          <w:szCs w:val="22"/>
        </w:rPr>
      </w:pPr>
      <w:r w:rsidRPr="00A633A7">
        <w:rPr>
          <w:rFonts w:cs="Arial"/>
          <w:szCs w:val="22"/>
        </w:rPr>
        <w:t>OSHA 29</w:t>
      </w:r>
      <w:r w:rsidR="006B6DB9" w:rsidRPr="00A633A7">
        <w:rPr>
          <w:rFonts w:cs="Arial"/>
          <w:szCs w:val="22"/>
        </w:rPr>
        <w:t xml:space="preserve"> CFR 1910.14</w:t>
      </w:r>
      <w:r w:rsidRPr="00A633A7">
        <w:rPr>
          <w:rFonts w:cs="Arial"/>
          <w:szCs w:val="22"/>
        </w:rPr>
        <w:t>6</w:t>
      </w:r>
      <w:r w:rsidR="00B32788" w:rsidRPr="00A633A7">
        <w:rPr>
          <w:rFonts w:cs="Arial"/>
          <w:szCs w:val="22"/>
        </w:rPr>
        <w:t xml:space="preserve">, </w:t>
      </w:r>
      <w:r w:rsidR="007D7120" w:rsidRPr="00A633A7">
        <w:rPr>
          <w:rFonts w:cs="Arial"/>
          <w:szCs w:val="22"/>
        </w:rPr>
        <w:t>Occupational Safety and Health Standards, particularly Fla</w:t>
      </w:r>
      <w:r w:rsidRPr="00A633A7">
        <w:rPr>
          <w:rFonts w:cs="Arial"/>
          <w:szCs w:val="22"/>
        </w:rPr>
        <w:t>mmable and Combustible Liquids</w:t>
      </w:r>
      <w:r w:rsidR="00CE5C78" w:rsidRPr="00A633A7">
        <w:rPr>
          <w:rFonts w:cs="Arial"/>
          <w:szCs w:val="22"/>
        </w:rPr>
        <w:t xml:space="preserve"> </w:t>
      </w:r>
    </w:p>
    <w:p w14:paraId="3EA6C8B5" w14:textId="77777777" w:rsidR="00CE5C78" w:rsidRPr="00A633A7" w:rsidRDefault="00CE5C78" w:rsidP="00CE5C78"/>
    <w:p w14:paraId="1F6E935C" w14:textId="0F9DCA26" w:rsidR="00EA62B2" w:rsidRPr="00A633A7" w:rsidRDefault="0046794C" w:rsidP="00F60003">
      <w:pPr>
        <w:pStyle w:val="SpecHeading4A"/>
        <w:rPr>
          <w:rFonts w:cs="Arial"/>
          <w:szCs w:val="22"/>
        </w:rPr>
      </w:pPr>
      <w:r>
        <w:rPr>
          <w:rFonts w:cs="Arial"/>
          <w:szCs w:val="22"/>
        </w:rPr>
        <w:t>H</w:t>
      </w:r>
      <w:r w:rsidR="002C2A2C" w:rsidRPr="00A633A7">
        <w:rPr>
          <w:rFonts w:cs="Arial"/>
          <w:szCs w:val="22"/>
        </w:rPr>
        <w:t>.</w:t>
      </w:r>
      <w:r w:rsidR="007F7E3F" w:rsidRPr="00A633A7">
        <w:rPr>
          <w:rFonts w:cs="Arial"/>
          <w:szCs w:val="22"/>
        </w:rPr>
        <w:tab/>
      </w:r>
      <w:r w:rsidR="009B36C1" w:rsidRPr="00A633A7">
        <w:rPr>
          <w:rFonts w:cs="Arial"/>
          <w:szCs w:val="22"/>
        </w:rPr>
        <w:tab/>
      </w:r>
      <w:r w:rsidR="007F7E3F" w:rsidRPr="00A633A7">
        <w:rPr>
          <w:rFonts w:cs="Arial"/>
          <w:szCs w:val="22"/>
        </w:rPr>
        <w:t>PEI</w:t>
      </w:r>
      <w:r w:rsidR="00EA62B2" w:rsidRPr="00A633A7">
        <w:rPr>
          <w:rFonts w:cs="Arial"/>
          <w:szCs w:val="22"/>
        </w:rPr>
        <w:t xml:space="preserve"> - Petroleum Equipment Institute.</w:t>
      </w:r>
    </w:p>
    <w:p w14:paraId="7017EE76" w14:textId="77777777" w:rsidR="00566492" w:rsidRPr="00A633A7" w:rsidRDefault="00566492" w:rsidP="000B7A04">
      <w:pPr>
        <w:pStyle w:val="SpecHeading4A"/>
        <w:numPr>
          <w:ilvl w:val="0"/>
          <w:numId w:val="4"/>
        </w:numPr>
        <w:rPr>
          <w:rFonts w:cs="Arial"/>
          <w:szCs w:val="22"/>
          <w:lang w:val="en"/>
        </w:rPr>
      </w:pPr>
      <w:r w:rsidRPr="00A633A7">
        <w:rPr>
          <w:lang w:val="en"/>
        </w:rPr>
        <w:t>RP200, Recommended Practices for Installation of Aboveground Storage Systems for Motor Vehicle Fueling</w:t>
      </w:r>
    </w:p>
    <w:p w14:paraId="61240DFD" w14:textId="77777777" w:rsidR="00B32788" w:rsidRPr="00A633A7" w:rsidRDefault="00B32788" w:rsidP="00E735D8">
      <w:pPr>
        <w:pStyle w:val="SpecHeading4A"/>
        <w:rPr>
          <w:rFonts w:cs="Arial"/>
          <w:szCs w:val="22"/>
        </w:rPr>
      </w:pPr>
    </w:p>
    <w:p w14:paraId="3F399D1E" w14:textId="254DC9DC" w:rsidR="00277B70" w:rsidRPr="00A633A7" w:rsidRDefault="0046794C" w:rsidP="00E735D8">
      <w:pPr>
        <w:pStyle w:val="SpecHeading4A"/>
        <w:rPr>
          <w:rFonts w:cs="Arial"/>
          <w:szCs w:val="22"/>
        </w:rPr>
      </w:pPr>
      <w:r>
        <w:rPr>
          <w:rFonts w:cs="Arial"/>
          <w:szCs w:val="22"/>
        </w:rPr>
        <w:t>I</w:t>
      </w:r>
      <w:r w:rsidR="00B32788" w:rsidRPr="00A633A7">
        <w:rPr>
          <w:rFonts w:cs="Arial"/>
          <w:szCs w:val="22"/>
        </w:rPr>
        <w:t>.</w:t>
      </w:r>
      <w:r w:rsidR="00B32788" w:rsidRPr="00A633A7">
        <w:rPr>
          <w:rFonts w:cs="Arial"/>
          <w:szCs w:val="22"/>
        </w:rPr>
        <w:tab/>
      </w:r>
      <w:r w:rsidR="003D6A62" w:rsidRPr="00A633A7">
        <w:rPr>
          <w:rFonts w:cs="Arial"/>
          <w:szCs w:val="22"/>
        </w:rPr>
        <w:t xml:space="preserve">SSPC - </w:t>
      </w:r>
      <w:r w:rsidR="00277B70" w:rsidRPr="00A633A7">
        <w:rPr>
          <w:rFonts w:cs="Arial"/>
          <w:szCs w:val="22"/>
        </w:rPr>
        <w:t>Steel Structures Painting Council/</w:t>
      </w:r>
      <w:r w:rsidR="002C2A2C" w:rsidRPr="00A633A7">
        <w:rPr>
          <w:rFonts w:cs="Arial"/>
          <w:szCs w:val="22"/>
        </w:rPr>
        <w:t xml:space="preserve">NACE - </w:t>
      </w:r>
      <w:r w:rsidR="00277B70" w:rsidRPr="00A633A7">
        <w:rPr>
          <w:rFonts w:cs="Arial"/>
          <w:szCs w:val="22"/>
        </w:rPr>
        <w:t>National Association of Corrosion Engineers.</w:t>
      </w:r>
    </w:p>
    <w:p w14:paraId="204D6B8E" w14:textId="77777777" w:rsidR="00891696" w:rsidRPr="00A633A7" w:rsidRDefault="00891696" w:rsidP="000B7A04">
      <w:pPr>
        <w:pStyle w:val="SpecHeading4A"/>
        <w:numPr>
          <w:ilvl w:val="0"/>
          <w:numId w:val="4"/>
        </w:numPr>
        <w:rPr>
          <w:rFonts w:cs="Arial"/>
          <w:szCs w:val="22"/>
        </w:rPr>
      </w:pPr>
      <w:r w:rsidRPr="00A633A7">
        <w:rPr>
          <w:rFonts w:cs="Arial"/>
          <w:szCs w:val="22"/>
        </w:rPr>
        <w:t>SSPC-SP 6/NACE No.</w:t>
      </w:r>
      <w:r w:rsidR="00FC123B" w:rsidRPr="00A633A7">
        <w:rPr>
          <w:rFonts w:cs="Arial"/>
          <w:szCs w:val="22"/>
        </w:rPr>
        <w:t xml:space="preserve"> 3, Commercial Blast Cleaning</w:t>
      </w:r>
    </w:p>
    <w:p w14:paraId="5523F064" w14:textId="77777777" w:rsidR="00E14F34" w:rsidRPr="00A633A7" w:rsidRDefault="00E14F34" w:rsidP="000B7A04">
      <w:pPr>
        <w:numPr>
          <w:ilvl w:val="0"/>
          <w:numId w:val="4"/>
        </w:numPr>
      </w:pPr>
      <w:r w:rsidRPr="00A633A7">
        <w:t>SSPC-SP 10/NACE No. 2, Near-White Blast Cleanin</w:t>
      </w:r>
      <w:r w:rsidR="006D431E" w:rsidRPr="00A633A7">
        <w:t>g</w:t>
      </w:r>
    </w:p>
    <w:p w14:paraId="5ECA02F2" w14:textId="77777777" w:rsidR="00277B70" w:rsidRPr="00A633A7" w:rsidRDefault="00277B70" w:rsidP="00277B70"/>
    <w:p w14:paraId="109079B9" w14:textId="75DF8D6C" w:rsidR="00FC123B" w:rsidRPr="00A633A7" w:rsidRDefault="0046794C" w:rsidP="00F60003">
      <w:pPr>
        <w:pStyle w:val="SpecHeading4A"/>
        <w:rPr>
          <w:rFonts w:cs="Arial"/>
          <w:szCs w:val="22"/>
        </w:rPr>
      </w:pPr>
      <w:r>
        <w:rPr>
          <w:rFonts w:cs="Arial"/>
          <w:szCs w:val="22"/>
        </w:rPr>
        <w:t>J</w:t>
      </w:r>
      <w:r w:rsidR="00B32788" w:rsidRPr="00A633A7">
        <w:rPr>
          <w:rFonts w:cs="Arial"/>
          <w:szCs w:val="22"/>
        </w:rPr>
        <w:t>.</w:t>
      </w:r>
      <w:r w:rsidR="00B32788" w:rsidRPr="00A633A7">
        <w:rPr>
          <w:rFonts w:cs="Arial"/>
          <w:szCs w:val="22"/>
        </w:rPr>
        <w:tab/>
      </w:r>
      <w:r w:rsidR="009B36C1" w:rsidRPr="00A633A7">
        <w:rPr>
          <w:rFonts w:cs="Arial"/>
          <w:szCs w:val="22"/>
        </w:rPr>
        <w:tab/>
      </w:r>
      <w:r w:rsidR="00413F6F" w:rsidRPr="00A633A7">
        <w:rPr>
          <w:rFonts w:cs="Arial"/>
          <w:szCs w:val="22"/>
        </w:rPr>
        <w:t>UL</w:t>
      </w:r>
      <w:r w:rsidR="000813AB" w:rsidRPr="00A633A7">
        <w:rPr>
          <w:rFonts w:cs="Arial"/>
          <w:szCs w:val="22"/>
        </w:rPr>
        <w:t xml:space="preserve"> - Underwriters Laboratories, </w:t>
      </w:r>
      <w:r w:rsidR="00B32788" w:rsidRPr="00A633A7">
        <w:rPr>
          <w:rFonts w:cs="Arial"/>
          <w:szCs w:val="22"/>
        </w:rPr>
        <w:t>Inc.</w:t>
      </w:r>
    </w:p>
    <w:p w14:paraId="119A77F1" w14:textId="77777777" w:rsidR="00FC123B" w:rsidRPr="00A633A7" w:rsidRDefault="00681260" w:rsidP="000B7A04">
      <w:pPr>
        <w:numPr>
          <w:ilvl w:val="0"/>
          <w:numId w:val="4"/>
        </w:numPr>
        <w:rPr>
          <w:rFonts w:cs="Arial"/>
          <w:szCs w:val="22"/>
        </w:rPr>
      </w:pPr>
      <w:r w:rsidRPr="00A633A7">
        <w:rPr>
          <w:rFonts w:cs="Arial"/>
          <w:szCs w:val="22"/>
        </w:rPr>
        <w:t>UL 142</w:t>
      </w:r>
      <w:r w:rsidR="00C236DA" w:rsidRPr="00A633A7">
        <w:rPr>
          <w:rFonts w:cs="Arial"/>
          <w:szCs w:val="22"/>
        </w:rPr>
        <w:t xml:space="preserve"> - </w:t>
      </w:r>
      <w:r w:rsidRPr="00A633A7">
        <w:rPr>
          <w:rFonts w:cs="Arial"/>
          <w:szCs w:val="22"/>
        </w:rPr>
        <w:t>Steel Aboveground Tanks for Flammable and Combustible Liquids</w:t>
      </w:r>
    </w:p>
    <w:p w14:paraId="6DF801D5" w14:textId="5FAB31B6" w:rsidR="00FC123B" w:rsidRDefault="00FC123B" w:rsidP="00FC123B">
      <w:pPr>
        <w:rPr>
          <w:rFonts w:cs="Arial"/>
          <w:szCs w:val="22"/>
        </w:rPr>
      </w:pPr>
    </w:p>
    <w:p w14:paraId="459F083B" w14:textId="010B959B" w:rsidR="005812B2" w:rsidRDefault="005812B2" w:rsidP="00FC123B">
      <w:pPr>
        <w:rPr>
          <w:rFonts w:cs="Arial"/>
          <w:szCs w:val="22"/>
        </w:rPr>
      </w:pPr>
    </w:p>
    <w:p w14:paraId="34770A71" w14:textId="77777777" w:rsidR="005812B2" w:rsidRPr="00A633A7" w:rsidRDefault="005812B2" w:rsidP="00FC123B">
      <w:pPr>
        <w:rPr>
          <w:rFonts w:cs="Arial"/>
          <w:szCs w:val="22"/>
        </w:rPr>
      </w:pPr>
    </w:p>
    <w:p w14:paraId="5E6B4BCD" w14:textId="14B7DDC8" w:rsidR="00277B70" w:rsidRPr="00A633A7" w:rsidRDefault="0046794C" w:rsidP="00F60003">
      <w:pPr>
        <w:pStyle w:val="SpecHeading4A"/>
        <w:rPr>
          <w:rFonts w:cs="Arial"/>
          <w:szCs w:val="22"/>
        </w:rPr>
      </w:pPr>
      <w:r>
        <w:rPr>
          <w:rFonts w:cs="Arial"/>
          <w:szCs w:val="22"/>
        </w:rPr>
        <w:t>K</w:t>
      </w:r>
      <w:r w:rsidR="00413F6F" w:rsidRPr="00A633A7">
        <w:rPr>
          <w:rFonts w:cs="Arial"/>
          <w:szCs w:val="22"/>
        </w:rPr>
        <w:t>.</w:t>
      </w:r>
      <w:r w:rsidR="00413F6F" w:rsidRPr="00A633A7">
        <w:rPr>
          <w:rFonts w:cs="Arial"/>
          <w:szCs w:val="22"/>
        </w:rPr>
        <w:tab/>
      </w:r>
      <w:r w:rsidR="00413F6F" w:rsidRPr="00A633A7">
        <w:rPr>
          <w:rFonts w:cs="Arial"/>
          <w:szCs w:val="22"/>
        </w:rPr>
        <w:tab/>
        <w:t>U.S. Code of Federal Regulations (CFR) Title 33 and Title 40</w:t>
      </w:r>
    </w:p>
    <w:p w14:paraId="5547E863" w14:textId="77777777" w:rsidR="00277B70" w:rsidRPr="00A633A7" w:rsidRDefault="00C21515" w:rsidP="000B7A04">
      <w:pPr>
        <w:numPr>
          <w:ilvl w:val="0"/>
          <w:numId w:val="11"/>
        </w:numPr>
      </w:pPr>
      <w:r w:rsidRPr="00A633A7">
        <w:t xml:space="preserve">Oil Pollution Act </w:t>
      </w:r>
      <w:r w:rsidR="00277B70" w:rsidRPr="00A633A7">
        <w:t xml:space="preserve">(Title 33 U.S.C. 2701 ET SEQ.; 104 </w:t>
      </w:r>
      <w:r w:rsidR="000D6A36" w:rsidRPr="00A633A7">
        <w:t>S</w:t>
      </w:r>
      <w:r w:rsidR="00277B70" w:rsidRPr="00A633A7">
        <w:t>TAT. 484</w:t>
      </w:r>
      <w:r w:rsidR="00D123E6" w:rsidRPr="00A633A7">
        <w:t>)</w:t>
      </w:r>
    </w:p>
    <w:p w14:paraId="42AB13E7" w14:textId="77777777" w:rsidR="002C2A2C" w:rsidRPr="00A633A7" w:rsidRDefault="00C21515" w:rsidP="000B7A04">
      <w:pPr>
        <w:numPr>
          <w:ilvl w:val="0"/>
          <w:numId w:val="11"/>
        </w:numPr>
      </w:pPr>
      <w:r w:rsidRPr="00A633A7">
        <w:lastRenderedPageBreak/>
        <w:t>Clean Water Act (Title 40 Effluent Guidelines and Standards)</w:t>
      </w:r>
    </w:p>
    <w:p w14:paraId="38275B03" w14:textId="77777777" w:rsidR="00413F6F" w:rsidRPr="00A633A7" w:rsidRDefault="00413F6F" w:rsidP="00413F6F">
      <w:pPr>
        <w:rPr>
          <w:rFonts w:cs="Arial"/>
          <w:szCs w:val="22"/>
        </w:rPr>
      </w:pPr>
    </w:p>
    <w:p w14:paraId="58DB509D" w14:textId="365D76FB" w:rsidR="002C2A2C" w:rsidRPr="00A633A7" w:rsidRDefault="0046794C" w:rsidP="002C2A2C">
      <w:pPr>
        <w:pStyle w:val="SpecHeading4A"/>
        <w:rPr>
          <w:rFonts w:cs="Arial"/>
          <w:szCs w:val="22"/>
        </w:rPr>
      </w:pPr>
      <w:r>
        <w:rPr>
          <w:rFonts w:cs="Arial"/>
          <w:szCs w:val="22"/>
        </w:rPr>
        <w:t>L</w:t>
      </w:r>
      <w:r w:rsidR="002C2A2C" w:rsidRPr="00A633A7">
        <w:rPr>
          <w:rFonts w:cs="Arial"/>
          <w:szCs w:val="22"/>
        </w:rPr>
        <w:t>.</w:t>
      </w:r>
      <w:r w:rsidR="002C2A2C" w:rsidRPr="00A633A7">
        <w:rPr>
          <w:rFonts w:cs="Arial"/>
          <w:szCs w:val="22"/>
        </w:rPr>
        <w:tab/>
        <w:t>U.S. EPA - United States Environmental Protection Agency</w:t>
      </w:r>
    </w:p>
    <w:p w14:paraId="70B07EA9" w14:textId="77777777" w:rsidR="00EC6BC1" w:rsidRPr="00A633A7" w:rsidRDefault="002C2A2C" w:rsidP="0062789C">
      <w:pPr>
        <w:pStyle w:val="SpecHeading4A"/>
        <w:numPr>
          <w:ilvl w:val="0"/>
          <w:numId w:val="17"/>
        </w:numPr>
        <w:rPr>
          <w:rFonts w:cs="Arial"/>
          <w:szCs w:val="22"/>
        </w:rPr>
      </w:pPr>
      <w:r w:rsidRPr="00A633A7">
        <w:rPr>
          <w:rFonts w:cs="Arial"/>
          <w:szCs w:val="22"/>
        </w:rPr>
        <w:t xml:space="preserve">EPA </w:t>
      </w:r>
      <w:r w:rsidR="00C236DA" w:rsidRPr="00A633A7">
        <w:rPr>
          <w:rFonts w:cs="Arial"/>
          <w:szCs w:val="22"/>
        </w:rPr>
        <w:t xml:space="preserve">Test Method 1664A - </w:t>
      </w:r>
      <w:r w:rsidR="00413F6F" w:rsidRPr="00A633A7">
        <w:rPr>
          <w:rFonts w:cs="Arial"/>
          <w:szCs w:val="22"/>
        </w:rPr>
        <w:t>Oil and Grease Recoverable Extraction</w:t>
      </w:r>
    </w:p>
    <w:p w14:paraId="3DF7FB40" w14:textId="77777777" w:rsidR="00B66AC5" w:rsidRPr="00A633A7" w:rsidRDefault="00B66AC5" w:rsidP="00B66AC5"/>
    <w:p w14:paraId="6D6EA8C7" w14:textId="2FC10491" w:rsidR="00B66AC5" w:rsidRPr="00A633A7" w:rsidRDefault="0046794C" w:rsidP="00B66AC5">
      <w:pPr>
        <w:pStyle w:val="SpecHeading4A"/>
      </w:pPr>
      <w:r>
        <w:t>M</w:t>
      </w:r>
      <w:r w:rsidR="00B66AC5" w:rsidRPr="00A633A7">
        <w:t>.</w:t>
      </w:r>
      <w:r w:rsidR="00B66AC5" w:rsidRPr="00A633A7">
        <w:tab/>
      </w:r>
      <w:r w:rsidR="00B66AC5" w:rsidRPr="00A633A7">
        <w:tab/>
        <w:t>Applicable state and local regulations and ordinances.</w:t>
      </w:r>
    </w:p>
    <w:p w14:paraId="494DD506" w14:textId="77777777" w:rsidR="002C2A2C" w:rsidRPr="00A633A7" w:rsidRDefault="002C2A2C" w:rsidP="002C2A2C"/>
    <w:p w14:paraId="49F23566" w14:textId="77777777" w:rsidR="00EC6BC1" w:rsidRPr="00A633A7" w:rsidRDefault="000D5BB3" w:rsidP="00EC6BC1">
      <w:pPr>
        <w:pStyle w:val="SpecSpecifierNotes0"/>
        <w:rPr>
          <w:rFonts w:cs="Arial"/>
          <w:szCs w:val="22"/>
        </w:rPr>
      </w:pPr>
      <w:r w:rsidRPr="00A633A7">
        <w:rPr>
          <w:rFonts w:cs="Arial"/>
          <w:szCs w:val="22"/>
        </w:rPr>
        <w:t xml:space="preserve">Specifier Notes:  </w:t>
      </w:r>
      <w:r w:rsidR="00EC6BC1" w:rsidRPr="00A633A7">
        <w:rPr>
          <w:rFonts w:cs="Arial"/>
          <w:szCs w:val="22"/>
        </w:rPr>
        <w:t>In case of differences between building codes, state laws, local ordinances, utility company regulations, and contract documents, th</w:t>
      </w:r>
      <w:r w:rsidRPr="00A633A7">
        <w:rPr>
          <w:rFonts w:cs="Arial"/>
          <w:szCs w:val="22"/>
        </w:rPr>
        <w:t>e most stringent shall govern.</w:t>
      </w:r>
      <w:r w:rsidR="005762FB" w:rsidRPr="00A633A7">
        <w:rPr>
          <w:rFonts w:cs="Arial"/>
          <w:szCs w:val="22"/>
        </w:rPr>
        <w:t xml:space="preserve"> </w:t>
      </w:r>
      <w:r w:rsidR="00EC6BC1" w:rsidRPr="00A633A7">
        <w:rPr>
          <w:rFonts w:cs="Arial"/>
          <w:szCs w:val="22"/>
        </w:rPr>
        <w:t>The codes and standards listed are the</w:t>
      </w:r>
      <w:r w:rsidRPr="00A633A7">
        <w:rPr>
          <w:rFonts w:cs="Arial"/>
          <w:szCs w:val="22"/>
        </w:rPr>
        <w:t xml:space="preserve"> latest as of this publication.</w:t>
      </w:r>
      <w:r w:rsidR="005762FB" w:rsidRPr="00A633A7">
        <w:rPr>
          <w:rFonts w:cs="Arial"/>
          <w:szCs w:val="22"/>
        </w:rPr>
        <w:t xml:space="preserve"> </w:t>
      </w:r>
      <w:r w:rsidR="00EC6BC1" w:rsidRPr="00A633A7">
        <w:rPr>
          <w:rFonts w:cs="Arial"/>
          <w:szCs w:val="22"/>
        </w:rPr>
        <w:t>Codes and stand</w:t>
      </w:r>
      <w:r w:rsidRPr="00A633A7">
        <w:rPr>
          <w:rFonts w:cs="Arial"/>
          <w:szCs w:val="22"/>
        </w:rPr>
        <w:t>ards are continuously updated.</w:t>
      </w:r>
      <w:r w:rsidR="00E81A75" w:rsidRPr="00A633A7">
        <w:rPr>
          <w:rFonts w:cs="Arial"/>
          <w:szCs w:val="22"/>
        </w:rPr>
        <w:t xml:space="preserve"> </w:t>
      </w:r>
      <w:r w:rsidR="00EC6BC1" w:rsidRPr="00A633A7">
        <w:rPr>
          <w:rFonts w:cs="Arial"/>
          <w:szCs w:val="22"/>
        </w:rPr>
        <w:t>The Contractor shall confirm the construction standard edition enforced by the authority having jurisdiction.</w:t>
      </w:r>
    </w:p>
    <w:p w14:paraId="6BF76B4F" w14:textId="77777777" w:rsidR="007F7E3F" w:rsidRPr="00A633A7" w:rsidRDefault="007F7E3F">
      <w:pPr>
        <w:rPr>
          <w:rFonts w:cs="Arial"/>
          <w:szCs w:val="22"/>
        </w:rPr>
      </w:pPr>
    </w:p>
    <w:p w14:paraId="0DDCAD10" w14:textId="77777777" w:rsidR="007F7E3F" w:rsidRPr="00A633A7" w:rsidRDefault="007F7E3F">
      <w:pPr>
        <w:pStyle w:val="SpecHeading311"/>
        <w:rPr>
          <w:rFonts w:cs="Arial"/>
          <w:szCs w:val="22"/>
        </w:rPr>
      </w:pPr>
      <w:r w:rsidRPr="00A633A7">
        <w:rPr>
          <w:rFonts w:cs="Arial"/>
          <w:szCs w:val="22"/>
        </w:rPr>
        <w:t>1.4</w:t>
      </w:r>
      <w:r w:rsidRPr="00A633A7">
        <w:rPr>
          <w:rFonts w:cs="Arial"/>
          <w:szCs w:val="22"/>
        </w:rPr>
        <w:tab/>
        <w:t>SUBMITTALS</w:t>
      </w:r>
    </w:p>
    <w:p w14:paraId="65E7FFEC" w14:textId="77777777" w:rsidR="007F7E3F" w:rsidRPr="00A633A7" w:rsidRDefault="007F7E3F">
      <w:pPr>
        <w:rPr>
          <w:rFonts w:cs="Arial"/>
          <w:szCs w:val="22"/>
        </w:rPr>
      </w:pPr>
    </w:p>
    <w:p w14:paraId="1051FB05" w14:textId="77777777" w:rsidR="007F7E3F" w:rsidRPr="00A633A7" w:rsidRDefault="007F7E3F">
      <w:pPr>
        <w:pStyle w:val="SpecSpecifierNotes0"/>
        <w:rPr>
          <w:rFonts w:cs="Arial"/>
          <w:szCs w:val="22"/>
        </w:rPr>
      </w:pPr>
      <w:r w:rsidRPr="00A633A7">
        <w:rPr>
          <w:rFonts w:cs="Arial"/>
          <w:szCs w:val="22"/>
        </w:rPr>
        <w:t>Specifier Notes:  Edit submittal requirements as required. Delete submittals not required.</w:t>
      </w:r>
    </w:p>
    <w:p w14:paraId="3417B314" w14:textId="77777777" w:rsidR="007F7E3F" w:rsidRPr="00A633A7" w:rsidRDefault="007F7E3F">
      <w:pPr>
        <w:rPr>
          <w:rFonts w:cs="Arial"/>
          <w:szCs w:val="22"/>
        </w:rPr>
      </w:pPr>
    </w:p>
    <w:p w14:paraId="0C3DCBF4" w14:textId="77777777" w:rsidR="00334BF7"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00F86AAD" w:rsidRPr="00A633A7">
        <w:rPr>
          <w:rFonts w:cs="Arial"/>
        </w:rPr>
        <w:t xml:space="preserve">Comply with Section 01 33 00 - </w:t>
      </w:r>
      <w:r w:rsidRPr="00A633A7">
        <w:rPr>
          <w:rFonts w:cs="Arial"/>
        </w:rPr>
        <w:t>Submittal Procedures.</w:t>
      </w:r>
    </w:p>
    <w:p w14:paraId="39C60045" w14:textId="77777777" w:rsidR="00334BF7" w:rsidRPr="00A633A7" w:rsidRDefault="00334BF7" w:rsidP="00D84663">
      <w:pPr>
        <w:pStyle w:val="SpecHeading4A"/>
        <w:rPr>
          <w:rFonts w:cs="Arial"/>
        </w:rPr>
      </w:pPr>
    </w:p>
    <w:p w14:paraId="7C052C7B" w14:textId="77777777" w:rsidR="00334BF7"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000D5BB3" w:rsidRPr="00A633A7">
        <w:rPr>
          <w:rFonts w:cs="Arial"/>
        </w:rPr>
        <w:t xml:space="preserve">Shop Drawings: </w:t>
      </w:r>
      <w:r w:rsidR="00334BF7" w:rsidRPr="00A633A7">
        <w:rPr>
          <w:rFonts w:cs="Arial"/>
        </w:rPr>
        <w:t xml:space="preserve">Submit shop </w:t>
      </w:r>
      <w:r w:rsidR="00A160F0" w:rsidRPr="00A633A7">
        <w:rPr>
          <w:rFonts w:cs="Arial"/>
        </w:rPr>
        <w:t>drawings of</w:t>
      </w:r>
      <w:r w:rsidR="004A24EF" w:rsidRPr="00A633A7">
        <w:rPr>
          <w:rFonts w:cs="Arial"/>
        </w:rPr>
        <w:t xml:space="preserve"> the </w:t>
      </w:r>
      <w:r w:rsidR="001A314F" w:rsidRPr="00A633A7">
        <w:rPr>
          <w:rFonts w:cs="Arial"/>
        </w:rPr>
        <w:t xml:space="preserve">coalescing </w:t>
      </w:r>
      <w:r w:rsidR="004A24EF" w:rsidRPr="00A633A7">
        <w:rPr>
          <w:rFonts w:cs="Arial"/>
        </w:rPr>
        <w:t>oil/water separator</w:t>
      </w:r>
      <w:r w:rsidR="007C64C4" w:rsidRPr="00A633A7">
        <w:rPr>
          <w:rFonts w:cs="Arial"/>
        </w:rPr>
        <w:t xml:space="preserve">(s) by the </w:t>
      </w:r>
      <w:r w:rsidR="00334BF7" w:rsidRPr="00A633A7">
        <w:rPr>
          <w:rFonts w:cs="Arial"/>
        </w:rPr>
        <w:t xml:space="preserve">manufacturer showing </w:t>
      </w:r>
      <w:r w:rsidR="00334BF7" w:rsidRPr="00A633A7">
        <w:rPr>
          <w:rFonts w:eastAsia="MS Mincho" w:cs="Arial"/>
        </w:rPr>
        <w:t>principal dimensions and location of all fittings.</w:t>
      </w:r>
    </w:p>
    <w:p w14:paraId="6D886D95" w14:textId="77777777" w:rsidR="00334BF7" w:rsidRPr="00A633A7" w:rsidRDefault="00334BF7" w:rsidP="00D84663">
      <w:pPr>
        <w:pStyle w:val="SpecHeading4A"/>
        <w:rPr>
          <w:rFonts w:cs="Arial"/>
        </w:rPr>
      </w:pPr>
    </w:p>
    <w:p w14:paraId="25E0D38F" w14:textId="77777777" w:rsidR="00B66AC5" w:rsidRPr="00A633A7" w:rsidRDefault="009B36C1" w:rsidP="005762FB">
      <w:pPr>
        <w:pStyle w:val="SpecHeading4A"/>
        <w:rPr>
          <w:rFonts w:cs="Arial"/>
        </w:rPr>
      </w:pPr>
      <w:r w:rsidRPr="00A633A7">
        <w:rPr>
          <w:rFonts w:cs="Arial"/>
        </w:rPr>
        <w:t>C.</w:t>
      </w:r>
      <w:r w:rsidRPr="00A633A7">
        <w:rPr>
          <w:rFonts w:cs="Arial"/>
        </w:rPr>
        <w:tab/>
      </w:r>
      <w:r w:rsidRPr="00A633A7">
        <w:rPr>
          <w:rFonts w:cs="Arial"/>
        </w:rPr>
        <w:tab/>
      </w:r>
      <w:r w:rsidR="000D5BB3" w:rsidRPr="00A633A7">
        <w:rPr>
          <w:rFonts w:cs="Arial"/>
        </w:rPr>
        <w:t xml:space="preserve">Product Data: </w:t>
      </w:r>
      <w:r w:rsidR="007F7E3F" w:rsidRPr="00A633A7">
        <w:rPr>
          <w:rFonts w:cs="Arial"/>
        </w:rPr>
        <w:t>Submit manufacturer’s product data, including</w:t>
      </w:r>
      <w:r w:rsidR="00B66AC5" w:rsidRPr="00A633A7">
        <w:rPr>
          <w:rFonts w:cs="Arial"/>
        </w:rPr>
        <w:t>:</w:t>
      </w:r>
    </w:p>
    <w:p w14:paraId="3D20D41D" w14:textId="77777777" w:rsidR="005762FB" w:rsidRPr="00A633A7" w:rsidRDefault="00B66AC5" w:rsidP="00B66AC5">
      <w:pPr>
        <w:pStyle w:val="SpecHeading4A"/>
        <w:rPr>
          <w:rFonts w:cs="Arial"/>
        </w:rPr>
      </w:pPr>
      <w:r w:rsidRPr="00A633A7">
        <w:rPr>
          <w:rFonts w:cs="Arial"/>
        </w:rPr>
        <w:tab/>
        <w:t xml:space="preserve">1.      Brochures/Catalogs specifically describing Cylindrical, Aboveground, </w:t>
      </w:r>
      <w:r w:rsidR="001275F6" w:rsidRPr="00A633A7">
        <w:rPr>
          <w:rFonts w:cs="Arial"/>
        </w:rPr>
        <w:t>Doub</w:t>
      </w:r>
      <w:r w:rsidRPr="00A633A7">
        <w:rPr>
          <w:rFonts w:cs="Arial"/>
        </w:rPr>
        <w:t xml:space="preserve">le-Walled Steel </w:t>
      </w:r>
    </w:p>
    <w:p w14:paraId="2F763B19" w14:textId="77777777" w:rsidR="00B66AC5" w:rsidRPr="00A633A7" w:rsidRDefault="005762FB" w:rsidP="00B66AC5">
      <w:pPr>
        <w:pStyle w:val="SpecHeading4A"/>
        <w:rPr>
          <w:rFonts w:cs="Arial"/>
        </w:rPr>
      </w:pPr>
      <w:r w:rsidRPr="00A633A7">
        <w:rPr>
          <w:rFonts w:cs="Arial"/>
        </w:rPr>
        <w:t xml:space="preserve">                  </w:t>
      </w:r>
      <w:r w:rsidR="00B66AC5" w:rsidRPr="00A633A7">
        <w:rPr>
          <w:rFonts w:cs="Arial"/>
        </w:rPr>
        <w:t>Oil/Water Separator(s).</w:t>
      </w:r>
    </w:p>
    <w:p w14:paraId="65C5EA66" w14:textId="77777777" w:rsidR="00B66AC5" w:rsidRPr="00A633A7" w:rsidRDefault="00B66AC5" w:rsidP="00B66AC5">
      <w:pPr>
        <w:pStyle w:val="SpecHeading4A"/>
        <w:rPr>
          <w:rFonts w:cs="Arial"/>
        </w:rPr>
      </w:pPr>
      <w:r w:rsidRPr="00A633A7">
        <w:rPr>
          <w:rFonts w:cs="Arial"/>
        </w:rPr>
        <w:tab/>
        <w:t>2.      Technical Data Sheets on compliant protective linings and coatings,</w:t>
      </w:r>
    </w:p>
    <w:p w14:paraId="74BE2D5C" w14:textId="77777777" w:rsidR="005762FB" w:rsidRPr="00A633A7" w:rsidRDefault="005762FB" w:rsidP="005762FB">
      <w:pPr>
        <w:pStyle w:val="SpecHeading4A"/>
        <w:rPr>
          <w:rFonts w:cs="Arial"/>
        </w:rPr>
      </w:pPr>
      <w:r w:rsidRPr="00A633A7">
        <w:rPr>
          <w:rFonts w:cs="Arial"/>
        </w:rPr>
        <w:tab/>
        <w:t xml:space="preserve">3.      </w:t>
      </w:r>
      <w:r w:rsidR="00B66AC5" w:rsidRPr="00A633A7">
        <w:rPr>
          <w:rFonts w:cs="Arial"/>
        </w:rPr>
        <w:t>Design Force Calculations for seismic, wind</w:t>
      </w:r>
      <w:r w:rsidR="00391A92">
        <w:rPr>
          <w:rFonts w:cs="Arial"/>
        </w:rPr>
        <w:t>,</w:t>
      </w:r>
      <w:r w:rsidR="00B66AC5" w:rsidRPr="00A633A7">
        <w:rPr>
          <w:rFonts w:cs="Arial"/>
        </w:rPr>
        <w:t xml:space="preserve"> and/or dead loads per </w:t>
      </w:r>
      <w:r w:rsidRPr="00A633A7">
        <w:rPr>
          <w:rFonts w:cs="Arial"/>
        </w:rPr>
        <w:t>code</w:t>
      </w:r>
      <w:r w:rsidR="00B66AC5" w:rsidRPr="00A633A7">
        <w:rPr>
          <w:rFonts w:cs="Arial"/>
        </w:rPr>
        <w:t xml:space="preserve"> or as adopted by </w:t>
      </w:r>
      <w:r w:rsidRPr="00A633A7">
        <w:rPr>
          <w:rFonts w:cs="Arial"/>
        </w:rPr>
        <w:t xml:space="preserve"> </w:t>
      </w:r>
    </w:p>
    <w:p w14:paraId="3EDF0840" w14:textId="77777777" w:rsidR="00B66AC5" w:rsidRPr="00A633A7" w:rsidRDefault="005762FB" w:rsidP="005762FB">
      <w:pPr>
        <w:pStyle w:val="SpecHeading4A"/>
        <w:rPr>
          <w:rFonts w:cs="Arial"/>
        </w:rPr>
      </w:pPr>
      <w:r w:rsidRPr="00A633A7">
        <w:rPr>
          <w:rFonts w:cs="Arial"/>
        </w:rPr>
        <w:tab/>
        <w:t xml:space="preserve">         </w:t>
      </w:r>
      <w:r w:rsidR="00B66AC5" w:rsidRPr="00A633A7">
        <w:rPr>
          <w:rFonts w:cs="Arial"/>
        </w:rPr>
        <w:t xml:space="preserve">the local </w:t>
      </w:r>
      <w:r w:rsidRPr="00A633A7">
        <w:rPr>
          <w:rFonts w:cs="Arial"/>
        </w:rPr>
        <w:t>authority</w:t>
      </w:r>
      <w:r w:rsidR="00391A92">
        <w:rPr>
          <w:rFonts w:cs="Arial"/>
        </w:rPr>
        <w:t xml:space="preserve"> (if applicable)</w:t>
      </w:r>
      <w:r w:rsidR="00B66AC5" w:rsidRPr="00A633A7">
        <w:rPr>
          <w:rFonts w:cs="Arial"/>
        </w:rPr>
        <w:t>.</w:t>
      </w:r>
    </w:p>
    <w:p w14:paraId="0D4C5366" w14:textId="77777777" w:rsidR="00334BF7" w:rsidRPr="00A633A7" w:rsidRDefault="005762FB" w:rsidP="005762FB">
      <w:pPr>
        <w:pStyle w:val="SpecHeading4A"/>
        <w:rPr>
          <w:rFonts w:cs="Arial"/>
        </w:rPr>
      </w:pPr>
      <w:r w:rsidRPr="00A633A7">
        <w:rPr>
          <w:rFonts w:cs="Arial"/>
        </w:rPr>
        <w:tab/>
        <w:t xml:space="preserve">4.      </w:t>
      </w:r>
      <w:r w:rsidR="00B66AC5" w:rsidRPr="00A633A7">
        <w:rPr>
          <w:rFonts w:cs="Arial"/>
        </w:rPr>
        <w:t>Installation, Operation</w:t>
      </w:r>
      <w:r w:rsidR="00FB31EF" w:rsidRPr="00A633A7">
        <w:rPr>
          <w:rFonts w:cs="Arial"/>
        </w:rPr>
        <w:t>,</w:t>
      </w:r>
      <w:r w:rsidR="00B66AC5" w:rsidRPr="00A633A7">
        <w:rPr>
          <w:rFonts w:cs="Arial"/>
        </w:rPr>
        <w:t xml:space="preserve"> and Maintenance instructions</w:t>
      </w:r>
      <w:r w:rsidR="007F7E3F" w:rsidRPr="00A633A7">
        <w:rPr>
          <w:rFonts w:cs="Arial"/>
        </w:rPr>
        <w:t>.</w:t>
      </w:r>
    </w:p>
    <w:p w14:paraId="442822DB" w14:textId="77777777" w:rsidR="00334BF7" w:rsidRPr="00A633A7" w:rsidRDefault="00334BF7" w:rsidP="00D84663">
      <w:pPr>
        <w:pStyle w:val="SpecHeading4A"/>
        <w:rPr>
          <w:rFonts w:cs="Arial"/>
        </w:rPr>
      </w:pPr>
    </w:p>
    <w:p w14:paraId="52CE0B3E" w14:textId="5AE6DB38" w:rsidR="00334BF7" w:rsidRPr="00A633A7" w:rsidRDefault="00334BF7" w:rsidP="00D84663">
      <w:pPr>
        <w:pStyle w:val="SpecHeading4A"/>
        <w:rPr>
          <w:rFonts w:cs="Arial"/>
        </w:rPr>
      </w:pPr>
      <w:r w:rsidRPr="00A633A7">
        <w:rPr>
          <w:rFonts w:cs="Arial"/>
        </w:rPr>
        <w:t xml:space="preserve">D. </w:t>
      </w:r>
      <w:r w:rsidRPr="00A633A7">
        <w:rPr>
          <w:rFonts w:cs="Arial"/>
        </w:rPr>
        <w:tab/>
      </w:r>
      <w:r w:rsidR="009B36C1" w:rsidRPr="00A633A7">
        <w:rPr>
          <w:rFonts w:cs="Arial"/>
        </w:rPr>
        <w:tab/>
      </w:r>
      <w:r w:rsidR="000D5BB3" w:rsidRPr="00A633A7">
        <w:rPr>
          <w:rFonts w:eastAsia="MS Mincho" w:cs="Arial"/>
        </w:rPr>
        <w:t xml:space="preserve">Quality Control: </w:t>
      </w:r>
      <w:r w:rsidRPr="00A633A7">
        <w:rPr>
          <w:rFonts w:eastAsia="MS Mincho" w:cs="Arial"/>
        </w:rPr>
        <w:t>Quality control</w:t>
      </w:r>
      <w:r w:rsidR="0046794C">
        <w:rPr>
          <w:rFonts w:eastAsia="MS Mincho" w:cs="Arial"/>
        </w:rPr>
        <w:t xml:space="preserve"> and</w:t>
      </w:r>
      <w:r w:rsidRPr="00A633A7">
        <w:rPr>
          <w:rFonts w:eastAsia="MS Mincho" w:cs="Arial"/>
        </w:rPr>
        <w:t xml:space="preserve"> inspection procedures shall be </w:t>
      </w:r>
      <w:r w:rsidR="0046794C">
        <w:rPr>
          <w:rFonts w:eastAsia="MS Mincho" w:cs="Arial"/>
        </w:rPr>
        <w:t xml:space="preserve">considered part of the submittal package. Quality control reports will be </w:t>
      </w:r>
      <w:r w:rsidR="003D6772">
        <w:rPr>
          <w:rFonts w:eastAsia="MS Mincho" w:cs="Arial"/>
        </w:rPr>
        <w:t>available after fabrication</w:t>
      </w:r>
      <w:r w:rsidRPr="00A633A7">
        <w:rPr>
          <w:rFonts w:eastAsia="MS Mincho" w:cs="Arial"/>
        </w:rPr>
        <w:t>.</w:t>
      </w:r>
    </w:p>
    <w:p w14:paraId="459221A4" w14:textId="77777777" w:rsidR="007F7E3F" w:rsidRPr="00A633A7" w:rsidRDefault="007F7E3F" w:rsidP="00D84663">
      <w:pPr>
        <w:pStyle w:val="SpecHeading4A"/>
        <w:rPr>
          <w:rFonts w:cs="Arial"/>
        </w:rPr>
      </w:pPr>
    </w:p>
    <w:p w14:paraId="12215B6F" w14:textId="77777777" w:rsidR="007F7E3F" w:rsidRPr="00A633A7" w:rsidRDefault="004E4BE1" w:rsidP="00D84663">
      <w:pPr>
        <w:pStyle w:val="SpecHeading4A"/>
        <w:rPr>
          <w:rFonts w:cs="Arial"/>
        </w:rPr>
      </w:pPr>
      <w:r w:rsidRPr="00A633A7">
        <w:rPr>
          <w:rFonts w:cs="Arial"/>
        </w:rPr>
        <w:t>E</w:t>
      </w:r>
      <w:r w:rsidR="007F7E3F" w:rsidRPr="00A633A7">
        <w:rPr>
          <w:rFonts w:cs="Arial"/>
        </w:rPr>
        <w:t>.</w:t>
      </w:r>
      <w:r w:rsidR="000D5BB3" w:rsidRPr="00A633A7">
        <w:rPr>
          <w:rFonts w:cs="Arial"/>
        </w:rPr>
        <w:tab/>
      </w:r>
      <w:r w:rsidR="009B36C1" w:rsidRPr="00A633A7">
        <w:rPr>
          <w:rFonts w:cs="Arial"/>
        </w:rPr>
        <w:tab/>
      </w:r>
      <w:r w:rsidR="000D5BB3" w:rsidRPr="00A633A7">
        <w:rPr>
          <w:rFonts w:cs="Arial"/>
        </w:rPr>
        <w:t xml:space="preserve">Manufacturer’s Certification: </w:t>
      </w:r>
      <w:r w:rsidR="007F7E3F" w:rsidRPr="00A633A7">
        <w:rPr>
          <w:rFonts w:cs="Arial"/>
        </w:rPr>
        <w:t xml:space="preserve">Submit manufacturer’s certification that </w:t>
      </w:r>
      <w:r w:rsidR="004A24EF" w:rsidRPr="00A633A7">
        <w:rPr>
          <w:rFonts w:cs="Arial"/>
        </w:rPr>
        <w:t>the coalescing oil/water separator</w:t>
      </w:r>
      <w:r w:rsidR="00EC6BC1" w:rsidRPr="00A633A7">
        <w:rPr>
          <w:rFonts w:cs="Arial"/>
        </w:rPr>
        <w:t xml:space="preserve">(s) </w:t>
      </w:r>
      <w:r w:rsidR="007F7E3F" w:rsidRPr="00A633A7">
        <w:rPr>
          <w:rFonts w:cs="Arial"/>
        </w:rPr>
        <w:t>comply with specified requirements and are suitable for intended application.</w:t>
      </w:r>
    </w:p>
    <w:p w14:paraId="24BD7669" w14:textId="77777777" w:rsidR="007F7E3F" w:rsidRPr="00A633A7" w:rsidRDefault="007F7E3F" w:rsidP="00D84663">
      <w:pPr>
        <w:pStyle w:val="SpecHeading4A"/>
        <w:rPr>
          <w:rFonts w:cs="Arial"/>
        </w:rPr>
      </w:pPr>
    </w:p>
    <w:p w14:paraId="13745FC2" w14:textId="77777777" w:rsidR="00C41AF0" w:rsidRPr="00A633A7" w:rsidRDefault="004E4BE1" w:rsidP="00C41AF0">
      <w:pPr>
        <w:pStyle w:val="SpecHeading4A"/>
        <w:rPr>
          <w:rFonts w:cs="Arial"/>
        </w:rPr>
      </w:pPr>
      <w:r w:rsidRPr="00A633A7">
        <w:rPr>
          <w:rFonts w:cs="Arial"/>
        </w:rPr>
        <w:t>F</w:t>
      </w:r>
      <w:r w:rsidR="000D5BB3" w:rsidRPr="00A633A7">
        <w:rPr>
          <w:rFonts w:cs="Arial"/>
        </w:rPr>
        <w:t>.</w:t>
      </w:r>
      <w:r w:rsidR="000D5BB3" w:rsidRPr="00A633A7">
        <w:rPr>
          <w:rFonts w:cs="Arial"/>
        </w:rPr>
        <w:tab/>
      </w:r>
      <w:r w:rsidR="009B36C1" w:rsidRPr="00A633A7">
        <w:rPr>
          <w:rFonts w:cs="Arial"/>
        </w:rPr>
        <w:tab/>
      </w:r>
      <w:r w:rsidR="000D5BB3" w:rsidRPr="00A633A7">
        <w:rPr>
          <w:rFonts w:cs="Arial"/>
        </w:rPr>
        <w:t xml:space="preserve">Warranty Documentation: </w:t>
      </w:r>
      <w:r w:rsidR="007F7E3F" w:rsidRPr="00A633A7">
        <w:rPr>
          <w:rFonts w:cs="Arial"/>
        </w:rPr>
        <w:t>Submit manufacturer’s standard warranty</w:t>
      </w:r>
      <w:r w:rsidR="00C41AF0" w:rsidRPr="00A633A7">
        <w:t>.</w:t>
      </w:r>
    </w:p>
    <w:p w14:paraId="728A3F22" w14:textId="77777777" w:rsidR="00334BF7" w:rsidRPr="00A633A7" w:rsidRDefault="00334BF7" w:rsidP="00334BF7">
      <w:pPr>
        <w:rPr>
          <w:rFonts w:cs="Arial"/>
          <w:szCs w:val="22"/>
        </w:rPr>
      </w:pPr>
    </w:p>
    <w:p w14:paraId="3CA4FB41" w14:textId="77777777" w:rsidR="00334BF7" w:rsidRPr="00A633A7" w:rsidRDefault="004E4BE1" w:rsidP="00334BF7">
      <w:pPr>
        <w:pStyle w:val="SpecSpecifierNotes0"/>
        <w:rPr>
          <w:rFonts w:cs="Arial"/>
          <w:szCs w:val="22"/>
        </w:rPr>
      </w:pPr>
      <w:r w:rsidRPr="00A633A7">
        <w:rPr>
          <w:rFonts w:cs="Arial"/>
          <w:szCs w:val="22"/>
        </w:rPr>
        <w:t xml:space="preserve">Specifier Notes:  </w:t>
      </w:r>
      <w:r w:rsidR="00334BF7" w:rsidRPr="00A633A7">
        <w:rPr>
          <w:rFonts w:eastAsia="MS Mincho" w:cs="Arial"/>
          <w:szCs w:val="22"/>
        </w:rPr>
        <w:t>There shall be a limit to the number of submittal</w:t>
      </w:r>
      <w:r w:rsidR="004A24EF" w:rsidRPr="00A633A7">
        <w:rPr>
          <w:rFonts w:eastAsia="MS Mincho" w:cs="Arial"/>
          <w:szCs w:val="22"/>
        </w:rPr>
        <w:t>s for the specified oil/water separator.</w:t>
      </w:r>
      <w:r w:rsidR="00D123E6" w:rsidRPr="00A633A7">
        <w:rPr>
          <w:rFonts w:eastAsia="MS Mincho" w:cs="Arial"/>
          <w:szCs w:val="22"/>
        </w:rPr>
        <w:t xml:space="preserve"> </w:t>
      </w:r>
      <w:r w:rsidR="004A24EF" w:rsidRPr="00A633A7">
        <w:rPr>
          <w:rFonts w:eastAsia="MS Mincho" w:cs="Arial"/>
          <w:szCs w:val="22"/>
        </w:rPr>
        <w:t>If the oil/water separator</w:t>
      </w:r>
      <w:r w:rsidR="00334BF7" w:rsidRPr="00A633A7">
        <w:rPr>
          <w:rFonts w:eastAsia="MS Mincho" w:cs="Arial"/>
          <w:szCs w:val="22"/>
        </w:rPr>
        <w:t xml:space="preserve"> is not “Approved” or “Approved as Noted” on the second submittal for approval, the engineer reserves the right to refuse further submittals from the same manufacturer and may require the contractor to submit for approval a different manufacturer’s product</w:t>
      </w:r>
      <w:r w:rsidR="00334BF7" w:rsidRPr="00A633A7">
        <w:rPr>
          <w:rFonts w:cs="Arial"/>
          <w:szCs w:val="22"/>
        </w:rPr>
        <w:t>.</w:t>
      </w:r>
    </w:p>
    <w:p w14:paraId="2047C8DA" w14:textId="55D84E31" w:rsidR="00334BF7" w:rsidRDefault="00334BF7">
      <w:pPr>
        <w:rPr>
          <w:rFonts w:cs="Arial"/>
          <w:szCs w:val="22"/>
        </w:rPr>
      </w:pPr>
    </w:p>
    <w:p w14:paraId="663C9B88" w14:textId="3E279DF4" w:rsidR="005812B2" w:rsidRDefault="005812B2">
      <w:pPr>
        <w:rPr>
          <w:rFonts w:cs="Arial"/>
          <w:szCs w:val="22"/>
        </w:rPr>
      </w:pPr>
    </w:p>
    <w:p w14:paraId="10E3628D" w14:textId="77777777" w:rsidR="005812B2" w:rsidRPr="00A633A7" w:rsidRDefault="005812B2">
      <w:pPr>
        <w:rPr>
          <w:rFonts w:cs="Arial"/>
          <w:szCs w:val="22"/>
        </w:rPr>
      </w:pPr>
    </w:p>
    <w:p w14:paraId="47B1A316" w14:textId="77777777" w:rsidR="00B7230C" w:rsidRDefault="00B7230C">
      <w:pPr>
        <w:pStyle w:val="SpecHeading311"/>
        <w:rPr>
          <w:rFonts w:cs="Arial"/>
          <w:szCs w:val="22"/>
        </w:rPr>
      </w:pPr>
    </w:p>
    <w:p w14:paraId="07F5BAE1" w14:textId="77777777" w:rsidR="007B3609" w:rsidRDefault="007B3609">
      <w:pPr>
        <w:pStyle w:val="SpecHeading311"/>
        <w:rPr>
          <w:rFonts w:cs="Arial"/>
          <w:szCs w:val="22"/>
        </w:rPr>
      </w:pPr>
    </w:p>
    <w:p w14:paraId="4DB6486E" w14:textId="77777777" w:rsidR="007B3609" w:rsidRDefault="007B3609">
      <w:pPr>
        <w:pStyle w:val="SpecHeading311"/>
        <w:rPr>
          <w:rFonts w:cs="Arial"/>
          <w:szCs w:val="22"/>
        </w:rPr>
      </w:pPr>
    </w:p>
    <w:p w14:paraId="7CF11DAC" w14:textId="790EF412" w:rsidR="007F7E3F" w:rsidRPr="00A633A7" w:rsidRDefault="007F7E3F">
      <w:pPr>
        <w:pStyle w:val="SpecHeading311"/>
        <w:rPr>
          <w:rFonts w:cs="Arial"/>
          <w:szCs w:val="22"/>
        </w:rPr>
      </w:pPr>
      <w:r w:rsidRPr="00A633A7">
        <w:rPr>
          <w:rFonts w:cs="Arial"/>
          <w:szCs w:val="22"/>
        </w:rPr>
        <w:lastRenderedPageBreak/>
        <w:t>1.5</w:t>
      </w:r>
      <w:r w:rsidRPr="00A633A7">
        <w:rPr>
          <w:rFonts w:cs="Arial"/>
          <w:szCs w:val="22"/>
        </w:rPr>
        <w:tab/>
        <w:t>QUALITY ASSURANCE</w:t>
      </w:r>
    </w:p>
    <w:p w14:paraId="490C3E74" w14:textId="77777777" w:rsidR="007F7E3F" w:rsidRPr="00A633A7" w:rsidRDefault="007F7E3F">
      <w:pPr>
        <w:rPr>
          <w:rFonts w:cs="Arial"/>
          <w:szCs w:val="22"/>
        </w:rPr>
      </w:pPr>
    </w:p>
    <w:p w14:paraId="75C4C26D" w14:textId="77777777" w:rsidR="007F7E3F" w:rsidRPr="00A633A7" w:rsidRDefault="007F7E3F" w:rsidP="00D84663">
      <w:pPr>
        <w:pStyle w:val="SpecHeading4A"/>
        <w:rPr>
          <w:rFonts w:cs="Arial"/>
        </w:rPr>
      </w:pPr>
      <w:r w:rsidRPr="00A633A7">
        <w:rPr>
          <w:rFonts w:cs="Arial"/>
        </w:rPr>
        <w:t>A.</w:t>
      </w:r>
      <w:r w:rsidRPr="00A633A7">
        <w:rPr>
          <w:rFonts w:cs="Arial"/>
        </w:rPr>
        <w:tab/>
      </w:r>
      <w:r w:rsidR="009B36C1" w:rsidRPr="00A633A7">
        <w:rPr>
          <w:rFonts w:cs="Arial"/>
        </w:rPr>
        <w:tab/>
      </w:r>
      <w:r w:rsidRPr="00A633A7">
        <w:rPr>
          <w:rFonts w:cs="Arial"/>
        </w:rPr>
        <w:t xml:space="preserve">Manufacturer’s Qualifications:  </w:t>
      </w:r>
    </w:p>
    <w:p w14:paraId="1863CB15" w14:textId="77777777" w:rsidR="00845778" w:rsidRPr="00A633A7" w:rsidRDefault="00845778" w:rsidP="00845778">
      <w:pPr>
        <w:pStyle w:val="SpecHeading4A"/>
        <w:ind w:left="1267"/>
        <w:rPr>
          <w:rFonts w:cs="Arial"/>
        </w:rPr>
      </w:pPr>
      <w:r w:rsidRPr="00A633A7">
        <w:rPr>
          <w:rFonts w:cs="Arial"/>
        </w:rPr>
        <w:t>1.</w:t>
      </w:r>
      <w:r w:rsidRPr="00A633A7">
        <w:rPr>
          <w:rFonts w:cs="Arial"/>
        </w:rPr>
        <w:tab/>
        <w:t>Manufacture</w:t>
      </w:r>
      <w:r w:rsidR="00911F97" w:rsidRPr="00A633A7">
        <w:rPr>
          <w:rFonts w:cs="Arial"/>
        </w:rPr>
        <w:t>r regularly engaged, for past 20</w:t>
      </w:r>
      <w:r w:rsidRPr="00A633A7">
        <w:rPr>
          <w:rFonts w:cs="Arial"/>
        </w:rPr>
        <w:t xml:space="preserve"> years, in manufacture of coalescing oil/water separator(s) of similar type to that specified.</w:t>
      </w:r>
      <w:r w:rsidR="00D123E6" w:rsidRPr="00A633A7">
        <w:rPr>
          <w:rFonts w:cs="Arial"/>
        </w:rPr>
        <w:t xml:space="preserve"> </w:t>
      </w:r>
      <w:r w:rsidR="009B0D0B" w:rsidRPr="00A633A7">
        <w:rPr>
          <w:rFonts w:cs="Arial"/>
        </w:rPr>
        <w:t xml:space="preserve">No subcontracting of </w:t>
      </w:r>
      <w:r w:rsidR="000F6048" w:rsidRPr="00A633A7">
        <w:rPr>
          <w:rFonts w:cs="Arial"/>
        </w:rPr>
        <w:t xml:space="preserve">oil/water separator(s) </w:t>
      </w:r>
      <w:r w:rsidR="009B0D0B" w:rsidRPr="00A633A7">
        <w:rPr>
          <w:rFonts w:cs="Arial"/>
        </w:rPr>
        <w:t>fabrication shall be permitted.</w:t>
      </w:r>
    </w:p>
    <w:p w14:paraId="4772A54B" w14:textId="77777777" w:rsidR="00FE2EF6" w:rsidRPr="00A633A7" w:rsidRDefault="00581D89" w:rsidP="00FE2EF6">
      <w:pPr>
        <w:pStyle w:val="SpecHeading4A"/>
        <w:ind w:left="1267"/>
        <w:rPr>
          <w:rFonts w:cs="Arial"/>
        </w:rPr>
      </w:pPr>
      <w:r w:rsidRPr="00A633A7">
        <w:rPr>
          <w:rFonts w:cs="Arial"/>
        </w:rPr>
        <w:t>2</w:t>
      </w:r>
      <w:r w:rsidR="00FB2AA7" w:rsidRPr="00A633A7">
        <w:rPr>
          <w:rFonts w:cs="Arial"/>
        </w:rPr>
        <w:t>.</w:t>
      </w:r>
      <w:r w:rsidR="00FB2AA7" w:rsidRPr="00A633A7">
        <w:rPr>
          <w:rFonts w:cs="Arial"/>
        </w:rPr>
        <w:tab/>
        <w:t xml:space="preserve">Manufacturer </w:t>
      </w:r>
      <w:r w:rsidR="009B0D0B" w:rsidRPr="00A633A7">
        <w:rPr>
          <w:rFonts w:cs="Arial"/>
        </w:rPr>
        <w:t>shall provide writte</w:t>
      </w:r>
      <w:r w:rsidR="00D36DE4" w:rsidRPr="00A633A7">
        <w:rPr>
          <w:rFonts w:cs="Arial"/>
        </w:rPr>
        <w:t>n documentation that the oil/water separator</w:t>
      </w:r>
      <w:r w:rsidR="009B0D0B" w:rsidRPr="00A633A7">
        <w:rPr>
          <w:rFonts w:cs="Arial"/>
        </w:rPr>
        <w:t xml:space="preserve"> was “Made in USA.”  The product must be "all or virtually</w:t>
      </w:r>
      <w:r w:rsidR="000E5D24" w:rsidRPr="00A633A7">
        <w:rPr>
          <w:rFonts w:cs="Arial"/>
        </w:rPr>
        <w:t xml:space="preserve"> all" fabricated</w:t>
      </w:r>
      <w:r w:rsidR="009B0D0B" w:rsidRPr="00A633A7">
        <w:rPr>
          <w:rFonts w:cs="Arial"/>
        </w:rPr>
        <w:t xml:space="preserve"> in the United States, including the </w:t>
      </w:r>
      <w:r w:rsidR="00B66AC5" w:rsidRPr="00A633A7">
        <w:rPr>
          <w:rFonts w:cs="Arial"/>
        </w:rPr>
        <w:t>fifty</w:t>
      </w:r>
      <w:r w:rsidR="009B0D0B" w:rsidRPr="00A633A7">
        <w:rPr>
          <w:rFonts w:cs="Arial"/>
        </w:rPr>
        <w:t xml:space="preserve"> states, the District of Columbia, and the U.S. territories and possessions.</w:t>
      </w:r>
    </w:p>
    <w:p w14:paraId="143BFEB9" w14:textId="77777777" w:rsidR="00FE2EF6" w:rsidRPr="00A633A7" w:rsidRDefault="00FE2EF6" w:rsidP="00FE2EF6">
      <w:pPr>
        <w:pStyle w:val="SpecHeading4A"/>
        <w:ind w:left="1267"/>
        <w:rPr>
          <w:rFonts w:cs="Arial"/>
        </w:rPr>
      </w:pPr>
      <w:r w:rsidRPr="00A633A7">
        <w:rPr>
          <w:rFonts w:cs="Arial"/>
        </w:rPr>
        <w:t>3.</w:t>
      </w:r>
      <w:r w:rsidRPr="00A633A7">
        <w:rPr>
          <w:rFonts w:cs="Arial"/>
        </w:rPr>
        <w:tab/>
        <w:t>Verification and Inspection:</w:t>
      </w:r>
    </w:p>
    <w:p w14:paraId="5CA7B5D4" w14:textId="77777777" w:rsidR="00FE2EF6" w:rsidRPr="00A633A7" w:rsidRDefault="00FE2EF6" w:rsidP="000B7A04">
      <w:pPr>
        <w:numPr>
          <w:ilvl w:val="1"/>
          <w:numId w:val="7"/>
        </w:numPr>
      </w:pPr>
      <w:r w:rsidRPr="00A633A7">
        <w:t>Manufacturer shall permit scheduled plant inspections for:</w:t>
      </w:r>
    </w:p>
    <w:p w14:paraId="28F76FD1" w14:textId="77777777" w:rsidR="00FE2EF6" w:rsidRPr="00A633A7" w:rsidRDefault="00FE2EF6" w:rsidP="000B7A04">
      <w:pPr>
        <w:numPr>
          <w:ilvl w:val="2"/>
          <w:numId w:val="7"/>
        </w:numPr>
      </w:pPr>
      <w:r w:rsidRPr="00A633A7">
        <w:rPr>
          <w:rFonts w:cs="Arial"/>
        </w:rPr>
        <w:t>Verification of manufacturing location.</w:t>
      </w:r>
    </w:p>
    <w:p w14:paraId="37896AAF" w14:textId="77777777" w:rsidR="00FE2EF6" w:rsidRPr="00A633A7" w:rsidRDefault="00FE2EF6" w:rsidP="000B7A04">
      <w:pPr>
        <w:numPr>
          <w:ilvl w:val="2"/>
          <w:numId w:val="7"/>
        </w:numPr>
      </w:pPr>
      <w:r w:rsidRPr="00A633A7">
        <w:rPr>
          <w:rFonts w:cs="Arial"/>
        </w:rPr>
        <w:t>Inspection during manufacturer’s welding operations.</w:t>
      </w:r>
    </w:p>
    <w:p w14:paraId="2DCE9989" w14:textId="77777777" w:rsidR="00FE2EF6" w:rsidRPr="00A633A7" w:rsidRDefault="00FE2EF6" w:rsidP="000B7A04">
      <w:pPr>
        <w:numPr>
          <w:ilvl w:val="2"/>
          <w:numId w:val="7"/>
        </w:numPr>
      </w:pPr>
      <w:r w:rsidRPr="00A633A7">
        <w:rPr>
          <w:rFonts w:cs="Arial"/>
        </w:rPr>
        <w:t>Inspection during manufacturer’s coating operation.</w:t>
      </w:r>
    </w:p>
    <w:p w14:paraId="69E4EE11" w14:textId="77777777" w:rsidR="00FE2EF6" w:rsidRPr="00A633A7" w:rsidRDefault="00FE2EF6" w:rsidP="000B7A04">
      <w:pPr>
        <w:numPr>
          <w:ilvl w:val="2"/>
          <w:numId w:val="7"/>
        </w:numPr>
      </w:pPr>
      <w:r w:rsidRPr="00A633A7">
        <w:rPr>
          <w:rFonts w:cs="Arial"/>
        </w:rPr>
        <w:t>Review of QA/QC Documentation.</w:t>
      </w:r>
    </w:p>
    <w:p w14:paraId="0E8DDF17" w14:textId="70FCA3DF" w:rsidR="00FE2EF6" w:rsidRPr="00A633A7" w:rsidRDefault="00FE2EF6" w:rsidP="000B7A04">
      <w:pPr>
        <w:numPr>
          <w:ilvl w:val="1"/>
          <w:numId w:val="7"/>
        </w:numPr>
      </w:pPr>
      <w:r w:rsidRPr="00A633A7">
        <w:rPr>
          <w:rFonts w:cs="Arial"/>
        </w:rPr>
        <w:t xml:space="preserve">Manufacturer shall provide inspector with a minimum of </w:t>
      </w:r>
      <w:r w:rsidR="0046794C">
        <w:rPr>
          <w:rFonts w:cs="Arial"/>
        </w:rPr>
        <w:t xml:space="preserve">five </w:t>
      </w:r>
      <w:r w:rsidRPr="00A633A7">
        <w:rPr>
          <w:rFonts w:cs="Arial"/>
        </w:rPr>
        <w:t>(</w:t>
      </w:r>
      <w:r w:rsidR="00391A92">
        <w:rPr>
          <w:rFonts w:cs="Arial"/>
        </w:rPr>
        <w:t>5</w:t>
      </w:r>
      <w:r w:rsidRPr="00A633A7">
        <w:rPr>
          <w:rFonts w:cs="Arial"/>
        </w:rPr>
        <w:t xml:space="preserve">) days advanced notice prior to when the </w:t>
      </w:r>
      <w:r w:rsidR="00FB7759">
        <w:rPr>
          <w:rFonts w:cs="Arial"/>
        </w:rPr>
        <w:t xml:space="preserve">fabrication </w:t>
      </w:r>
      <w:r w:rsidRPr="00A633A7">
        <w:rPr>
          <w:rFonts w:cs="Arial"/>
        </w:rPr>
        <w:t>inspection</w:t>
      </w:r>
      <w:r w:rsidR="006C227D">
        <w:rPr>
          <w:rFonts w:cs="Arial"/>
        </w:rPr>
        <w:t xml:space="preserve"> hold/witness</w:t>
      </w:r>
      <w:r w:rsidRPr="00A633A7">
        <w:rPr>
          <w:rFonts w:cs="Arial"/>
        </w:rPr>
        <w:t xml:space="preserve"> point is scheduled to occur.</w:t>
      </w:r>
    </w:p>
    <w:p w14:paraId="73B431D2" w14:textId="77777777" w:rsidR="00C41AF0" w:rsidRPr="00A633A7" w:rsidRDefault="00C41AF0" w:rsidP="00C41AF0"/>
    <w:p w14:paraId="62E83588" w14:textId="77777777" w:rsidR="007F7E3F" w:rsidRPr="00A633A7" w:rsidRDefault="007F7E3F" w:rsidP="00D84663">
      <w:pPr>
        <w:pStyle w:val="SpecHeading4A"/>
        <w:rPr>
          <w:rFonts w:cs="Arial"/>
        </w:rPr>
      </w:pPr>
      <w:r w:rsidRPr="00A633A7">
        <w:rPr>
          <w:rFonts w:cs="Arial"/>
        </w:rPr>
        <w:t>B.</w:t>
      </w:r>
      <w:r w:rsidRPr="00A633A7">
        <w:rPr>
          <w:rFonts w:cs="Arial"/>
        </w:rPr>
        <w:tab/>
      </w:r>
      <w:r w:rsidR="009B36C1" w:rsidRPr="00A633A7">
        <w:rPr>
          <w:rFonts w:cs="Arial"/>
        </w:rPr>
        <w:tab/>
      </w:r>
      <w:r w:rsidRPr="00A633A7">
        <w:rPr>
          <w:rFonts w:cs="Arial"/>
        </w:rPr>
        <w:t>Installer's Qualifications:</w:t>
      </w:r>
    </w:p>
    <w:p w14:paraId="015A8025" w14:textId="77777777" w:rsidR="007F7E3F" w:rsidRPr="00A633A7" w:rsidRDefault="007F7E3F">
      <w:pPr>
        <w:pStyle w:val="SpecHeading51"/>
        <w:rPr>
          <w:rFonts w:cs="Arial"/>
          <w:szCs w:val="22"/>
        </w:rPr>
      </w:pPr>
      <w:r w:rsidRPr="00A633A7">
        <w:rPr>
          <w:rFonts w:cs="Arial"/>
          <w:szCs w:val="22"/>
        </w:rPr>
        <w:t>1.</w:t>
      </w:r>
      <w:r w:rsidRPr="00A633A7">
        <w:rPr>
          <w:rFonts w:cs="Arial"/>
          <w:szCs w:val="22"/>
        </w:rPr>
        <w:tab/>
        <w:t xml:space="preserve">Installer regularly engaged, for past 5 years, in installation of </w:t>
      </w:r>
      <w:r w:rsidR="001A314F" w:rsidRPr="00A633A7">
        <w:rPr>
          <w:rFonts w:cs="Arial"/>
        </w:rPr>
        <w:t>coalescing oil/water separator</w:t>
      </w:r>
      <w:r w:rsidR="00EC6BC1" w:rsidRPr="00A633A7">
        <w:rPr>
          <w:rFonts w:cs="Arial"/>
          <w:szCs w:val="22"/>
        </w:rPr>
        <w:t>(s)</w:t>
      </w:r>
      <w:r w:rsidRPr="00A633A7">
        <w:rPr>
          <w:rFonts w:cs="Arial"/>
          <w:szCs w:val="22"/>
        </w:rPr>
        <w:t xml:space="preserve"> of similar type to that specified.</w:t>
      </w:r>
    </w:p>
    <w:p w14:paraId="07F2C7D6" w14:textId="77777777" w:rsidR="007F7E3F" w:rsidRPr="00A633A7" w:rsidRDefault="00D36DE4">
      <w:pPr>
        <w:pStyle w:val="SpecHeading51"/>
        <w:rPr>
          <w:rFonts w:cs="Arial"/>
          <w:szCs w:val="22"/>
        </w:rPr>
      </w:pPr>
      <w:r w:rsidRPr="00A633A7">
        <w:rPr>
          <w:rFonts w:cs="Arial"/>
          <w:szCs w:val="22"/>
        </w:rPr>
        <w:t>2.</w:t>
      </w:r>
      <w:r w:rsidRPr="00A633A7">
        <w:rPr>
          <w:rFonts w:cs="Arial"/>
          <w:szCs w:val="22"/>
        </w:rPr>
        <w:tab/>
        <w:t>Employ persons qualified</w:t>
      </w:r>
      <w:r w:rsidR="007F7E3F" w:rsidRPr="00A633A7">
        <w:rPr>
          <w:rFonts w:cs="Arial"/>
          <w:szCs w:val="22"/>
        </w:rPr>
        <w:t xml:space="preserve"> for </w:t>
      </w:r>
      <w:r w:rsidR="000D6A36" w:rsidRPr="00A633A7">
        <w:rPr>
          <w:rFonts w:cs="Arial"/>
          <w:szCs w:val="22"/>
        </w:rPr>
        <w:t xml:space="preserve">proper </w:t>
      </w:r>
      <w:r w:rsidR="007F7E3F" w:rsidRPr="00A633A7">
        <w:rPr>
          <w:rFonts w:cs="Arial"/>
          <w:szCs w:val="22"/>
        </w:rPr>
        <w:t xml:space="preserve">installation of </w:t>
      </w:r>
      <w:r w:rsidR="001A314F" w:rsidRPr="00A633A7">
        <w:rPr>
          <w:rFonts w:cs="Arial"/>
        </w:rPr>
        <w:t>coalescing oil/water separator</w:t>
      </w:r>
      <w:r w:rsidR="00EC6BC1" w:rsidRPr="00A633A7">
        <w:rPr>
          <w:rFonts w:cs="Arial"/>
          <w:szCs w:val="22"/>
        </w:rPr>
        <w:t>(s)</w:t>
      </w:r>
      <w:r w:rsidR="007F7E3F" w:rsidRPr="00A633A7">
        <w:rPr>
          <w:rFonts w:cs="Arial"/>
          <w:szCs w:val="22"/>
        </w:rPr>
        <w:t>.</w:t>
      </w:r>
    </w:p>
    <w:p w14:paraId="07E91FA8" w14:textId="77777777" w:rsidR="007F7E3F" w:rsidRPr="00A633A7" w:rsidRDefault="007F7E3F">
      <w:pPr>
        <w:rPr>
          <w:rFonts w:cs="Arial"/>
          <w:szCs w:val="22"/>
        </w:rPr>
      </w:pPr>
    </w:p>
    <w:p w14:paraId="157036E1" w14:textId="77777777" w:rsidR="007F7E3F" w:rsidRPr="00A633A7" w:rsidRDefault="007F7E3F">
      <w:pPr>
        <w:pStyle w:val="SpecHeading311"/>
        <w:rPr>
          <w:rFonts w:cs="Arial"/>
          <w:szCs w:val="22"/>
        </w:rPr>
      </w:pPr>
      <w:r w:rsidRPr="00A633A7">
        <w:rPr>
          <w:rFonts w:cs="Arial"/>
          <w:szCs w:val="22"/>
        </w:rPr>
        <w:t>1.6</w:t>
      </w:r>
      <w:r w:rsidRPr="00A633A7">
        <w:rPr>
          <w:rFonts w:cs="Arial"/>
          <w:szCs w:val="22"/>
        </w:rPr>
        <w:tab/>
        <w:t>DELIVERY, STORAGE, AND HANDLING</w:t>
      </w:r>
    </w:p>
    <w:p w14:paraId="0CF61279" w14:textId="77777777" w:rsidR="007F7E3F" w:rsidRPr="00A633A7" w:rsidRDefault="007F7E3F">
      <w:pPr>
        <w:rPr>
          <w:rFonts w:cs="Arial"/>
          <w:szCs w:val="22"/>
        </w:rPr>
      </w:pPr>
    </w:p>
    <w:p w14:paraId="572F54AE" w14:textId="77777777" w:rsidR="007F7E3F" w:rsidRPr="00A633A7" w:rsidRDefault="007F7E3F">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 xml:space="preserve">Deliver, store, and handle </w:t>
      </w:r>
      <w:r w:rsidR="001A314F" w:rsidRPr="00A633A7">
        <w:rPr>
          <w:rFonts w:cs="Arial"/>
        </w:rPr>
        <w:t>coalescing oil/water separator</w:t>
      </w:r>
      <w:r w:rsidR="00EC6BC1" w:rsidRPr="00A633A7">
        <w:rPr>
          <w:rFonts w:cs="Arial"/>
          <w:szCs w:val="22"/>
        </w:rPr>
        <w:t xml:space="preserve">(s) </w:t>
      </w:r>
      <w:r w:rsidRPr="00A633A7">
        <w:rPr>
          <w:rFonts w:cs="Arial"/>
          <w:szCs w:val="22"/>
        </w:rPr>
        <w:t>in accordance with manufacturer’s instructions.</w:t>
      </w:r>
    </w:p>
    <w:p w14:paraId="4DD0798E" w14:textId="77777777" w:rsidR="007F7E3F" w:rsidRPr="00A633A7" w:rsidRDefault="007F7E3F">
      <w:pPr>
        <w:rPr>
          <w:rFonts w:cs="Arial"/>
          <w:szCs w:val="22"/>
        </w:rPr>
      </w:pPr>
    </w:p>
    <w:p w14:paraId="51D412C1" w14:textId="77777777" w:rsidR="007F7E3F" w:rsidRPr="00A633A7" w:rsidRDefault="007F7E3F">
      <w:pPr>
        <w:pStyle w:val="SpecHeading4A"/>
        <w:rPr>
          <w:rFonts w:cs="Arial"/>
          <w:szCs w:val="22"/>
        </w:rPr>
      </w:pPr>
      <w:r w:rsidRPr="00A633A7">
        <w:rPr>
          <w:rFonts w:cs="Arial"/>
          <w:szCs w:val="22"/>
        </w:rPr>
        <w:t>B.</w:t>
      </w:r>
      <w:r w:rsidRPr="00A633A7">
        <w:rPr>
          <w:rFonts w:cs="Arial"/>
          <w:szCs w:val="22"/>
        </w:rPr>
        <w:tab/>
      </w:r>
      <w:r w:rsidR="009B36C1" w:rsidRPr="00A633A7">
        <w:rPr>
          <w:rFonts w:cs="Arial"/>
          <w:szCs w:val="22"/>
        </w:rPr>
        <w:tab/>
      </w:r>
      <w:r w:rsidRPr="00A633A7">
        <w:rPr>
          <w:rFonts w:cs="Arial"/>
          <w:szCs w:val="22"/>
        </w:rPr>
        <w:t xml:space="preserve">Protect </w:t>
      </w:r>
      <w:r w:rsidR="001A314F" w:rsidRPr="00A633A7">
        <w:rPr>
          <w:rFonts w:cs="Arial"/>
        </w:rPr>
        <w:t>coalescing oil/water separator</w:t>
      </w:r>
      <w:r w:rsidR="00A93FD4" w:rsidRPr="00A633A7">
        <w:rPr>
          <w:rFonts w:cs="Arial"/>
          <w:szCs w:val="22"/>
        </w:rPr>
        <w:t xml:space="preserve">(s) </w:t>
      </w:r>
      <w:r w:rsidRPr="00A633A7">
        <w:rPr>
          <w:rFonts w:cs="Arial"/>
          <w:szCs w:val="22"/>
        </w:rPr>
        <w:t>during delivery, storage, handling, and installation to prevent damage.</w:t>
      </w:r>
    </w:p>
    <w:p w14:paraId="4FE04B9B" w14:textId="77777777" w:rsidR="007F7E3F" w:rsidRPr="00A633A7" w:rsidRDefault="007F7E3F">
      <w:pPr>
        <w:rPr>
          <w:rFonts w:cs="Arial"/>
          <w:szCs w:val="22"/>
        </w:rPr>
      </w:pPr>
    </w:p>
    <w:p w14:paraId="6AC15CD0" w14:textId="77777777" w:rsidR="007F7E3F" w:rsidRPr="00A633A7" w:rsidRDefault="007F7E3F">
      <w:pPr>
        <w:pStyle w:val="SpecHeading311"/>
        <w:rPr>
          <w:rFonts w:cs="Arial"/>
          <w:szCs w:val="22"/>
        </w:rPr>
      </w:pPr>
      <w:r w:rsidRPr="00A633A7">
        <w:rPr>
          <w:rFonts w:cs="Arial"/>
          <w:szCs w:val="22"/>
        </w:rPr>
        <w:t>1.7</w:t>
      </w:r>
      <w:r w:rsidRPr="00A633A7">
        <w:rPr>
          <w:rFonts w:cs="Arial"/>
          <w:szCs w:val="22"/>
        </w:rPr>
        <w:tab/>
        <w:t>WARRANTY</w:t>
      </w:r>
    </w:p>
    <w:p w14:paraId="171279CC" w14:textId="77777777" w:rsidR="007F7E3F" w:rsidRPr="00A633A7" w:rsidRDefault="007F7E3F">
      <w:pPr>
        <w:rPr>
          <w:rFonts w:cs="Arial"/>
          <w:szCs w:val="22"/>
        </w:rPr>
      </w:pPr>
    </w:p>
    <w:p w14:paraId="3AD73F9B" w14:textId="77777777" w:rsidR="007F7E3F" w:rsidRPr="00A633A7" w:rsidRDefault="00A93FD4">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1A314F" w:rsidRPr="00A633A7">
        <w:rPr>
          <w:rFonts w:cs="Arial"/>
          <w:szCs w:val="22"/>
        </w:rPr>
        <w:t xml:space="preserve">Warranty Period:  </w:t>
      </w:r>
    </w:p>
    <w:p w14:paraId="6EAFF57F" w14:textId="77777777" w:rsidR="00742018" w:rsidRPr="00A633A7" w:rsidRDefault="007F7E3F">
      <w:pPr>
        <w:pStyle w:val="SpecHeading51"/>
        <w:rPr>
          <w:rFonts w:cs="Arial"/>
          <w:szCs w:val="22"/>
        </w:rPr>
      </w:pPr>
      <w:r w:rsidRPr="00A633A7">
        <w:rPr>
          <w:rFonts w:cs="Arial"/>
          <w:szCs w:val="22"/>
        </w:rPr>
        <w:t>1.</w:t>
      </w:r>
      <w:r w:rsidRPr="00A633A7">
        <w:rPr>
          <w:rFonts w:cs="Arial"/>
          <w:szCs w:val="22"/>
        </w:rPr>
        <w:tab/>
      </w:r>
      <w:r w:rsidR="00742018" w:rsidRPr="00A633A7">
        <w:rPr>
          <w:rFonts w:cs="Arial"/>
          <w:szCs w:val="22"/>
        </w:rPr>
        <w:t>The manufacturer shall:</w:t>
      </w:r>
    </w:p>
    <w:p w14:paraId="6F6A0152" w14:textId="77777777" w:rsidR="000E5D24" w:rsidRPr="00A633A7" w:rsidRDefault="00742018">
      <w:pPr>
        <w:pStyle w:val="SpecHeading51"/>
        <w:rPr>
          <w:rFonts w:cs="Arial"/>
          <w:szCs w:val="22"/>
        </w:rPr>
      </w:pPr>
      <w:r w:rsidRPr="00A633A7">
        <w:rPr>
          <w:rFonts w:cs="Arial"/>
          <w:szCs w:val="22"/>
        </w:rPr>
        <w:tab/>
        <w:t xml:space="preserve">a.   </w:t>
      </w:r>
      <w:r w:rsidR="00CE5C78" w:rsidRPr="00A633A7">
        <w:rPr>
          <w:rFonts w:cs="Arial"/>
          <w:szCs w:val="22"/>
        </w:rPr>
        <w:t>warrant its products to be free from defects in material and</w:t>
      </w:r>
      <w:r w:rsidR="000E5D24" w:rsidRPr="00A633A7">
        <w:rPr>
          <w:rFonts w:cs="Arial"/>
          <w:szCs w:val="22"/>
        </w:rPr>
        <w:t xml:space="preserve"> workmanship for a period      </w:t>
      </w:r>
    </w:p>
    <w:p w14:paraId="50C18E1D" w14:textId="77777777" w:rsidR="000E5D24" w:rsidRPr="00A633A7" w:rsidRDefault="000E5D24">
      <w:pPr>
        <w:pStyle w:val="SpecHeading51"/>
        <w:rPr>
          <w:rFonts w:cs="Arial"/>
          <w:szCs w:val="22"/>
        </w:rPr>
      </w:pPr>
      <w:r w:rsidRPr="00A633A7">
        <w:rPr>
          <w:rFonts w:cs="Arial"/>
          <w:szCs w:val="22"/>
        </w:rPr>
        <w:t xml:space="preserve">               </w:t>
      </w:r>
      <w:r w:rsidR="00C21515" w:rsidRPr="00A633A7">
        <w:rPr>
          <w:rFonts w:cs="Arial"/>
          <w:szCs w:val="22"/>
        </w:rPr>
        <w:t>of one (1</w:t>
      </w:r>
      <w:r w:rsidR="007D406D" w:rsidRPr="00A633A7">
        <w:rPr>
          <w:rFonts w:cs="Arial"/>
          <w:szCs w:val="22"/>
        </w:rPr>
        <w:t>) year</w:t>
      </w:r>
      <w:r w:rsidR="002C2A2C" w:rsidRPr="00A633A7">
        <w:rPr>
          <w:rFonts w:cs="Arial"/>
          <w:szCs w:val="22"/>
        </w:rPr>
        <w:t xml:space="preserve"> from the date of shipment.</w:t>
      </w:r>
      <w:r w:rsidR="00D123E6" w:rsidRPr="00A633A7">
        <w:rPr>
          <w:rFonts w:cs="Arial"/>
          <w:szCs w:val="22"/>
        </w:rPr>
        <w:t xml:space="preserve"> </w:t>
      </w:r>
      <w:r w:rsidR="00CE5C78" w:rsidRPr="00A633A7">
        <w:rPr>
          <w:rFonts w:cs="Arial"/>
          <w:szCs w:val="22"/>
        </w:rPr>
        <w:t>The warranty shall be limited</w:t>
      </w:r>
      <w:r w:rsidRPr="00A633A7">
        <w:rPr>
          <w:rFonts w:cs="Arial"/>
          <w:szCs w:val="22"/>
        </w:rPr>
        <w:t xml:space="preserve"> to repair or     </w:t>
      </w:r>
    </w:p>
    <w:p w14:paraId="2C75DAF5" w14:textId="77777777" w:rsidR="007F7E3F" w:rsidRPr="00A633A7" w:rsidRDefault="000E5D24" w:rsidP="00B15D2B">
      <w:pPr>
        <w:pStyle w:val="SpecHeading51"/>
        <w:rPr>
          <w:rFonts w:cs="Arial"/>
          <w:szCs w:val="22"/>
        </w:rPr>
      </w:pPr>
      <w:r w:rsidRPr="00A633A7">
        <w:rPr>
          <w:rFonts w:cs="Arial"/>
          <w:szCs w:val="22"/>
        </w:rPr>
        <w:t xml:space="preserve">               </w:t>
      </w:r>
      <w:r w:rsidR="00CE5C78" w:rsidRPr="00A633A7">
        <w:rPr>
          <w:rFonts w:cs="Arial"/>
          <w:szCs w:val="22"/>
        </w:rPr>
        <w:t>replacement of the defective part(s)</w:t>
      </w:r>
      <w:r w:rsidR="00891A7B" w:rsidRPr="00A633A7">
        <w:rPr>
          <w:rFonts w:cs="Arial"/>
          <w:szCs w:val="22"/>
        </w:rPr>
        <w:t>.</w:t>
      </w:r>
    </w:p>
    <w:p w14:paraId="405DBC79" w14:textId="77777777" w:rsidR="007F7E3F" w:rsidRPr="00A633A7" w:rsidRDefault="007F7E3F">
      <w:pPr>
        <w:rPr>
          <w:rFonts w:cs="Arial"/>
          <w:szCs w:val="22"/>
        </w:rPr>
      </w:pPr>
    </w:p>
    <w:p w14:paraId="67145522" w14:textId="77777777" w:rsidR="007F7E3F" w:rsidRPr="00A633A7" w:rsidRDefault="007D406D">
      <w:pPr>
        <w:pStyle w:val="SpecHeading2Part1"/>
        <w:rPr>
          <w:rFonts w:cs="Arial"/>
          <w:szCs w:val="22"/>
        </w:rPr>
      </w:pPr>
      <w:r w:rsidRPr="00A633A7">
        <w:rPr>
          <w:rFonts w:cs="Arial"/>
          <w:szCs w:val="22"/>
        </w:rPr>
        <w:t>PART 2</w:t>
      </w:r>
      <w:r w:rsidRPr="00A633A7">
        <w:rPr>
          <w:rFonts w:cs="Arial"/>
          <w:szCs w:val="22"/>
        </w:rPr>
        <w:tab/>
      </w:r>
      <w:r w:rsidR="007F7E3F" w:rsidRPr="00A633A7">
        <w:rPr>
          <w:rFonts w:cs="Arial"/>
          <w:szCs w:val="22"/>
        </w:rPr>
        <w:t>PRODUCTS</w:t>
      </w:r>
    </w:p>
    <w:p w14:paraId="1212D7C4" w14:textId="77777777" w:rsidR="007F7E3F" w:rsidRPr="00A633A7" w:rsidRDefault="007F7E3F">
      <w:pPr>
        <w:rPr>
          <w:rFonts w:cs="Arial"/>
          <w:szCs w:val="22"/>
        </w:rPr>
      </w:pPr>
    </w:p>
    <w:p w14:paraId="77EC2895" w14:textId="77777777" w:rsidR="007F7E3F" w:rsidRPr="00A633A7" w:rsidRDefault="007F7E3F">
      <w:pPr>
        <w:pStyle w:val="SpecHeading311"/>
        <w:rPr>
          <w:rFonts w:cs="Arial"/>
          <w:szCs w:val="22"/>
        </w:rPr>
      </w:pPr>
      <w:r w:rsidRPr="00A633A7">
        <w:rPr>
          <w:rFonts w:cs="Arial"/>
          <w:szCs w:val="22"/>
        </w:rPr>
        <w:t>2.1</w:t>
      </w:r>
      <w:r w:rsidRPr="00A633A7">
        <w:rPr>
          <w:rFonts w:cs="Arial"/>
          <w:szCs w:val="22"/>
        </w:rPr>
        <w:tab/>
        <w:t>MANUFACTURER</w:t>
      </w:r>
    </w:p>
    <w:p w14:paraId="39DDC6AD" w14:textId="77777777" w:rsidR="007F7E3F" w:rsidRPr="00A633A7" w:rsidRDefault="007F7E3F">
      <w:pPr>
        <w:rPr>
          <w:rFonts w:cs="Arial"/>
          <w:szCs w:val="22"/>
        </w:rPr>
      </w:pPr>
    </w:p>
    <w:p w14:paraId="0C1BC014" w14:textId="77777777" w:rsidR="008F05AA" w:rsidRPr="00A633A7" w:rsidRDefault="00A8352A">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Pr="00A633A7">
        <w:rPr>
          <w:rFonts w:cs="Arial"/>
          <w:szCs w:val="22"/>
        </w:rPr>
        <w:t>Highland Tank &amp; Mfg. Co.</w:t>
      </w:r>
      <w:r w:rsidR="008F05AA" w:rsidRPr="00A633A7">
        <w:rPr>
          <w:rFonts w:cs="Arial"/>
          <w:szCs w:val="22"/>
        </w:rPr>
        <w:t>, Inc.</w:t>
      </w:r>
    </w:p>
    <w:p w14:paraId="1FA481F4" w14:textId="77777777" w:rsidR="008F05AA" w:rsidRPr="00A633A7" w:rsidRDefault="008F05AA">
      <w:pPr>
        <w:pStyle w:val="SpecHeading4A"/>
        <w:rPr>
          <w:rFonts w:cs="Arial"/>
          <w:szCs w:val="22"/>
        </w:rPr>
      </w:pPr>
      <w:r w:rsidRPr="00A633A7">
        <w:rPr>
          <w:rFonts w:cs="Arial"/>
          <w:szCs w:val="22"/>
        </w:rPr>
        <w:tab/>
        <w:t>One Highland Road</w:t>
      </w:r>
    </w:p>
    <w:p w14:paraId="051A3A72"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Stoystown</w:t>
      </w:r>
      <w:r w:rsidR="00A8352A" w:rsidRPr="00A633A7">
        <w:rPr>
          <w:rFonts w:cs="Arial"/>
          <w:szCs w:val="22"/>
        </w:rPr>
        <w:t>, PA</w:t>
      </w:r>
      <w:r w:rsidR="007F7E3F" w:rsidRPr="00A633A7">
        <w:rPr>
          <w:rFonts w:cs="Arial"/>
          <w:szCs w:val="22"/>
        </w:rPr>
        <w:t xml:space="preserve"> 15563  </w:t>
      </w:r>
    </w:p>
    <w:p w14:paraId="5A40E1DB" w14:textId="77777777" w:rsidR="008F05AA" w:rsidRPr="00A633A7" w:rsidRDefault="008F05AA">
      <w:pPr>
        <w:pStyle w:val="SpecHeading4A"/>
        <w:rPr>
          <w:rFonts w:cs="Arial"/>
          <w:szCs w:val="22"/>
        </w:rPr>
      </w:pPr>
      <w:r w:rsidRPr="00A633A7">
        <w:rPr>
          <w:rFonts w:cs="Arial"/>
          <w:szCs w:val="22"/>
        </w:rPr>
        <w:tab/>
        <w:t>Phone 814-893-5701</w:t>
      </w:r>
      <w:r w:rsidR="007F7E3F" w:rsidRPr="00A633A7">
        <w:rPr>
          <w:rFonts w:cs="Arial"/>
          <w:szCs w:val="22"/>
        </w:rPr>
        <w:t xml:space="preserve">  </w:t>
      </w:r>
    </w:p>
    <w:p w14:paraId="0625827A" w14:textId="77777777" w:rsidR="008F05AA" w:rsidRPr="00A633A7" w:rsidRDefault="008F05AA">
      <w:pPr>
        <w:pStyle w:val="SpecHeading4A"/>
        <w:rPr>
          <w:rFonts w:cs="Arial"/>
          <w:szCs w:val="22"/>
        </w:rPr>
      </w:pPr>
      <w:r w:rsidRPr="00A633A7">
        <w:rPr>
          <w:rFonts w:cs="Arial"/>
          <w:szCs w:val="22"/>
        </w:rPr>
        <w:tab/>
        <w:t>Fax 814-893-6126</w:t>
      </w:r>
      <w:r w:rsidR="00A8352A" w:rsidRPr="00A633A7">
        <w:rPr>
          <w:rFonts w:cs="Arial"/>
          <w:szCs w:val="22"/>
        </w:rPr>
        <w:t xml:space="preserve"> </w:t>
      </w:r>
    </w:p>
    <w:p w14:paraId="680B35B8" w14:textId="77777777" w:rsidR="008F05AA" w:rsidRPr="00A633A7" w:rsidRDefault="008F05AA">
      <w:pPr>
        <w:pStyle w:val="SpecHeading4A"/>
        <w:rPr>
          <w:rFonts w:cs="Arial"/>
          <w:szCs w:val="22"/>
        </w:rPr>
      </w:pPr>
      <w:r w:rsidRPr="00A633A7">
        <w:rPr>
          <w:rFonts w:cs="Arial"/>
          <w:szCs w:val="22"/>
        </w:rPr>
        <w:tab/>
      </w:r>
      <w:r w:rsidR="007F7E3F" w:rsidRPr="00A633A7">
        <w:rPr>
          <w:rFonts w:cs="Arial"/>
          <w:szCs w:val="22"/>
        </w:rPr>
        <w:t>E-mail</w:t>
      </w:r>
      <w:r w:rsidR="00891A7B" w:rsidRPr="00A633A7">
        <w:rPr>
          <w:rFonts w:cs="Arial"/>
          <w:szCs w:val="22"/>
        </w:rPr>
        <w:t>:</w:t>
      </w:r>
      <w:r w:rsidR="007F7E3F" w:rsidRPr="00A633A7">
        <w:rPr>
          <w:rFonts w:cs="Arial"/>
          <w:szCs w:val="22"/>
        </w:rPr>
        <w:t xml:space="preserve"> info</w:t>
      </w:r>
      <w:hyperlink r:id="rId10" w:history="1">
        <w:r w:rsidR="007F7E3F" w:rsidRPr="00A633A7">
          <w:rPr>
            <w:rStyle w:val="Hyperlink"/>
            <w:rFonts w:cs="Arial"/>
            <w:color w:val="auto"/>
          </w:rPr>
          <w:t>@highlandtank.com</w:t>
        </w:r>
      </w:hyperlink>
      <w:r w:rsidR="00A8352A" w:rsidRPr="00A633A7">
        <w:rPr>
          <w:rFonts w:cs="Arial"/>
          <w:szCs w:val="22"/>
        </w:rPr>
        <w:t xml:space="preserve">  </w:t>
      </w:r>
    </w:p>
    <w:p w14:paraId="1118C4EA" w14:textId="77777777" w:rsidR="007F7E3F" w:rsidRPr="00A633A7" w:rsidRDefault="008F05AA">
      <w:pPr>
        <w:pStyle w:val="SpecHeading4A"/>
        <w:rPr>
          <w:rFonts w:cs="Arial"/>
          <w:szCs w:val="22"/>
        </w:rPr>
      </w:pPr>
      <w:r w:rsidRPr="00A633A7">
        <w:rPr>
          <w:rFonts w:cs="Arial"/>
          <w:szCs w:val="22"/>
        </w:rPr>
        <w:tab/>
      </w:r>
      <w:r w:rsidR="00A8352A" w:rsidRPr="00A633A7">
        <w:rPr>
          <w:rFonts w:cs="Arial"/>
          <w:szCs w:val="22"/>
        </w:rPr>
        <w:t>Website</w:t>
      </w:r>
      <w:r w:rsidR="00891A7B" w:rsidRPr="00A633A7">
        <w:rPr>
          <w:rFonts w:cs="Arial"/>
          <w:szCs w:val="22"/>
        </w:rPr>
        <w:t>:</w:t>
      </w:r>
      <w:r w:rsidR="00A8352A" w:rsidRPr="00A633A7">
        <w:rPr>
          <w:rFonts w:cs="Arial"/>
          <w:szCs w:val="22"/>
        </w:rPr>
        <w:t xml:space="preserve"> </w:t>
      </w:r>
      <w:hyperlink r:id="rId11" w:history="1">
        <w:r w:rsidR="00A8352A" w:rsidRPr="00A633A7">
          <w:rPr>
            <w:rStyle w:val="Hyperlink"/>
            <w:rFonts w:cs="Arial"/>
            <w:color w:val="auto"/>
          </w:rPr>
          <w:t>www.highlandtank.com</w:t>
        </w:r>
      </w:hyperlink>
      <w:r w:rsidR="00A8352A" w:rsidRPr="00A633A7">
        <w:rPr>
          <w:rFonts w:cs="Arial"/>
          <w:szCs w:val="22"/>
        </w:rPr>
        <w:t xml:space="preserve">  </w:t>
      </w:r>
    </w:p>
    <w:p w14:paraId="7E46FC27" w14:textId="77777777" w:rsidR="00E0638D" w:rsidRPr="00A633A7" w:rsidRDefault="00E0638D" w:rsidP="00E0638D">
      <w:pPr>
        <w:rPr>
          <w:rFonts w:cs="Arial"/>
          <w:szCs w:val="22"/>
        </w:rPr>
      </w:pPr>
    </w:p>
    <w:p w14:paraId="04445863" w14:textId="77777777" w:rsidR="00E0638D" w:rsidRPr="00A633A7" w:rsidRDefault="00E0638D" w:rsidP="00EE4A6B">
      <w:pPr>
        <w:pStyle w:val="SpecSpecifierNotes0"/>
        <w:rPr>
          <w:rFonts w:cs="Arial"/>
          <w:szCs w:val="22"/>
        </w:rPr>
      </w:pPr>
      <w:r w:rsidRPr="00A633A7">
        <w:rPr>
          <w:rFonts w:cs="Arial"/>
          <w:szCs w:val="22"/>
        </w:rPr>
        <w:lastRenderedPageBreak/>
        <w:t>Specifier Notes:  Specify type of facility or operation</w:t>
      </w:r>
      <w:r w:rsidR="00755D21" w:rsidRPr="00A633A7">
        <w:rPr>
          <w:rFonts w:cs="Arial"/>
          <w:szCs w:val="22"/>
        </w:rPr>
        <w:t xml:space="preserve">, </w:t>
      </w:r>
      <w:r w:rsidR="00395579" w:rsidRPr="00A633A7">
        <w:rPr>
          <w:rFonts w:cs="Arial"/>
          <w:szCs w:val="22"/>
        </w:rPr>
        <w:t>oil/water separator location</w:t>
      </w:r>
      <w:r w:rsidR="00755D21" w:rsidRPr="00A633A7">
        <w:rPr>
          <w:rFonts w:cs="Arial"/>
          <w:szCs w:val="22"/>
        </w:rPr>
        <w:t>, and type of influent flow (pumped or gravity)</w:t>
      </w:r>
      <w:r w:rsidR="00395579" w:rsidRPr="00A633A7">
        <w:rPr>
          <w:rFonts w:cs="Arial"/>
          <w:szCs w:val="22"/>
        </w:rPr>
        <w:t>.</w:t>
      </w:r>
      <w:r w:rsidR="00EE4A6B" w:rsidRPr="00A633A7">
        <w:rPr>
          <w:rFonts w:cs="Arial"/>
          <w:szCs w:val="22"/>
        </w:rPr>
        <w:t xml:space="preserve"> Caution: Pumping of influent will mechanically emulsify oil in water unless a positive displacement pump or other low emulsifying pump is used.</w:t>
      </w:r>
    </w:p>
    <w:p w14:paraId="4CFF76F3" w14:textId="77777777" w:rsidR="007F7E3F" w:rsidRPr="00A633A7" w:rsidRDefault="007F7E3F">
      <w:pPr>
        <w:rPr>
          <w:rFonts w:cs="Arial"/>
          <w:szCs w:val="22"/>
        </w:rPr>
      </w:pPr>
    </w:p>
    <w:p w14:paraId="7F832FD3" w14:textId="77777777" w:rsidR="00A8352A" w:rsidRPr="00A633A7" w:rsidRDefault="007F7E3F" w:rsidP="00A8352A">
      <w:pPr>
        <w:pStyle w:val="SpecHeading311"/>
        <w:rPr>
          <w:rFonts w:cs="Arial"/>
          <w:szCs w:val="22"/>
        </w:rPr>
      </w:pPr>
      <w:r w:rsidRPr="00A633A7">
        <w:rPr>
          <w:rFonts w:cs="Arial"/>
          <w:szCs w:val="22"/>
        </w:rPr>
        <w:t>2.2</w:t>
      </w:r>
      <w:r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1A314F" w:rsidRPr="00A633A7">
        <w:rPr>
          <w:rFonts w:cs="Arial"/>
        </w:rPr>
        <w:t>COALESCING OIL/WATER SEPARATOR</w:t>
      </w:r>
      <w:r w:rsidR="001A314F" w:rsidRPr="00A633A7">
        <w:rPr>
          <w:rFonts w:cs="Arial"/>
          <w:szCs w:val="22"/>
        </w:rPr>
        <w:t>(S)</w:t>
      </w:r>
    </w:p>
    <w:p w14:paraId="66CEB2E7" w14:textId="77777777" w:rsidR="00A8352A" w:rsidRPr="00A633A7" w:rsidRDefault="00A8352A" w:rsidP="00A8352A">
      <w:pPr>
        <w:rPr>
          <w:rFonts w:cs="Arial"/>
          <w:szCs w:val="22"/>
        </w:rPr>
      </w:pPr>
    </w:p>
    <w:p w14:paraId="22B22E7F" w14:textId="37718F8D" w:rsidR="00320981" w:rsidRPr="00A633A7" w:rsidRDefault="007F7E3F" w:rsidP="00423FD8">
      <w:pPr>
        <w:pStyle w:val="SpecHeading4A"/>
        <w:rPr>
          <w:rFonts w:cs="Arial"/>
          <w:szCs w:val="22"/>
        </w:rPr>
      </w:pPr>
      <w:r w:rsidRPr="00A633A7">
        <w:rPr>
          <w:rFonts w:cs="Arial"/>
          <w:szCs w:val="22"/>
        </w:rPr>
        <w:t>A.</w:t>
      </w:r>
      <w:r w:rsidRPr="00A633A7">
        <w:rPr>
          <w:rFonts w:cs="Arial"/>
          <w:szCs w:val="22"/>
        </w:rPr>
        <w:tab/>
      </w:r>
      <w:r w:rsidR="009B36C1" w:rsidRPr="00A633A7">
        <w:rPr>
          <w:rFonts w:cs="Arial"/>
          <w:szCs w:val="22"/>
        </w:rPr>
        <w:tab/>
      </w:r>
      <w:r w:rsidR="00EC3C14" w:rsidRPr="00A633A7">
        <w:rPr>
          <w:rFonts w:cs="Arial"/>
          <w:szCs w:val="22"/>
        </w:rPr>
        <w:t>Corella</w:t>
      </w:r>
      <w:r w:rsidR="00EC3C14" w:rsidRPr="00A633A7">
        <w:rPr>
          <w:rFonts w:cs="Arial"/>
          <w:szCs w:val="22"/>
          <w:vertAlign w:val="superscript"/>
        </w:rPr>
        <w:t>®</w:t>
      </w:r>
      <w:r w:rsidR="00EC3C14" w:rsidRPr="00A633A7">
        <w:rPr>
          <w:rFonts w:cs="Arial"/>
          <w:szCs w:val="22"/>
        </w:rPr>
        <w:t xml:space="preserve"> </w:t>
      </w:r>
      <w:r w:rsidR="00CB3665" w:rsidRPr="00A633A7">
        <w:rPr>
          <w:rFonts w:cs="Arial"/>
        </w:rPr>
        <w:t>Coalescing Oil/Water Separator</w:t>
      </w:r>
      <w:r w:rsidR="00CB7E5F" w:rsidRPr="00A633A7">
        <w:rPr>
          <w:rFonts w:cs="Arial"/>
          <w:szCs w:val="22"/>
        </w:rPr>
        <w:t>(</w:t>
      </w:r>
      <w:r w:rsidR="00D20033" w:rsidRPr="00A633A7">
        <w:rPr>
          <w:rFonts w:cs="Arial"/>
          <w:szCs w:val="22"/>
        </w:rPr>
        <w:t>s</w:t>
      </w:r>
      <w:r w:rsidR="00CB7E5F" w:rsidRPr="00A633A7">
        <w:rPr>
          <w:rFonts w:cs="Arial"/>
          <w:szCs w:val="22"/>
        </w:rPr>
        <w:t>)</w:t>
      </w:r>
      <w:r w:rsidR="00E0638D" w:rsidRPr="00A633A7">
        <w:rPr>
          <w:rFonts w:cs="Arial"/>
          <w:szCs w:val="22"/>
        </w:rPr>
        <w:t xml:space="preserve"> shall be designed for gravity </w:t>
      </w:r>
      <w:r w:rsidR="00C3675D" w:rsidRPr="00A633A7">
        <w:rPr>
          <w:rFonts w:cs="Arial"/>
          <w:szCs w:val="22"/>
        </w:rPr>
        <w:t xml:space="preserve">separation of </w:t>
      </w:r>
      <w:r w:rsidR="00E0638D" w:rsidRPr="00A633A7">
        <w:rPr>
          <w:rFonts w:cs="Arial"/>
          <w:szCs w:val="22"/>
        </w:rPr>
        <w:t xml:space="preserve">free oils (hydrocarbons and other petroleum products) </w:t>
      </w:r>
      <w:r w:rsidR="00C3675D" w:rsidRPr="00A633A7">
        <w:rPr>
          <w:rFonts w:cs="Arial"/>
          <w:szCs w:val="22"/>
        </w:rPr>
        <w:t xml:space="preserve">along with some settleable solids </w:t>
      </w:r>
      <w:r w:rsidR="00E0638D" w:rsidRPr="00A633A7">
        <w:rPr>
          <w:rFonts w:cs="Arial"/>
          <w:szCs w:val="22"/>
        </w:rPr>
        <w:t xml:space="preserve">from wastewater associated with </w:t>
      </w:r>
      <w:r w:rsidR="00E0638D" w:rsidRPr="0046794C">
        <w:rPr>
          <w:rFonts w:cs="Arial"/>
          <w:szCs w:val="22"/>
          <w:highlight w:val="yellow"/>
          <w:u w:val="single"/>
        </w:rPr>
        <w:t>__</w:t>
      </w:r>
      <w:r w:rsidR="0046794C" w:rsidRPr="0046794C">
        <w:rPr>
          <w:rFonts w:cs="Arial"/>
          <w:szCs w:val="22"/>
          <w:highlight w:val="yellow"/>
          <w:u w:val="single"/>
        </w:rPr>
        <w:t>_______________________________</w:t>
      </w:r>
      <w:r w:rsidR="00E0638D" w:rsidRPr="0046794C">
        <w:rPr>
          <w:rFonts w:cs="Arial"/>
          <w:szCs w:val="22"/>
          <w:highlight w:val="yellow"/>
          <w:u w:val="single"/>
        </w:rPr>
        <w:t>__________</w:t>
      </w:r>
      <w:r w:rsidR="00E0638D" w:rsidRPr="0046794C">
        <w:rPr>
          <w:rFonts w:cs="Arial"/>
          <w:szCs w:val="22"/>
        </w:rPr>
        <w:t xml:space="preserve"> </w:t>
      </w:r>
      <w:r w:rsidR="00E0638D" w:rsidRPr="00A633A7">
        <w:rPr>
          <w:rFonts w:cs="Arial"/>
          <w:szCs w:val="22"/>
        </w:rPr>
        <w:t>operations.</w:t>
      </w:r>
    </w:p>
    <w:p w14:paraId="28AE8B2A" w14:textId="77777777" w:rsidR="00320981" w:rsidRPr="00A633A7" w:rsidRDefault="00DD0758" w:rsidP="000B7A04">
      <w:pPr>
        <w:pStyle w:val="SpecHeading4A"/>
        <w:numPr>
          <w:ilvl w:val="0"/>
          <w:numId w:val="5"/>
        </w:numPr>
        <w:rPr>
          <w:rFonts w:cs="Arial"/>
          <w:szCs w:val="22"/>
        </w:rPr>
      </w:pPr>
      <w:r w:rsidRPr="00A633A7">
        <w:rPr>
          <w:rFonts w:cs="Arial"/>
          <w:szCs w:val="22"/>
        </w:rPr>
        <w:t xml:space="preserve">Oil/Water </w:t>
      </w:r>
      <w:r w:rsidR="00E0638D" w:rsidRPr="00A633A7">
        <w:rPr>
          <w:rFonts w:cs="Arial"/>
          <w:szCs w:val="22"/>
        </w:rPr>
        <w:t>Se</w:t>
      </w:r>
      <w:r w:rsidR="00395579" w:rsidRPr="00A633A7">
        <w:rPr>
          <w:rFonts w:cs="Arial"/>
          <w:szCs w:val="22"/>
        </w:rPr>
        <w:t xml:space="preserve">parator shall be installed </w:t>
      </w:r>
      <w:r w:rsidR="00755D21" w:rsidRPr="00A633A7">
        <w:rPr>
          <w:rFonts w:cs="Arial"/>
          <w:szCs w:val="22"/>
        </w:rPr>
        <w:t>[aboveground]</w:t>
      </w:r>
      <w:r w:rsidR="00395579" w:rsidRPr="00A633A7">
        <w:rPr>
          <w:rFonts w:cs="Arial"/>
          <w:szCs w:val="22"/>
        </w:rPr>
        <w:t xml:space="preserve"> </w:t>
      </w:r>
      <w:r w:rsidR="00755D21" w:rsidRPr="00A633A7">
        <w:rPr>
          <w:rFonts w:cs="Arial"/>
          <w:szCs w:val="22"/>
        </w:rPr>
        <w:t>[at grade]</w:t>
      </w:r>
      <w:r w:rsidR="00395579" w:rsidRPr="00A633A7">
        <w:rPr>
          <w:rFonts w:cs="Arial"/>
          <w:szCs w:val="22"/>
        </w:rPr>
        <w:t xml:space="preserve"> or </w:t>
      </w:r>
      <w:r w:rsidR="00755D21" w:rsidRPr="00A633A7">
        <w:rPr>
          <w:rFonts w:cs="Arial"/>
          <w:szCs w:val="22"/>
        </w:rPr>
        <w:t>[</w:t>
      </w:r>
      <w:r w:rsidR="00395579" w:rsidRPr="00A633A7">
        <w:rPr>
          <w:rFonts w:cs="Arial"/>
          <w:szCs w:val="22"/>
        </w:rPr>
        <w:t xml:space="preserve">below </w:t>
      </w:r>
      <w:r w:rsidR="00391A92">
        <w:rPr>
          <w:rFonts w:cs="Arial"/>
          <w:szCs w:val="22"/>
        </w:rPr>
        <w:t>grade</w:t>
      </w:r>
      <w:r w:rsidR="00395579" w:rsidRPr="00A633A7">
        <w:rPr>
          <w:rFonts w:cs="Arial"/>
          <w:szCs w:val="22"/>
        </w:rPr>
        <w:t xml:space="preserve"> in a vault</w:t>
      </w:r>
      <w:r w:rsidR="00755D21" w:rsidRPr="00A633A7">
        <w:rPr>
          <w:rFonts w:cs="Arial"/>
          <w:szCs w:val="22"/>
        </w:rPr>
        <w:t>]</w:t>
      </w:r>
      <w:r w:rsidR="00FB2AA7" w:rsidRPr="00A633A7">
        <w:rPr>
          <w:rFonts w:cs="Arial"/>
          <w:szCs w:val="22"/>
        </w:rPr>
        <w:t>.</w:t>
      </w:r>
    </w:p>
    <w:p w14:paraId="4B1D999B" w14:textId="77777777" w:rsidR="00C41AF0" w:rsidRPr="00A633A7" w:rsidRDefault="00E0638D" w:rsidP="000B7A04">
      <w:pPr>
        <w:pStyle w:val="SpecHeading4A"/>
        <w:numPr>
          <w:ilvl w:val="0"/>
          <w:numId w:val="5"/>
        </w:numPr>
        <w:rPr>
          <w:rFonts w:cs="Arial"/>
          <w:szCs w:val="22"/>
        </w:rPr>
      </w:pPr>
      <w:r w:rsidRPr="00A633A7">
        <w:rPr>
          <w:rFonts w:cs="Arial"/>
          <w:szCs w:val="22"/>
        </w:rPr>
        <w:t>The source of the influent t</w:t>
      </w:r>
      <w:r w:rsidR="00395579" w:rsidRPr="00A633A7">
        <w:rPr>
          <w:rFonts w:cs="Arial"/>
          <w:szCs w:val="22"/>
        </w:rPr>
        <w:t xml:space="preserve">o the separator shall be </w:t>
      </w:r>
      <w:r w:rsidR="00755D21" w:rsidRPr="00A633A7">
        <w:rPr>
          <w:rFonts w:cs="Arial"/>
          <w:szCs w:val="22"/>
        </w:rPr>
        <w:t>[</w:t>
      </w:r>
      <w:r w:rsidR="00395579" w:rsidRPr="00A633A7">
        <w:rPr>
          <w:rFonts w:cs="Arial"/>
          <w:szCs w:val="22"/>
        </w:rPr>
        <w:t>pumped</w:t>
      </w:r>
      <w:r w:rsidR="00755D21" w:rsidRPr="00A633A7">
        <w:rPr>
          <w:rFonts w:cs="Arial"/>
          <w:szCs w:val="22"/>
        </w:rPr>
        <w:t>] [</w:t>
      </w:r>
      <w:r w:rsidR="00395579" w:rsidRPr="00A633A7">
        <w:rPr>
          <w:rFonts w:cs="Arial"/>
          <w:szCs w:val="22"/>
        </w:rPr>
        <w:t>gravity</w:t>
      </w:r>
      <w:r w:rsidR="00755D21" w:rsidRPr="00A633A7">
        <w:rPr>
          <w:rFonts w:cs="Arial"/>
          <w:szCs w:val="22"/>
        </w:rPr>
        <w:t>]</w:t>
      </w:r>
      <w:r w:rsidRPr="00A633A7">
        <w:rPr>
          <w:rFonts w:cs="Arial"/>
          <w:szCs w:val="22"/>
        </w:rPr>
        <w:t xml:space="preserve"> flow from </w:t>
      </w:r>
      <w:r w:rsidR="00755D21" w:rsidRPr="00A633A7">
        <w:rPr>
          <w:rFonts w:cs="Arial"/>
          <w:szCs w:val="22"/>
        </w:rPr>
        <w:t>[</w:t>
      </w:r>
      <w:r w:rsidRPr="00A633A7">
        <w:rPr>
          <w:rFonts w:cs="Arial"/>
          <w:szCs w:val="22"/>
        </w:rPr>
        <w:t>storm water runoff</w:t>
      </w:r>
      <w:r w:rsidR="00755D21" w:rsidRPr="00A633A7">
        <w:rPr>
          <w:rFonts w:cs="Arial"/>
          <w:szCs w:val="22"/>
        </w:rPr>
        <w:t>] [</w:t>
      </w:r>
      <w:r w:rsidR="00395579" w:rsidRPr="00A633A7">
        <w:rPr>
          <w:rFonts w:cs="Arial"/>
          <w:szCs w:val="22"/>
        </w:rPr>
        <w:t>facility indoor drainage</w:t>
      </w:r>
      <w:r w:rsidR="00755D21" w:rsidRPr="00A633A7">
        <w:rPr>
          <w:rFonts w:cs="Arial"/>
          <w:szCs w:val="22"/>
        </w:rPr>
        <w:t>],</w:t>
      </w:r>
      <w:r w:rsidRPr="00A633A7">
        <w:rPr>
          <w:rFonts w:cs="Arial"/>
          <w:szCs w:val="22"/>
        </w:rPr>
        <w:t xml:space="preserve"> hydrocarbon spills, and/or cleaning/maintenance operations.</w:t>
      </w:r>
      <w:r w:rsidR="00395579" w:rsidRPr="00A633A7">
        <w:t xml:space="preserve"> </w:t>
      </w:r>
    </w:p>
    <w:p w14:paraId="499AB6DC" w14:textId="77777777" w:rsidR="00395579" w:rsidRPr="00A633A7" w:rsidRDefault="00395579" w:rsidP="00395579"/>
    <w:p w14:paraId="4F65F0CF" w14:textId="77777777" w:rsidR="00320981" w:rsidRPr="00A633A7" w:rsidRDefault="00320981" w:rsidP="00320981">
      <w:pPr>
        <w:ind w:left="715" w:hanging="528"/>
      </w:pPr>
      <w:r w:rsidRPr="00A633A7">
        <w:t>B.</w:t>
      </w:r>
      <w:r w:rsidRPr="00A633A7">
        <w:tab/>
      </w:r>
      <w:r w:rsidR="00C3675D" w:rsidRPr="00A633A7">
        <w:t xml:space="preserve">The free oil and grease concentration in the effluent from the </w:t>
      </w:r>
      <w:r w:rsidR="00EC3C14" w:rsidRPr="00A633A7">
        <w:t>Corella</w:t>
      </w:r>
      <w:r w:rsidR="00EC3C14" w:rsidRPr="00A633A7">
        <w:rPr>
          <w:vertAlign w:val="superscript"/>
        </w:rPr>
        <w:t>®</w:t>
      </w:r>
      <w:r w:rsidR="00EC3C14" w:rsidRPr="00A633A7">
        <w:t xml:space="preserve"> </w:t>
      </w:r>
      <w:r w:rsidR="00C3675D" w:rsidRPr="00A633A7">
        <w:t>Coalescing Oil/Water Separator(s) shall not exceed 10 mg/l (10 ppm). To achieve this goal, it will be necessary to remove all free oil droplets equal to and greater than 20 microns.</w:t>
      </w:r>
    </w:p>
    <w:p w14:paraId="14D41BB4" w14:textId="77777777" w:rsidR="00320981" w:rsidRPr="00A633A7" w:rsidRDefault="00320981" w:rsidP="00320981">
      <w:pPr>
        <w:rPr>
          <w:rFonts w:cs="Arial"/>
          <w:szCs w:val="22"/>
        </w:rPr>
      </w:pPr>
    </w:p>
    <w:p w14:paraId="28378E73" w14:textId="42CFE789" w:rsidR="00320981" w:rsidRPr="00A633A7" w:rsidRDefault="00320981" w:rsidP="00320981">
      <w:pPr>
        <w:pStyle w:val="SpecSpecifierNotes0"/>
        <w:rPr>
          <w:rFonts w:cs="Arial"/>
          <w:szCs w:val="22"/>
        </w:rPr>
      </w:pPr>
      <w:r w:rsidRPr="00A633A7">
        <w:rPr>
          <w:rFonts w:cs="Arial"/>
          <w:szCs w:val="22"/>
        </w:rPr>
        <w:t>Specifier Notes:  Specify quantity</w:t>
      </w:r>
      <w:r w:rsidR="00225648">
        <w:rPr>
          <w:rFonts w:cs="Arial"/>
          <w:szCs w:val="22"/>
        </w:rPr>
        <w:t>.</w:t>
      </w:r>
    </w:p>
    <w:p w14:paraId="7660A53F" w14:textId="77777777" w:rsidR="00320981" w:rsidRPr="00A633A7" w:rsidRDefault="00320981" w:rsidP="00320981">
      <w:pPr>
        <w:ind w:left="715" w:hanging="528"/>
      </w:pPr>
    </w:p>
    <w:p w14:paraId="74B0490F" w14:textId="77777777" w:rsidR="00320981" w:rsidRPr="00A633A7" w:rsidRDefault="00320981" w:rsidP="00320981">
      <w:pPr>
        <w:ind w:left="715" w:hanging="528"/>
        <w:rPr>
          <w:rFonts w:cs="Arial"/>
        </w:rPr>
      </w:pPr>
      <w:r w:rsidRPr="00A633A7">
        <w:t xml:space="preserve">C. </w:t>
      </w:r>
      <w:r w:rsidRPr="00A633A7">
        <w:tab/>
      </w:r>
      <w:r w:rsidRPr="00A633A7">
        <w:tab/>
      </w:r>
      <w:r w:rsidR="00AD17F3" w:rsidRPr="00A633A7">
        <w:rPr>
          <w:rFonts w:cs="Arial"/>
        </w:rPr>
        <w:t xml:space="preserve">Quantity: </w:t>
      </w:r>
      <w:r w:rsidR="00AD17F3" w:rsidRPr="00C47AA2">
        <w:rPr>
          <w:rFonts w:cs="Arial"/>
          <w:highlight w:val="yellow"/>
        </w:rPr>
        <w:t>_____</w:t>
      </w:r>
      <w:r w:rsidR="00AD17F3" w:rsidRPr="00A633A7">
        <w:rPr>
          <w:rFonts w:cs="Arial"/>
        </w:rPr>
        <w:t>_</w:t>
      </w:r>
    </w:p>
    <w:p w14:paraId="29EFC94C" w14:textId="77777777" w:rsidR="00C41AF0" w:rsidRPr="00A633A7" w:rsidRDefault="00C41AF0" w:rsidP="00320981">
      <w:pPr>
        <w:ind w:left="715" w:hanging="528"/>
        <w:rPr>
          <w:rFonts w:cs="Arial"/>
        </w:rPr>
      </w:pPr>
    </w:p>
    <w:p w14:paraId="6F0A4465" w14:textId="7486E673" w:rsidR="00320981" w:rsidRPr="00A633A7" w:rsidRDefault="00320981" w:rsidP="00320981">
      <w:pPr>
        <w:ind w:left="715" w:hanging="528"/>
        <w:rPr>
          <w:rFonts w:cs="Arial"/>
        </w:rPr>
      </w:pPr>
      <w:r w:rsidRPr="00A633A7">
        <w:t>D.</w:t>
      </w:r>
      <w:r w:rsidRPr="00A633A7">
        <w:tab/>
      </w:r>
      <w:r w:rsidR="007F7E3F" w:rsidRPr="00A633A7">
        <w:rPr>
          <w:rFonts w:cs="Arial"/>
        </w:rPr>
        <w:t>No</w:t>
      </w:r>
      <w:r w:rsidR="00DE2F8D" w:rsidRPr="00A633A7">
        <w:rPr>
          <w:rFonts w:cs="Arial"/>
        </w:rPr>
        <w:t>minal Oil/Water Separator</w:t>
      </w:r>
      <w:r w:rsidR="00AD17F3" w:rsidRPr="00A633A7">
        <w:rPr>
          <w:rFonts w:cs="Arial"/>
        </w:rPr>
        <w:t xml:space="preserve"> Capacity:  </w:t>
      </w:r>
      <w:r w:rsidR="00C47AA2">
        <w:rPr>
          <w:rFonts w:cs="Arial"/>
        </w:rPr>
        <w:t>350</w:t>
      </w:r>
      <w:r w:rsidR="007F7E3F" w:rsidRPr="00A633A7">
        <w:rPr>
          <w:rFonts w:cs="Arial"/>
        </w:rPr>
        <w:t xml:space="preserve"> gallons [As indicated on the Drawings.]</w:t>
      </w:r>
    </w:p>
    <w:p w14:paraId="77EEC415" w14:textId="77777777" w:rsidR="00320981" w:rsidRPr="00A633A7" w:rsidRDefault="00320981" w:rsidP="00320981">
      <w:pPr>
        <w:ind w:left="715" w:hanging="528"/>
        <w:rPr>
          <w:rFonts w:cs="Arial"/>
        </w:rPr>
      </w:pPr>
      <w:r w:rsidRPr="00A633A7">
        <w:tab/>
        <w:t>1.</w:t>
      </w:r>
      <w:r w:rsidR="00DE2F8D" w:rsidRPr="00A633A7">
        <w:rPr>
          <w:rFonts w:cs="Arial"/>
        </w:rPr>
        <w:t xml:space="preserve">     Oil/Water Separator capacity and associated oil holding capacity have been calculated to comply with Spill Prevention Control and Countermeasures (SPCC) plan </w:t>
      </w:r>
      <w:r w:rsidR="00581D89" w:rsidRPr="00A633A7">
        <w:rPr>
          <w:rFonts w:cs="Arial"/>
        </w:rPr>
        <w:t xml:space="preserve">and National Pollutant Discharge Elimination System (NPDES) permit </w:t>
      </w:r>
      <w:r w:rsidR="00DE2F8D" w:rsidRPr="00A633A7">
        <w:rPr>
          <w:rFonts w:cs="Arial"/>
        </w:rPr>
        <w:t>requirements of the facility. The sizing of this oil/water separator is consistent with industry protocols for complying with the minimum federal spill and discharge regulations therefore a separator of smaller volume is not permissible.</w:t>
      </w:r>
      <w:r w:rsidRPr="00A633A7">
        <w:rPr>
          <w:rFonts w:cs="Arial"/>
        </w:rPr>
        <w:t xml:space="preserve"> </w:t>
      </w:r>
    </w:p>
    <w:p w14:paraId="1DE56154" w14:textId="77777777" w:rsidR="00C41AF0" w:rsidRPr="00A633A7" w:rsidRDefault="00C41AF0" w:rsidP="00320981">
      <w:pPr>
        <w:ind w:left="715" w:hanging="528"/>
        <w:rPr>
          <w:rFonts w:cs="Arial"/>
        </w:rPr>
      </w:pPr>
    </w:p>
    <w:p w14:paraId="03D38532" w14:textId="77777777" w:rsidR="00CB7E5F" w:rsidRPr="00A633A7" w:rsidRDefault="00320981" w:rsidP="00B95DA8">
      <w:pPr>
        <w:ind w:left="187" w:firstLine="5"/>
      </w:pPr>
      <w:r w:rsidRPr="00A633A7">
        <w:t>E.</w:t>
      </w:r>
      <w:r w:rsidRPr="00A633A7">
        <w:tab/>
      </w:r>
      <w:r w:rsidR="00CB7E5F" w:rsidRPr="00A633A7">
        <w:rPr>
          <w:rFonts w:cs="Arial"/>
        </w:rPr>
        <w:t>Nominal Dimensions:</w:t>
      </w:r>
    </w:p>
    <w:p w14:paraId="64A9930C" w14:textId="18EBFA3E" w:rsidR="007F7E3F" w:rsidRPr="00A633A7" w:rsidRDefault="00B95DA8" w:rsidP="00DE2F8D">
      <w:pPr>
        <w:pStyle w:val="SpecHeading51"/>
        <w:rPr>
          <w:rFonts w:cs="Arial"/>
          <w:szCs w:val="22"/>
        </w:rPr>
      </w:pPr>
      <w:r w:rsidRPr="00A633A7">
        <w:rPr>
          <w:rFonts w:cs="Arial"/>
          <w:szCs w:val="22"/>
        </w:rPr>
        <w:t xml:space="preserve">1.     </w:t>
      </w:r>
      <w:r w:rsidR="00423FD8" w:rsidRPr="00A633A7">
        <w:rPr>
          <w:rFonts w:cs="Arial"/>
          <w:szCs w:val="22"/>
        </w:rPr>
        <w:t xml:space="preserve">Nominal </w:t>
      </w:r>
      <w:r w:rsidR="00F67B07" w:rsidRPr="00A633A7">
        <w:rPr>
          <w:rFonts w:cs="Arial"/>
          <w:szCs w:val="22"/>
        </w:rPr>
        <w:t>Length</w:t>
      </w:r>
      <w:r w:rsidR="007F7E3F" w:rsidRPr="00A633A7">
        <w:rPr>
          <w:rFonts w:cs="Arial"/>
          <w:szCs w:val="22"/>
        </w:rPr>
        <w:t xml:space="preserve">: </w:t>
      </w:r>
      <w:r w:rsidR="00B7230C">
        <w:rPr>
          <w:rFonts w:cs="Arial"/>
          <w:szCs w:val="22"/>
        </w:rPr>
        <w:t>6</w:t>
      </w:r>
      <w:r w:rsidR="00225648">
        <w:rPr>
          <w:rFonts w:cs="Arial"/>
          <w:szCs w:val="22"/>
        </w:rPr>
        <w:t>-</w:t>
      </w:r>
      <w:r w:rsidR="00544E2A" w:rsidRPr="00A633A7">
        <w:rPr>
          <w:rFonts w:cs="Arial"/>
          <w:szCs w:val="22"/>
        </w:rPr>
        <w:t>feet</w:t>
      </w:r>
      <w:r w:rsidR="00C47AA2">
        <w:rPr>
          <w:rFonts w:cs="Arial"/>
          <w:szCs w:val="22"/>
        </w:rPr>
        <w:t xml:space="preserve">, </w:t>
      </w:r>
      <w:r w:rsidR="00B7230C">
        <w:rPr>
          <w:rFonts w:cs="Arial"/>
          <w:szCs w:val="22"/>
        </w:rPr>
        <w:t>0</w:t>
      </w:r>
      <w:r w:rsidR="00225648">
        <w:rPr>
          <w:rFonts w:cs="Arial"/>
          <w:szCs w:val="22"/>
        </w:rPr>
        <w:t>-</w:t>
      </w:r>
      <w:r w:rsidR="002C2A2C" w:rsidRPr="00A633A7">
        <w:rPr>
          <w:rFonts w:cs="Arial"/>
          <w:szCs w:val="22"/>
        </w:rPr>
        <w:t>inches</w:t>
      </w:r>
      <w:r w:rsidR="00225648">
        <w:rPr>
          <w:rFonts w:cs="Arial"/>
          <w:szCs w:val="22"/>
        </w:rPr>
        <w:t>, 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0E79D6A2" w14:textId="73EEE207" w:rsidR="00225648" w:rsidRPr="007B3609" w:rsidRDefault="00B95DA8" w:rsidP="007B3609">
      <w:pPr>
        <w:pStyle w:val="SpecHeading51"/>
        <w:rPr>
          <w:rFonts w:cs="Arial"/>
          <w:szCs w:val="22"/>
        </w:rPr>
      </w:pPr>
      <w:r w:rsidRPr="00A633A7">
        <w:rPr>
          <w:rFonts w:cs="Arial"/>
          <w:szCs w:val="22"/>
        </w:rPr>
        <w:t xml:space="preserve">2.     </w:t>
      </w:r>
      <w:r w:rsidR="00423FD8" w:rsidRPr="00A633A7">
        <w:rPr>
          <w:rFonts w:cs="Arial"/>
          <w:szCs w:val="22"/>
        </w:rPr>
        <w:t xml:space="preserve">Nominal </w:t>
      </w:r>
      <w:r w:rsidR="002B5188" w:rsidRPr="00A633A7">
        <w:rPr>
          <w:rFonts w:cs="Arial"/>
          <w:szCs w:val="22"/>
        </w:rPr>
        <w:t>Diameter</w:t>
      </w:r>
      <w:r w:rsidR="007F7E3F" w:rsidRPr="00A633A7">
        <w:rPr>
          <w:rFonts w:cs="Arial"/>
          <w:szCs w:val="22"/>
        </w:rPr>
        <w:t xml:space="preserve">: </w:t>
      </w:r>
      <w:r w:rsidR="00B7230C">
        <w:rPr>
          <w:rFonts w:cs="Arial"/>
          <w:szCs w:val="22"/>
        </w:rPr>
        <w:t>3</w:t>
      </w:r>
      <w:r w:rsidR="00225648">
        <w:rPr>
          <w:rFonts w:cs="Arial"/>
          <w:szCs w:val="22"/>
        </w:rPr>
        <w:t>-</w:t>
      </w:r>
      <w:r w:rsidR="007F7E3F" w:rsidRPr="00A633A7">
        <w:rPr>
          <w:rFonts w:cs="Arial"/>
          <w:szCs w:val="22"/>
        </w:rPr>
        <w:t>feet</w:t>
      </w:r>
      <w:r w:rsidR="00C47AA2">
        <w:rPr>
          <w:rFonts w:cs="Arial"/>
          <w:szCs w:val="22"/>
        </w:rPr>
        <w:t xml:space="preserve">, </w:t>
      </w:r>
      <w:r w:rsidR="00B7230C">
        <w:rPr>
          <w:rFonts w:cs="Arial"/>
          <w:szCs w:val="22"/>
        </w:rPr>
        <w:t>6</w:t>
      </w:r>
      <w:r w:rsidR="00225648">
        <w:rPr>
          <w:rFonts w:cs="Arial"/>
          <w:szCs w:val="22"/>
        </w:rPr>
        <w:t>-</w:t>
      </w:r>
      <w:r w:rsidR="007F7E3F" w:rsidRPr="00A633A7">
        <w:rPr>
          <w:rFonts w:cs="Arial"/>
          <w:szCs w:val="22"/>
        </w:rPr>
        <w:t>inches</w:t>
      </w:r>
      <w:r w:rsidR="00225648">
        <w:rPr>
          <w:rFonts w:cs="Arial"/>
          <w:szCs w:val="22"/>
        </w:rPr>
        <w:t>,</w:t>
      </w:r>
      <w:r w:rsidR="007F7E3F" w:rsidRPr="00A633A7">
        <w:rPr>
          <w:rFonts w:cs="Arial"/>
          <w:szCs w:val="22"/>
        </w:rPr>
        <w:t xml:space="preserve"> </w:t>
      </w:r>
      <w:r w:rsidR="00225648">
        <w:rPr>
          <w:rFonts w:cs="Arial"/>
          <w:szCs w:val="22"/>
        </w:rPr>
        <w:t>a</w:t>
      </w:r>
      <w:r w:rsidR="007F7E3F" w:rsidRPr="00A633A7">
        <w:rPr>
          <w:rFonts w:cs="Arial"/>
          <w:szCs w:val="22"/>
        </w:rPr>
        <w:t xml:space="preserve">s indicated on the </w:t>
      </w:r>
      <w:r w:rsidR="00225648">
        <w:rPr>
          <w:rFonts w:cs="Arial"/>
          <w:szCs w:val="22"/>
        </w:rPr>
        <w:t>d</w:t>
      </w:r>
      <w:r w:rsidR="007F7E3F" w:rsidRPr="00A633A7">
        <w:rPr>
          <w:rFonts w:cs="Arial"/>
          <w:szCs w:val="22"/>
        </w:rPr>
        <w:t>rawings.</w:t>
      </w:r>
    </w:p>
    <w:p w14:paraId="6B018535" w14:textId="77777777" w:rsidR="00C41AF0" w:rsidRPr="00A633A7" w:rsidRDefault="00C41AF0" w:rsidP="00C41AF0"/>
    <w:p w14:paraId="34603066" w14:textId="33AB2092" w:rsidR="00DE2F8D" w:rsidRDefault="00DE2F8D" w:rsidP="00DE2F8D">
      <w:pPr>
        <w:pStyle w:val="SpecHeading51"/>
        <w:ind w:left="720" w:hanging="540"/>
        <w:rPr>
          <w:rFonts w:cs="Arial"/>
          <w:szCs w:val="22"/>
        </w:rPr>
      </w:pPr>
      <w:r w:rsidRPr="00A633A7">
        <w:rPr>
          <w:rFonts w:cs="Arial"/>
          <w:szCs w:val="22"/>
        </w:rPr>
        <w:t>F.</w:t>
      </w:r>
      <w:r w:rsidRPr="00A633A7">
        <w:rPr>
          <w:rFonts w:cs="Arial"/>
          <w:szCs w:val="22"/>
        </w:rPr>
        <w:tab/>
      </w:r>
      <w:r w:rsidR="00C3675D" w:rsidRPr="00A633A7">
        <w:rPr>
          <w:rFonts w:cs="Arial"/>
          <w:szCs w:val="22"/>
        </w:rPr>
        <w:t xml:space="preserve">Maximum Flow Rate: </w:t>
      </w:r>
      <w:r w:rsidR="00B7230C">
        <w:rPr>
          <w:rFonts w:cs="Arial"/>
          <w:szCs w:val="22"/>
        </w:rPr>
        <w:t>35</w:t>
      </w:r>
      <w:r w:rsidR="00225648">
        <w:rPr>
          <w:rFonts w:cs="Arial"/>
          <w:szCs w:val="22"/>
        </w:rPr>
        <w:t>-</w:t>
      </w:r>
      <w:r w:rsidR="00C3675D" w:rsidRPr="00A633A7">
        <w:rPr>
          <w:rFonts w:cs="Arial"/>
          <w:szCs w:val="22"/>
        </w:rPr>
        <w:t>gallons/minute</w:t>
      </w:r>
      <w:r w:rsidR="00225648">
        <w:rPr>
          <w:rFonts w:cs="Arial"/>
          <w:szCs w:val="22"/>
        </w:rPr>
        <w:t>, a</w:t>
      </w:r>
      <w:r w:rsidR="00C3675D" w:rsidRPr="00A633A7">
        <w:rPr>
          <w:rFonts w:cs="Arial"/>
          <w:szCs w:val="22"/>
        </w:rPr>
        <w:t xml:space="preserve">s indicated on the </w:t>
      </w:r>
      <w:r w:rsidR="00225648">
        <w:rPr>
          <w:rFonts w:cs="Arial"/>
          <w:szCs w:val="22"/>
        </w:rPr>
        <w:t>d</w:t>
      </w:r>
      <w:r w:rsidR="00C3675D" w:rsidRPr="00A633A7">
        <w:rPr>
          <w:rFonts w:cs="Arial"/>
          <w:szCs w:val="22"/>
        </w:rPr>
        <w:t>rawings.</w:t>
      </w:r>
    </w:p>
    <w:p w14:paraId="692D937E" w14:textId="77777777" w:rsidR="00391A92" w:rsidRPr="00612693" w:rsidRDefault="00391A92" w:rsidP="00391A92">
      <w:pPr>
        <w:rPr>
          <w:rFonts w:cs="Arial"/>
          <w:szCs w:val="22"/>
        </w:rPr>
      </w:pPr>
    </w:p>
    <w:p w14:paraId="6310C807" w14:textId="77777777" w:rsidR="00225648" w:rsidRDefault="00225648" w:rsidP="00225648">
      <w:pPr>
        <w:pStyle w:val="SpecSpecifierNotes0"/>
        <w:rPr>
          <w:rFonts w:cs="Arial"/>
          <w:szCs w:val="22"/>
        </w:rPr>
      </w:pPr>
      <w:r w:rsidRPr="00612693">
        <w:rPr>
          <w:rFonts w:cs="Arial"/>
          <w:szCs w:val="22"/>
        </w:rPr>
        <w:t xml:space="preserve">Specifier Notes:  Specify </w:t>
      </w:r>
      <w:r>
        <w:rPr>
          <w:rFonts w:cs="Arial"/>
          <w:szCs w:val="22"/>
        </w:rPr>
        <w:t>any additional design/performance parameters:</w:t>
      </w:r>
    </w:p>
    <w:p w14:paraId="15D6A337" w14:textId="77777777" w:rsidR="00225648" w:rsidRPr="00F27712" w:rsidRDefault="00225648" w:rsidP="00225648">
      <w:pPr>
        <w:pStyle w:val="SpecSpecifierNotes0"/>
        <w:rPr>
          <w:rFonts w:cs="Arial"/>
          <w:szCs w:val="22"/>
        </w:rPr>
      </w:pPr>
      <w:r w:rsidRPr="00F27712">
        <w:rPr>
          <w:rFonts w:cs="Arial"/>
          <w:szCs w:val="22"/>
        </w:rPr>
        <w:t>• Operating temperatures of the influent oil-in-water mixture will range from [</w:t>
      </w:r>
      <w:r w:rsidRPr="00384786">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(degrees F); (degrees C).</w:t>
      </w:r>
    </w:p>
    <w:p w14:paraId="66403352" w14:textId="77777777" w:rsidR="00225648" w:rsidRPr="00F27712" w:rsidRDefault="00225648" w:rsidP="00225648">
      <w:pPr>
        <w:pStyle w:val="SpecSpecifierNotes0"/>
        <w:rPr>
          <w:rFonts w:cs="Arial"/>
          <w:szCs w:val="22"/>
        </w:rPr>
      </w:pPr>
      <w:r w:rsidRPr="00F27712">
        <w:rPr>
          <w:rFonts w:cs="Arial"/>
          <w:szCs w:val="22"/>
        </w:rPr>
        <w:t>• Ambient air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w:t>
      </w:r>
      <w:r>
        <w:rPr>
          <w:rFonts w:cs="Arial"/>
          <w:szCs w:val="22"/>
        </w:rPr>
        <w:t>º</w:t>
      </w:r>
      <w:r w:rsidRPr="00F27712">
        <w:rPr>
          <w:rFonts w:cs="Arial"/>
          <w:szCs w:val="22"/>
        </w:rPr>
        <w:t>F); (</w:t>
      </w:r>
      <w:r>
        <w:rPr>
          <w:rFonts w:cs="Arial"/>
          <w:szCs w:val="22"/>
        </w:rPr>
        <w:t>º</w:t>
      </w:r>
      <w:r w:rsidRPr="00F27712">
        <w:rPr>
          <w:rFonts w:cs="Arial"/>
          <w:szCs w:val="22"/>
        </w:rPr>
        <w:t xml:space="preserve">C). </w:t>
      </w:r>
    </w:p>
    <w:p w14:paraId="47FDAF6C" w14:textId="77777777" w:rsidR="00225648" w:rsidRPr="00F27712" w:rsidRDefault="00225648" w:rsidP="00225648">
      <w:pPr>
        <w:pStyle w:val="SpecSpecifierNotes0"/>
        <w:rPr>
          <w:rFonts w:cs="Arial"/>
          <w:szCs w:val="22"/>
        </w:rPr>
      </w:pPr>
      <w:r w:rsidRPr="00F27712">
        <w:rPr>
          <w:rFonts w:cs="Arial"/>
          <w:szCs w:val="22"/>
        </w:rPr>
        <w:t>• The specific [gravity] of the [oil] at operating oil-water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 xml:space="preserve">. </w:t>
      </w:r>
    </w:p>
    <w:p w14:paraId="6A3FABE2" w14:textId="77777777" w:rsidR="00225648" w:rsidRDefault="00225648" w:rsidP="00225648">
      <w:pPr>
        <w:pStyle w:val="SpecSpecifierNotes0"/>
        <w:rPr>
          <w:rFonts w:cs="Arial"/>
          <w:szCs w:val="22"/>
        </w:rPr>
      </w:pPr>
      <w:r w:rsidRPr="00F27712">
        <w:rPr>
          <w:rFonts w:cs="Arial"/>
          <w:szCs w:val="22"/>
        </w:rPr>
        <w:t>• The specific gravity of the (freshwater), (seawater) at operating temperatures will range from [</w:t>
      </w:r>
      <w:r w:rsidRPr="00535920">
        <w:rPr>
          <w:rFonts w:cs="Arial"/>
          <w:szCs w:val="22"/>
          <w:highlight w:val="yellow"/>
        </w:rPr>
        <w:t>_____</w:t>
      </w:r>
      <w:r w:rsidRPr="00F27712">
        <w:rPr>
          <w:rFonts w:cs="Arial"/>
          <w:szCs w:val="22"/>
        </w:rPr>
        <w:t>] to [</w:t>
      </w:r>
      <w:r w:rsidRPr="00535920">
        <w:rPr>
          <w:rFonts w:cs="Arial"/>
          <w:szCs w:val="22"/>
          <w:highlight w:val="yellow"/>
        </w:rPr>
        <w:t>_____</w:t>
      </w:r>
      <w:r w:rsidRPr="00F27712">
        <w:rPr>
          <w:rFonts w:cs="Arial"/>
          <w:szCs w:val="22"/>
        </w:rPr>
        <w:t>].</w:t>
      </w:r>
    </w:p>
    <w:p w14:paraId="1E3F71D9" w14:textId="77777777" w:rsidR="00C41AF0" w:rsidRPr="00A633A7" w:rsidRDefault="00C41AF0" w:rsidP="00C41AF0"/>
    <w:p w14:paraId="2E2207B6" w14:textId="77777777" w:rsidR="005812B2" w:rsidRDefault="005812B2" w:rsidP="00B95DA8">
      <w:pPr>
        <w:pStyle w:val="SpecHeading51"/>
        <w:ind w:left="720" w:hanging="540"/>
        <w:rPr>
          <w:rFonts w:cs="Arial"/>
          <w:szCs w:val="22"/>
        </w:rPr>
      </w:pPr>
    </w:p>
    <w:p w14:paraId="79D4BDA0" w14:textId="77777777" w:rsidR="005812B2" w:rsidRDefault="005812B2" w:rsidP="00B95DA8">
      <w:pPr>
        <w:pStyle w:val="SpecHeading51"/>
        <w:ind w:left="720" w:hanging="540"/>
        <w:rPr>
          <w:rFonts w:cs="Arial"/>
          <w:szCs w:val="22"/>
        </w:rPr>
      </w:pPr>
    </w:p>
    <w:p w14:paraId="31018A92" w14:textId="2E6223D3" w:rsidR="005812B2" w:rsidRDefault="005812B2" w:rsidP="00B95DA8">
      <w:pPr>
        <w:pStyle w:val="SpecHeading51"/>
        <w:ind w:left="720" w:hanging="540"/>
        <w:rPr>
          <w:rFonts w:cs="Arial"/>
          <w:szCs w:val="22"/>
        </w:rPr>
      </w:pPr>
    </w:p>
    <w:p w14:paraId="0605241B" w14:textId="0E46DA1B" w:rsidR="007B3609" w:rsidRDefault="007B3609" w:rsidP="007B3609"/>
    <w:p w14:paraId="4F29FD6C" w14:textId="77777777" w:rsidR="007B3609" w:rsidRPr="007B3609" w:rsidRDefault="007B3609" w:rsidP="007B3609"/>
    <w:p w14:paraId="1F41ECF0" w14:textId="77777777" w:rsidR="007B3609" w:rsidRDefault="007B3609" w:rsidP="00B95DA8">
      <w:pPr>
        <w:pStyle w:val="SpecHeading51"/>
        <w:ind w:left="720" w:hanging="540"/>
        <w:rPr>
          <w:rFonts w:cs="Arial"/>
          <w:szCs w:val="22"/>
        </w:rPr>
      </w:pPr>
    </w:p>
    <w:p w14:paraId="02FF4CA8" w14:textId="65058165" w:rsidR="00B95DA8" w:rsidRPr="00A633A7" w:rsidRDefault="00DE2F8D" w:rsidP="00B95DA8">
      <w:pPr>
        <w:pStyle w:val="SpecHeading51"/>
        <w:ind w:left="720" w:hanging="540"/>
        <w:rPr>
          <w:rFonts w:cs="Arial"/>
          <w:szCs w:val="22"/>
        </w:rPr>
      </w:pPr>
      <w:r w:rsidRPr="00A633A7">
        <w:rPr>
          <w:rFonts w:cs="Arial"/>
          <w:szCs w:val="22"/>
        </w:rPr>
        <w:lastRenderedPageBreak/>
        <w:t>G.</w:t>
      </w:r>
      <w:r w:rsidRPr="00A633A7">
        <w:rPr>
          <w:rFonts w:cs="Arial"/>
          <w:szCs w:val="22"/>
        </w:rPr>
        <w:tab/>
      </w:r>
      <w:r w:rsidR="00CB7E5F" w:rsidRPr="00A633A7">
        <w:rPr>
          <w:rFonts w:cs="Arial"/>
          <w:szCs w:val="22"/>
        </w:rPr>
        <w:t xml:space="preserve">Conformance:  </w:t>
      </w:r>
    </w:p>
    <w:p w14:paraId="172C6CB3" w14:textId="77777777" w:rsidR="00A94157" w:rsidRPr="00A633A7" w:rsidRDefault="0095341C" w:rsidP="000B7A04">
      <w:pPr>
        <w:numPr>
          <w:ilvl w:val="0"/>
          <w:numId w:val="6"/>
        </w:numPr>
      </w:pPr>
      <w:r w:rsidRPr="00A633A7">
        <w:t>API Publication 421, Monographs on Refinery Environmental Control - Management of Water Discharges.</w:t>
      </w:r>
      <w:r w:rsidR="00A94157" w:rsidRPr="00A633A7">
        <w:t xml:space="preserve"> </w:t>
      </w:r>
    </w:p>
    <w:p w14:paraId="1E52D431" w14:textId="77777777" w:rsidR="00A94157" w:rsidRPr="00A633A7" w:rsidRDefault="006745D0" w:rsidP="000B7A04">
      <w:pPr>
        <w:numPr>
          <w:ilvl w:val="1"/>
          <w:numId w:val="6"/>
        </w:numPr>
      </w:pPr>
      <w:r w:rsidRPr="00A633A7">
        <w:t xml:space="preserve">Oil/Water </w:t>
      </w:r>
      <w:r w:rsidR="0095341C" w:rsidRPr="00A633A7">
        <w:t>Separator shall be designed in accordance with Stokes Law and the American Petroleum Institute Publication 421, "Monographs on Refinery Environmental Control - Management of Water Discharges; Design and Opera</w:t>
      </w:r>
      <w:r w:rsidR="00A94157" w:rsidRPr="00A633A7">
        <w:t>tion of Oil/Water Separators.”</w:t>
      </w:r>
    </w:p>
    <w:p w14:paraId="6AA31904" w14:textId="77777777" w:rsidR="00A94157" w:rsidRPr="00A633A7" w:rsidRDefault="0095341C" w:rsidP="000B7A04">
      <w:pPr>
        <w:numPr>
          <w:ilvl w:val="1"/>
          <w:numId w:val="6"/>
        </w:numPr>
      </w:pPr>
      <w:r w:rsidRPr="00A633A7">
        <w:t xml:space="preserve">Effective surface area calculations, signed and stamped by a Registered Professional Engineer shall be submitted to document specified effluent quality based on complete removal of the specified oil globule at design flow. </w:t>
      </w:r>
    </w:p>
    <w:p w14:paraId="0E0397A8" w14:textId="0F94C769" w:rsidR="0095341C" w:rsidRPr="00A633A7" w:rsidRDefault="0095341C" w:rsidP="000B7A04">
      <w:pPr>
        <w:numPr>
          <w:ilvl w:val="1"/>
          <w:numId w:val="6"/>
        </w:numPr>
      </w:pPr>
      <w:r w:rsidRPr="00A633A7">
        <w:t>A</w:t>
      </w:r>
      <w:r w:rsidR="00AA79F1" w:rsidRPr="00A633A7">
        <w:t>n oil/water</w:t>
      </w:r>
      <w:r w:rsidRPr="00A633A7">
        <w:t xml:space="preserve"> separator with lower effective surface area than required is not permissible. </w:t>
      </w:r>
    </w:p>
    <w:p w14:paraId="3ADDBC68" w14:textId="77777777" w:rsidR="0074611A" w:rsidRPr="00A633A7" w:rsidRDefault="00617A83" w:rsidP="0074611A">
      <w:pPr>
        <w:numPr>
          <w:ilvl w:val="0"/>
          <w:numId w:val="6"/>
        </w:numPr>
      </w:pPr>
      <w:r w:rsidRPr="00A633A7">
        <w:t xml:space="preserve">Oil/Water </w:t>
      </w:r>
      <w:r w:rsidR="00A94157" w:rsidRPr="00A633A7">
        <w:t>Separator capac</w:t>
      </w:r>
      <w:r w:rsidR="000400B0" w:rsidRPr="00A633A7">
        <w:t xml:space="preserve">ities, dimensions, </w:t>
      </w:r>
      <w:r w:rsidR="00E81A75" w:rsidRPr="00A633A7">
        <w:t>construction,</w:t>
      </w:r>
      <w:r w:rsidR="00A94157" w:rsidRPr="00A633A7">
        <w:t xml:space="preserve"> and thickness shall be in strict accordance with Underw</w:t>
      </w:r>
      <w:r w:rsidR="00E14F34" w:rsidRPr="00A633A7">
        <w:t>riters Laboratories,</w:t>
      </w:r>
      <w:r w:rsidR="00A4229A" w:rsidRPr="00A633A7">
        <w:t xml:space="preserve"> Inc.</w:t>
      </w:r>
      <w:r w:rsidR="00F67B07" w:rsidRPr="00A633A7">
        <w:t xml:space="preserve"> Subject UL 142 - Steel Aboveground Tanks for Flammable and Combustible Liquids</w:t>
      </w:r>
      <w:r w:rsidR="009A7EE4" w:rsidRPr="00A633A7">
        <w:t xml:space="preserve">, </w:t>
      </w:r>
      <w:r w:rsidR="001275F6" w:rsidRPr="00A633A7">
        <w:t>Doub</w:t>
      </w:r>
      <w:r w:rsidR="00227A58" w:rsidRPr="00A633A7">
        <w:t>le-</w:t>
      </w:r>
      <w:r w:rsidR="00A94157" w:rsidRPr="00A633A7">
        <w:t>Wall</w:t>
      </w:r>
      <w:r w:rsidR="00227A58" w:rsidRPr="00A633A7">
        <w:t>ed</w:t>
      </w:r>
      <w:r w:rsidRPr="00A633A7">
        <w:t xml:space="preserve"> C</w:t>
      </w:r>
      <w:r w:rsidR="00A94157" w:rsidRPr="00A633A7">
        <w:t>onstruction</w:t>
      </w:r>
      <w:r w:rsidR="0074611A" w:rsidRPr="00A633A7">
        <w:t xml:space="preserve"> with </w:t>
      </w:r>
      <w:r w:rsidR="00891FE2" w:rsidRPr="00A633A7">
        <w:t>360-degree</w:t>
      </w:r>
      <w:r w:rsidR="0074611A" w:rsidRPr="00A633A7">
        <w:t xml:space="preserve"> integral Steel Secondary Containment. </w:t>
      </w:r>
    </w:p>
    <w:p w14:paraId="6791BA58" w14:textId="77777777" w:rsidR="0074611A" w:rsidRPr="00A633A7" w:rsidRDefault="0074611A" w:rsidP="0074611A">
      <w:pPr>
        <w:numPr>
          <w:ilvl w:val="1"/>
          <w:numId w:val="6"/>
        </w:numPr>
      </w:pPr>
      <w:r w:rsidRPr="00A633A7">
        <w:t>The inner steel wall shall be completely contained within the outer steel wall, enclosing 100% of the separator volume.</w:t>
      </w:r>
    </w:p>
    <w:p w14:paraId="5CA6B6A1" w14:textId="77777777" w:rsidR="00A94157" w:rsidRPr="00A633A7" w:rsidRDefault="0074611A" w:rsidP="0074611A">
      <w:pPr>
        <w:numPr>
          <w:ilvl w:val="1"/>
          <w:numId w:val="6"/>
        </w:numPr>
      </w:pPr>
      <w:r w:rsidRPr="00A633A7">
        <w:t>The oil/water separator must have a double steel shell with a space between the layers.</w:t>
      </w:r>
      <w:r w:rsidR="00891FE2" w:rsidRPr="00A633A7">
        <w:t xml:space="preserve"> </w:t>
      </w:r>
      <w:r w:rsidRPr="00A633A7">
        <w:t>The space between the inner and outer steel walls shall be monitored with an approved electronic interstitial monitoring device through a pipe that extends vertically to the top of the separator.</w:t>
      </w:r>
      <w:r w:rsidR="00891FE2" w:rsidRPr="00A633A7">
        <w:t xml:space="preserve"> </w:t>
      </w:r>
    </w:p>
    <w:p w14:paraId="02B93794" w14:textId="77777777" w:rsidR="00617A83" w:rsidRPr="00A633A7" w:rsidRDefault="000E388F" w:rsidP="000B7A04">
      <w:pPr>
        <w:numPr>
          <w:ilvl w:val="0"/>
          <w:numId w:val="6"/>
        </w:numPr>
      </w:pPr>
      <w:r w:rsidRPr="00A633A7">
        <w:t>Pressure t</w:t>
      </w:r>
      <w:r w:rsidR="0013695E" w:rsidRPr="00A633A7">
        <w:t>esting of oil/water s</w:t>
      </w:r>
      <w:r w:rsidR="000400B0" w:rsidRPr="00A633A7">
        <w:t xml:space="preserve">eparator. </w:t>
      </w:r>
    </w:p>
    <w:p w14:paraId="1695CA43" w14:textId="77777777" w:rsidR="00617A83" w:rsidRPr="00A633A7" w:rsidRDefault="000400B0" w:rsidP="000B7A04">
      <w:pPr>
        <w:numPr>
          <w:ilvl w:val="1"/>
          <w:numId w:val="6"/>
        </w:numPr>
      </w:pPr>
      <w:r w:rsidRPr="00A633A7">
        <w:t>The oil/water separator</w:t>
      </w:r>
      <w:r w:rsidR="0013695E" w:rsidRPr="00A633A7">
        <w:t>(s), their welds, seams and connecting fittings must be factory-tested for tightness using stand</w:t>
      </w:r>
      <w:r w:rsidR="007E791D" w:rsidRPr="00A633A7">
        <w:t>a</w:t>
      </w:r>
      <w:r w:rsidR="00617A83" w:rsidRPr="00A633A7">
        <w:t xml:space="preserve">rd engineering practices. </w:t>
      </w:r>
    </w:p>
    <w:p w14:paraId="0B7D273D" w14:textId="77777777" w:rsidR="0013695E" w:rsidRPr="00A633A7" w:rsidRDefault="00617A83" w:rsidP="000B7A04">
      <w:pPr>
        <w:numPr>
          <w:ilvl w:val="1"/>
          <w:numId w:val="6"/>
        </w:numPr>
      </w:pPr>
      <w:r w:rsidRPr="00A633A7">
        <w:t>Oil/Water S</w:t>
      </w:r>
      <w:r w:rsidR="007E791D" w:rsidRPr="00A633A7">
        <w:t>eparator</w:t>
      </w:r>
      <w:r w:rsidR="0013695E" w:rsidRPr="00A633A7">
        <w:t>(s) must be guaranteed by the manufacturer to be tight.</w:t>
      </w:r>
    </w:p>
    <w:p w14:paraId="5B5710CC" w14:textId="197A4268" w:rsidR="0074611A" w:rsidRPr="00A633A7" w:rsidRDefault="0074611A" w:rsidP="0074611A">
      <w:pPr>
        <w:numPr>
          <w:ilvl w:val="1"/>
          <w:numId w:val="6"/>
        </w:numPr>
      </w:pPr>
      <w:r w:rsidRPr="00A633A7">
        <w:t>Double-Walled Oil/Water Separator(s) shall be shipped with a factory applied vacuum on the interstitial space.</w:t>
      </w:r>
      <w:r w:rsidR="00891FE2" w:rsidRPr="00A633A7">
        <w:t xml:space="preserve"> </w:t>
      </w:r>
      <w:r w:rsidRPr="00A633A7">
        <w:t>Manufacturer shall provide confirmation of vacuum gauge reading after loading for shipment.</w:t>
      </w:r>
    </w:p>
    <w:p w14:paraId="362C4072" w14:textId="77777777" w:rsidR="00A94157" w:rsidRPr="00A633A7" w:rsidRDefault="00617A83" w:rsidP="000B7A04">
      <w:pPr>
        <w:numPr>
          <w:ilvl w:val="0"/>
          <w:numId w:val="6"/>
        </w:numPr>
      </w:pPr>
      <w:r w:rsidRPr="00A633A7">
        <w:t>Oil/Water S</w:t>
      </w:r>
      <w:r w:rsidR="00A94157" w:rsidRPr="00A633A7">
        <w:t>eparator</w:t>
      </w:r>
      <w:r w:rsidR="00686F23">
        <w:t xml:space="preserve"> to fulfill the requirements of </w:t>
      </w:r>
      <w:r w:rsidR="00A94157" w:rsidRPr="00A633A7">
        <w:t>National Fire Protection Association NFPA 30 Flammable and Combustible Liquids Code</w:t>
      </w:r>
      <w:r w:rsidR="00391A92">
        <w:t xml:space="preserve"> </w:t>
      </w:r>
      <w:r w:rsidR="00391A92" w:rsidRPr="00391A92">
        <w:t>(where applicable)</w:t>
      </w:r>
      <w:r w:rsidR="00A94157" w:rsidRPr="00A633A7">
        <w:t>.</w:t>
      </w:r>
    </w:p>
    <w:p w14:paraId="5AB12330" w14:textId="77777777" w:rsidR="00B326D3" w:rsidRPr="00A633A7" w:rsidRDefault="00D96A04" w:rsidP="000B7A04">
      <w:pPr>
        <w:numPr>
          <w:ilvl w:val="0"/>
          <w:numId w:val="6"/>
        </w:numPr>
      </w:pPr>
      <w:r w:rsidRPr="00A633A7">
        <w:t xml:space="preserve">Oil/Water Separator </w:t>
      </w:r>
      <w:r w:rsidR="00A94157" w:rsidRPr="00A633A7">
        <w:t>v</w:t>
      </w:r>
      <w:r w:rsidR="00B91256" w:rsidRPr="00A633A7">
        <w:t xml:space="preserve">olume shall allow for a nominal </w:t>
      </w:r>
      <w:r w:rsidR="00A94157" w:rsidRPr="00A633A7">
        <w:t>hydraulic retent</w:t>
      </w:r>
      <w:r w:rsidR="00B326D3" w:rsidRPr="00A633A7">
        <w:t>ion time of ten (10) minutes.</w:t>
      </w:r>
    </w:p>
    <w:p w14:paraId="589FD71B" w14:textId="77777777" w:rsidR="00A94157" w:rsidRPr="00A633A7" w:rsidRDefault="00B326D3" w:rsidP="000B7A04">
      <w:pPr>
        <w:numPr>
          <w:ilvl w:val="1"/>
          <w:numId w:val="6"/>
        </w:numPr>
      </w:pPr>
      <w:r w:rsidRPr="00A633A7">
        <w:t xml:space="preserve">Oil/Water Separator volume has been calculated to </w:t>
      </w:r>
      <w:r w:rsidR="00A94157" w:rsidRPr="00A633A7">
        <w:t xml:space="preserve">ensure laminar flow conditions which result in hydraulic uniformity and high effluent quality. </w:t>
      </w:r>
    </w:p>
    <w:p w14:paraId="070C0B84" w14:textId="77777777" w:rsidR="00A94157" w:rsidRPr="00A633A7" w:rsidRDefault="00A94157" w:rsidP="000B7A04">
      <w:pPr>
        <w:numPr>
          <w:ilvl w:val="1"/>
          <w:numId w:val="6"/>
        </w:numPr>
      </w:pPr>
      <w:r w:rsidRPr="00A633A7">
        <w:t xml:space="preserve">Volume reduction will adversely affect </w:t>
      </w:r>
      <w:r w:rsidR="00D96A04" w:rsidRPr="00A633A7">
        <w:t xml:space="preserve">oil/water </w:t>
      </w:r>
      <w:r w:rsidRPr="00A633A7">
        <w:t>separator performance by increasing horizontal velocity and turbulence, therefore a separator of smaller volume is not permissible.</w:t>
      </w:r>
    </w:p>
    <w:p w14:paraId="74227F39" w14:textId="77777777" w:rsidR="00B326D3" w:rsidRPr="00A633A7" w:rsidRDefault="00A94157" w:rsidP="000B7A04">
      <w:pPr>
        <w:numPr>
          <w:ilvl w:val="0"/>
          <w:numId w:val="6"/>
        </w:numPr>
      </w:pPr>
      <w:r w:rsidRPr="00A633A7">
        <w:t xml:space="preserve">The </w:t>
      </w:r>
      <w:r w:rsidR="00D96A04" w:rsidRPr="00A633A7">
        <w:t xml:space="preserve">oil/water </w:t>
      </w:r>
      <w:r w:rsidRPr="00A633A7">
        <w:t xml:space="preserve">separator shall have the structural strength to withstand static and dynamic hydraulic loading while empty and during operating conditions. </w:t>
      </w:r>
    </w:p>
    <w:p w14:paraId="08F65C66" w14:textId="3C8B6598" w:rsidR="0081267D" w:rsidRPr="00795E8B" w:rsidRDefault="00A94157" w:rsidP="00795E8B">
      <w:pPr>
        <w:numPr>
          <w:ilvl w:val="0"/>
          <w:numId w:val="6"/>
        </w:numPr>
        <w:rPr>
          <w:rFonts w:cs="Arial"/>
          <w:szCs w:val="22"/>
        </w:rPr>
      </w:pPr>
      <w:r w:rsidRPr="00A633A7">
        <w:rPr>
          <w:rFonts w:cs="Arial"/>
          <w:szCs w:val="22"/>
        </w:rPr>
        <w:t xml:space="preserve">To prevent extensive shutdown and maintenance, the </w:t>
      </w:r>
      <w:r w:rsidR="00D96A04" w:rsidRPr="00A633A7">
        <w:rPr>
          <w:rFonts w:cs="Arial"/>
          <w:szCs w:val="22"/>
        </w:rPr>
        <w:t xml:space="preserve">oil/water </w:t>
      </w:r>
      <w:r w:rsidRPr="00A633A7">
        <w:rPr>
          <w:rFonts w:cs="Arial"/>
          <w:szCs w:val="22"/>
        </w:rPr>
        <w:t>separator’s coalescer design must allow solids to fall unhindered by turbulence, and oil droplets to rise</w:t>
      </w:r>
      <w:r w:rsidR="00BB4E92" w:rsidRPr="00A633A7">
        <w:rPr>
          <w:rFonts w:cs="Arial"/>
          <w:szCs w:val="22"/>
        </w:rPr>
        <w:t>,</w:t>
      </w:r>
      <w:r w:rsidRPr="00A633A7">
        <w:rPr>
          <w:rFonts w:cs="Arial"/>
          <w:szCs w:val="22"/>
        </w:rPr>
        <w:t xml:space="preserve"> without risk of re-emulsifying due to collisions with interfering solids. </w:t>
      </w:r>
      <w:r w:rsidRPr="00795E8B">
        <w:rPr>
          <w:rFonts w:cs="Arial"/>
          <w:szCs w:val="22"/>
        </w:rPr>
        <w:t>The use of plastic perforated tubes, spherical balls, or irregular shaped media will increase the facility’s maintenance costs and shall not be permitted.</w:t>
      </w:r>
    </w:p>
    <w:p w14:paraId="6E435C77" w14:textId="77777777" w:rsidR="0081267D" w:rsidRPr="00A633A7" w:rsidRDefault="0081267D" w:rsidP="000B7A04">
      <w:pPr>
        <w:numPr>
          <w:ilvl w:val="0"/>
          <w:numId w:val="6"/>
        </w:numPr>
        <w:rPr>
          <w:rFonts w:cs="Arial"/>
          <w:szCs w:val="22"/>
        </w:rPr>
      </w:pPr>
      <w:r w:rsidRPr="00A633A7">
        <w:rPr>
          <w:rFonts w:cs="Arial"/>
          <w:szCs w:val="22"/>
        </w:rPr>
        <w:t>The oil/water separator’s top access covers shall be easily removable for visual inspection and maintenance of the separator and its subsystem components.</w:t>
      </w:r>
    </w:p>
    <w:p w14:paraId="293F2FE7" w14:textId="025257DE" w:rsidR="00C41AF0" w:rsidRDefault="00C41AF0" w:rsidP="00C41AF0">
      <w:pPr>
        <w:ind w:left="1620"/>
        <w:rPr>
          <w:rFonts w:cs="Arial"/>
          <w:szCs w:val="22"/>
        </w:rPr>
      </w:pPr>
    </w:p>
    <w:p w14:paraId="2C018916" w14:textId="51F4D5A1" w:rsidR="003E268E" w:rsidRDefault="003E268E" w:rsidP="00C41AF0">
      <w:pPr>
        <w:ind w:left="1620"/>
        <w:rPr>
          <w:rFonts w:cs="Arial"/>
          <w:szCs w:val="22"/>
        </w:rPr>
      </w:pPr>
    </w:p>
    <w:p w14:paraId="38B45AA7" w14:textId="7A069859" w:rsidR="003E268E" w:rsidRDefault="003E268E" w:rsidP="00C41AF0">
      <w:pPr>
        <w:ind w:left="1620"/>
        <w:rPr>
          <w:rFonts w:cs="Arial"/>
          <w:szCs w:val="22"/>
        </w:rPr>
      </w:pPr>
    </w:p>
    <w:p w14:paraId="6A0F8CCF" w14:textId="77777777" w:rsidR="003E268E" w:rsidRPr="00A633A7" w:rsidRDefault="003E268E" w:rsidP="00C41AF0">
      <w:pPr>
        <w:ind w:left="1620"/>
        <w:rPr>
          <w:rFonts w:cs="Arial"/>
          <w:szCs w:val="22"/>
        </w:rPr>
      </w:pPr>
    </w:p>
    <w:p w14:paraId="781D6F55" w14:textId="77777777" w:rsidR="00B326D3" w:rsidRPr="00A633A7" w:rsidRDefault="00B326D3" w:rsidP="002B7F7E">
      <w:pPr>
        <w:pStyle w:val="SpecHeading51"/>
        <w:ind w:left="180" w:firstLine="0"/>
        <w:rPr>
          <w:rFonts w:cs="Arial"/>
          <w:szCs w:val="22"/>
        </w:rPr>
      </w:pPr>
      <w:r w:rsidRPr="00A633A7">
        <w:rPr>
          <w:rFonts w:cs="Arial"/>
          <w:szCs w:val="22"/>
        </w:rPr>
        <w:lastRenderedPageBreak/>
        <w:t>H.</w:t>
      </w:r>
      <w:r w:rsidRPr="00A633A7">
        <w:rPr>
          <w:rFonts w:cs="Arial"/>
          <w:szCs w:val="22"/>
        </w:rPr>
        <w:tab/>
        <w:t>Construction</w:t>
      </w:r>
      <w:r w:rsidR="00895737" w:rsidRPr="00A633A7">
        <w:rPr>
          <w:rFonts w:cs="Arial"/>
          <w:szCs w:val="22"/>
        </w:rPr>
        <w:t>:</w:t>
      </w:r>
      <w:r w:rsidRPr="00A633A7">
        <w:rPr>
          <w:rFonts w:cs="Arial"/>
          <w:szCs w:val="22"/>
        </w:rPr>
        <w:t xml:space="preserve">  </w:t>
      </w:r>
    </w:p>
    <w:p w14:paraId="1C44F57C" w14:textId="77777777" w:rsidR="00B326D3" w:rsidRPr="00A633A7" w:rsidRDefault="00D96A04" w:rsidP="00686F23">
      <w:pPr>
        <w:numPr>
          <w:ilvl w:val="0"/>
          <w:numId w:val="18"/>
        </w:numPr>
      </w:pPr>
      <w:r w:rsidRPr="00A633A7">
        <w:t xml:space="preserve">Oil/Water </w:t>
      </w:r>
      <w:r w:rsidR="00EE4A6B" w:rsidRPr="00A633A7">
        <w:t xml:space="preserve">Separator shall be </w:t>
      </w:r>
      <w:r w:rsidR="002B5188" w:rsidRPr="00A633A7">
        <w:t>cylindrical</w:t>
      </w:r>
      <w:r w:rsidR="00B326D3" w:rsidRPr="00A633A7">
        <w:t>, horizontal, atmospheric-type steel vessel intended for the separation and storage of flammable and combustible liquids.</w:t>
      </w:r>
    </w:p>
    <w:p w14:paraId="1C8A5537" w14:textId="6A98763C" w:rsidR="00723FD1" w:rsidRPr="00A633A7" w:rsidRDefault="00723FD1" w:rsidP="00686F23">
      <w:pPr>
        <w:numPr>
          <w:ilvl w:val="1"/>
          <w:numId w:val="18"/>
        </w:numPr>
      </w:pPr>
      <w:r w:rsidRPr="00A633A7">
        <w:t xml:space="preserve">Separator shall be fabricated of </w:t>
      </w:r>
      <w:r w:rsidR="0053643B">
        <w:t>7</w:t>
      </w:r>
      <w:r w:rsidR="00795E8B">
        <w:t>-GA</w:t>
      </w:r>
      <w:r w:rsidRPr="00A633A7">
        <w:t xml:space="preserve"> mild carbon steel </w:t>
      </w:r>
      <w:r w:rsidR="0053643B">
        <w:t xml:space="preserve">on the inner shell and 10 ga mild carbon steel on the outer shell </w:t>
      </w:r>
      <w:r w:rsidRPr="00A633A7">
        <w:t>with shell seams of continuous lap weld construction.</w:t>
      </w:r>
      <w:r w:rsidR="00211A8A" w:rsidRPr="00A633A7">
        <w:t xml:space="preserve"> A separator with a reduced shell thickness is not permissible</w:t>
      </w:r>
    </w:p>
    <w:p w14:paraId="01F3D72E" w14:textId="77777777" w:rsidR="00965A09" w:rsidRPr="00A633A7" w:rsidRDefault="00965A09" w:rsidP="00686F23">
      <w:pPr>
        <w:numPr>
          <w:ilvl w:val="0"/>
          <w:numId w:val="18"/>
        </w:numPr>
      </w:pPr>
      <w:r w:rsidRPr="00A633A7">
        <w:t xml:space="preserve">The </w:t>
      </w:r>
      <w:r w:rsidR="00D96A04" w:rsidRPr="00A633A7">
        <w:t xml:space="preserve">oil/water </w:t>
      </w:r>
      <w:r w:rsidRPr="00A633A7">
        <w:t>separator shall be a pre-packaged, pre-engineered, ready to install unit consisting of:</w:t>
      </w:r>
    </w:p>
    <w:p w14:paraId="0292BC08" w14:textId="63145B82" w:rsidR="00965A09" w:rsidRPr="00A633A7" w:rsidRDefault="00965A09" w:rsidP="00686F23">
      <w:pPr>
        <w:numPr>
          <w:ilvl w:val="1"/>
          <w:numId w:val="18"/>
        </w:numPr>
      </w:pPr>
      <w:r w:rsidRPr="00A633A7">
        <w:t xml:space="preserve">An influent connection </w:t>
      </w:r>
      <w:r w:rsidR="00096CE6">
        <w:t>4</w:t>
      </w:r>
      <w:r w:rsidR="00795E8B">
        <w:t>-</w:t>
      </w:r>
      <w:r w:rsidRPr="00A633A7">
        <w:t xml:space="preserve">inch, flanged. </w:t>
      </w:r>
    </w:p>
    <w:p w14:paraId="52443ADA" w14:textId="77777777" w:rsidR="00965A09" w:rsidRPr="00A633A7" w:rsidRDefault="00965A09" w:rsidP="00686F23">
      <w:pPr>
        <w:numPr>
          <w:ilvl w:val="2"/>
          <w:numId w:val="18"/>
        </w:numPr>
      </w:pPr>
      <w:r w:rsidRPr="00A633A7">
        <w:t xml:space="preserve">An internal influent nozzle at the inlet end of the separator. </w:t>
      </w:r>
    </w:p>
    <w:p w14:paraId="1E9293A9" w14:textId="77777777" w:rsidR="00965A09" w:rsidRPr="00A633A7" w:rsidRDefault="00965A09" w:rsidP="00686F23">
      <w:pPr>
        <w:numPr>
          <w:ilvl w:val="2"/>
          <w:numId w:val="18"/>
        </w:numPr>
      </w:pPr>
      <w:r w:rsidRPr="00A633A7">
        <w:t>Nozzle discharge to be located at the furthest diagonal point from the effluent discharge opening.</w:t>
      </w:r>
    </w:p>
    <w:p w14:paraId="78377DC1" w14:textId="77777777" w:rsidR="00965A09" w:rsidRPr="00A633A7" w:rsidRDefault="001378E8" w:rsidP="00686F23">
      <w:pPr>
        <w:numPr>
          <w:ilvl w:val="1"/>
          <w:numId w:val="18"/>
        </w:numPr>
      </w:pPr>
      <w:r w:rsidRPr="00A633A7">
        <w:t>A Velocity Head Diffusion B</w:t>
      </w:r>
      <w:r w:rsidR="00965A09" w:rsidRPr="00A633A7">
        <w:t>affle at the inlet to:</w:t>
      </w:r>
    </w:p>
    <w:p w14:paraId="03E03A45" w14:textId="77777777" w:rsidR="00965A09" w:rsidRPr="00A633A7" w:rsidRDefault="00965A09" w:rsidP="00686F23">
      <w:pPr>
        <w:numPr>
          <w:ilvl w:val="2"/>
          <w:numId w:val="18"/>
        </w:numPr>
      </w:pPr>
      <w:r w:rsidRPr="00A633A7">
        <w:t>reduce horizontal velocity and flow turbulence.</w:t>
      </w:r>
    </w:p>
    <w:p w14:paraId="4C2824EF" w14:textId="77777777" w:rsidR="00965A09" w:rsidRPr="00A633A7" w:rsidRDefault="00965A09" w:rsidP="00686F23">
      <w:pPr>
        <w:numPr>
          <w:ilvl w:val="2"/>
          <w:numId w:val="18"/>
        </w:numPr>
      </w:pPr>
      <w:r w:rsidRPr="00A633A7">
        <w:t xml:space="preserve">distribute the flow equally over the </w:t>
      </w:r>
      <w:r w:rsidR="00D123E6" w:rsidRPr="00A633A7">
        <w:t>separator’s</w:t>
      </w:r>
      <w:r w:rsidRPr="00A633A7">
        <w:t xml:space="preserve"> </w:t>
      </w:r>
      <w:r w:rsidR="00D123E6" w:rsidRPr="00A633A7">
        <w:t>cross-sectional</w:t>
      </w:r>
      <w:r w:rsidRPr="00A633A7">
        <w:t xml:space="preserve"> area.</w:t>
      </w:r>
    </w:p>
    <w:p w14:paraId="3B1DC3AF" w14:textId="77777777" w:rsidR="00965A09" w:rsidRPr="00A633A7" w:rsidRDefault="00965A09" w:rsidP="00686F23">
      <w:pPr>
        <w:numPr>
          <w:ilvl w:val="2"/>
          <w:numId w:val="18"/>
        </w:numPr>
      </w:pPr>
      <w:r w:rsidRPr="00A633A7">
        <w:t xml:space="preserve">direct the flow in a serpentine path </w:t>
      </w:r>
      <w:r w:rsidR="00E353A5" w:rsidRPr="00A633A7">
        <w:t>to</w:t>
      </w:r>
      <w:r w:rsidRPr="00A633A7">
        <w:t xml:space="preserve"> enhance hydraulic characteristics and fully utilize all separator volume.</w:t>
      </w:r>
    </w:p>
    <w:p w14:paraId="7FE8E8C3" w14:textId="77777777" w:rsidR="00965A09" w:rsidRPr="00A633A7" w:rsidRDefault="00965A09" w:rsidP="00686F23">
      <w:pPr>
        <w:numPr>
          <w:ilvl w:val="2"/>
          <w:numId w:val="18"/>
        </w:numPr>
      </w:pPr>
      <w:r w:rsidRPr="00A633A7">
        <w:t xml:space="preserve">completely isolate all inlet turbulence from the </w:t>
      </w:r>
      <w:r w:rsidR="000B570E" w:rsidRPr="00A633A7">
        <w:t>Oil/Water Separation C</w:t>
      </w:r>
      <w:r w:rsidRPr="00A633A7">
        <w:t>hamber.</w:t>
      </w:r>
    </w:p>
    <w:p w14:paraId="25367907" w14:textId="77777777" w:rsidR="00965A09" w:rsidRPr="00A633A7" w:rsidRDefault="000B570E" w:rsidP="00686F23">
      <w:pPr>
        <w:numPr>
          <w:ilvl w:val="0"/>
          <w:numId w:val="18"/>
        </w:numPr>
      </w:pPr>
      <w:r w:rsidRPr="00A633A7">
        <w:t>A Sediment C</w:t>
      </w:r>
      <w:r w:rsidR="00965A09" w:rsidRPr="00A633A7">
        <w:t>hamber to disperse flow and collect oily solids and sediments.</w:t>
      </w:r>
    </w:p>
    <w:p w14:paraId="35CDC282" w14:textId="77777777" w:rsidR="00965A09" w:rsidRPr="00A633A7" w:rsidRDefault="001378E8" w:rsidP="00686F23">
      <w:pPr>
        <w:numPr>
          <w:ilvl w:val="0"/>
          <w:numId w:val="18"/>
        </w:numPr>
      </w:pPr>
      <w:r w:rsidRPr="00A633A7">
        <w:t>A Sludge B</w:t>
      </w:r>
      <w:r w:rsidR="00965A09" w:rsidRPr="00A633A7">
        <w:t xml:space="preserve">affle to retain settleable solids and sediment and prevent them from entering the </w:t>
      </w:r>
      <w:r w:rsidR="000B570E" w:rsidRPr="00A633A7">
        <w:t>Oil/Water Separation C</w:t>
      </w:r>
      <w:r w:rsidR="00965A09" w:rsidRPr="00A633A7">
        <w:t>hamber.</w:t>
      </w:r>
    </w:p>
    <w:p w14:paraId="31ABBB36" w14:textId="77777777" w:rsidR="00315D5E" w:rsidRPr="00A633A7" w:rsidRDefault="00965A09" w:rsidP="00686F23">
      <w:pPr>
        <w:numPr>
          <w:ilvl w:val="0"/>
          <w:numId w:val="18"/>
        </w:numPr>
      </w:pPr>
      <w:r w:rsidRPr="00A633A7">
        <w:t xml:space="preserve">An Oil/Water Separation Chamber </w:t>
      </w:r>
      <w:r w:rsidR="00315D5E" w:rsidRPr="00A633A7">
        <w:t>containing a removable Corella</w:t>
      </w:r>
      <w:r w:rsidR="00315D5E" w:rsidRPr="00A633A7">
        <w:rPr>
          <w:rFonts w:cs="Arial"/>
          <w:vertAlign w:val="superscript"/>
        </w:rPr>
        <w:t>®</w:t>
      </w:r>
      <w:r w:rsidR="00315D5E" w:rsidRPr="00A633A7">
        <w:t xml:space="preserve"> </w:t>
      </w:r>
      <w:r w:rsidRPr="00A633A7">
        <w:t xml:space="preserve">inclined parallel flat/corrugated plate coalescer. </w:t>
      </w:r>
    </w:p>
    <w:p w14:paraId="2439D31F" w14:textId="77777777" w:rsidR="00315D5E" w:rsidRPr="00A633A7" w:rsidRDefault="00965A09" w:rsidP="00686F23">
      <w:pPr>
        <w:numPr>
          <w:ilvl w:val="1"/>
          <w:numId w:val="18"/>
        </w:numPr>
      </w:pPr>
      <w:r w:rsidRPr="00A633A7">
        <w:t>The coalescer shall have individual remova</w:t>
      </w:r>
      <w:r w:rsidR="000B570E" w:rsidRPr="00A633A7">
        <w:t>ble plates, sloped towards the Sediment C</w:t>
      </w:r>
      <w:r w:rsidRPr="00A633A7">
        <w:t xml:space="preserve">hamber. </w:t>
      </w:r>
    </w:p>
    <w:p w14:paraId="59651132" w14:textId="77777777" w:rsidR="00315D5E" w:rsidRPr="00A633A7" w:rsidRDefault="00965A09" w:rsidP="00686F23">
      <w:pPr>
        <w:numPr>
          <w:ilvl w:val="1"/>
          <w:numId w:val="18"/>
        </w:numPr>
      </w:pPr>
      <w:r w:rsidRPr="00A633A7">
        <w:t>Each coalescing plate shall be flat on the top</w:t>
      </w:r>
      <w:r w:rsidR="00A628D5" w:rsidRPr="00A633A7">
        <w:t xml:space="preserve"> and corrugated on the bottom. </w:t>
      </w:r>
      <w:r w:rsidRPr="00A633A7">
        <w:t>The flat top plate shall resist cl</w:t>
      </w:r>
      <w:r w:rsidR="00315D5E" w:rsidRPr="00A633A7">
        <w:t>ogging and clotting with solids to minimize the facility’s maintenance costs.</w:t>
      </w:r>
      <w:r w:rsidRPr="00A633A7">
        <w:t xml:space="preserve"> </w:t>
      </w:r>
    </w:p>
    <w:p w14:paraId="15518934" w14:textId="2AE5D7C4" w:rsidR="00315D5E" w:rsidRPr="00A633A7" w:rsidRDefault="00965A09" w:rsidP="00686F23">
      <w:pPr>
        <w:numPr>
          <w:ilvl w:val="1"/>
          <w:numId w:val="18"/>
        </w:numPr>
      </w:pPr>
      <w:r w:rsidRPr="00A633A7">
        <w:t xml:space="preserve">The corrugations of each of the plate bottoms shall be shaped and positioned to enhance collisions between the rising oil droplets and coalescence between them thereby improving separator efficiency. </w:t>
      </w:r>
    </w:p>
    <w:p w14:paraId="740941CA" w14:textId="77777777" w:rsidR="00315D5E" w:rsidRPr="00A633A7" w:rsidRDefault="00965A09" w:rsidP="00686F23">
      <w:pPr>
        <w:numPr>
          <w:ilvl w:val="1"/>
          <w:numId w:val="18"/>
        </w:numPr>
      </w:pPr>
      <w:r w:rsidRPr="00A633A7">
        <w:t xml:space="preserve">The </w:t>
      </w:r>
      <w:r w:rsidR="00315D5E" w:rsidRPr="00A633A7">
        <w:t>Corella</w:t>
      </w:r>
      <w:r w:rsidR="00315D5E" w:rsidRPr="00A633A7">
        <w:rPr>
          <w:vertAlign w:val="superscript"/>
        </w:rPr>
        <w:t>®</w:t>
      </w:r>
      <w:r w:rsidR="00315D5E" w:rsidRPr="00A633A7">
        <w:t xml:space="preserve"> </w:t>
      </w:r>
      <w:r w:rsidRPr="00A633A7">
        <w:t>coalescer shall:</w:t>
      </w:r>
    </w:p>
    <w:p w14:paraId="222DE18A" w14:textId="77777777" w:rsidR="00315D5E" w:rsidRPr="00A633A7" w:rsidRDefault="00965A09" w:rsidP="00686F23">
      <w:pPr>
        <w:numPr>
          <w:ilvl w:val="2"/>
          <w:numId w:val="18"/>
        </w:numPr>
      </w:pPr>
      <w:r w:rsidRPr="00A633A7">
        <w:t xml:space="preserve">effect separation of </w:t>
      </w:r>
      <w:r w:rsidR="00315D5E" w:rsidRPr="00A633A7">
        <w:t xml:space="preserve">both </w:t>
      </w:r>
      <w:r w:rsidRPr="00A633A7">
        <w:t>oil and solids from all strata of the wastewater stream.</w:t>
      </w:r>
    </w:p>
    <w:p w14:paraId="5532280C" w14:textId="77777777" w:rsidR="00315D5E" w:rsidRPr="00A633A7" w:rsidRDefault="00965A09" w:rsidP="00686F23">
      <w:pPr>
        <w:numPr>
          <w:ilvl w:val="2"/>
          <w:numId w:val="18"/>
        </w:numPr>
      </w:pPr>
      <w:r w:rsidRPr="00A633A7">
        <w:t xml:space="preserve">shorten the vertical distance that an oil globule or solid particle </w:t>
      </w:r>
      <w:proofErr w:type="gramStart"/>
      <w:r w:rsidRPr="00A633A7">
        <w:t>has to</w:t>
      </w:r>
      <w:proofErr w:type="gramEnd"/>
      <w:r w:rsidRPr="00A633A7">
        <w:t xml:space="preserve"> raise or sink, respectively, for effective removal</w:t>
      </w:r>
      <w:r w:rsidR="00A4592C" w:rsidRPr="00A633A7">
        <w:t>. The minimum plate gap to be one</w:t>
      </w:r>
      <w:r w:rsidR="00315D5E" w:rsidRPr="00A633A7">
        <w:t xml:space="preserve"> inch</w:t>
      </w:r>
      <w:r w:rsidRPr="00A633A7">
        <w:t>.</w:t>
      </w:r>
    </w:p>
    <w:p w14:paraId="0037480E" w14:textId="77777777" w:rsidR="00315D5E" w:rsidRPr="00A633A7" w:rsidRDefault="00965A09" w:rsidP="00686F23">
      <w:pPr>
        <w:numPr>
          <w:ilvl w:val="2"/>
          <w:numId w:val="18"/>
        </w:numPr>
      </w:pPr>
      <w:r w:rsidRPr="00A633A7">
        <w:t>enhance coalescence and agglomeration by causing the smaller globules and particles (those possessing smaller rising/settling rates) to coalesce and collect on the plates thereby forming larger globules and particles that separate rapidly in water.</w:t>
      </w:r>
    </w:p>
    <w:p w14:paraId="63D3DF94" w14:textId="77777777" w:rsidR="00315D5E" w:rsidRPr="00A633A7" w:rsidRDefault="00965A09" w:rsidP="00686F23">
      <w:pPr>
        <w:numPr>
          <w:ilvl w:val="2"/>
          <w:numId w:val="18"/>
        </w:numPr>
      </w:pPr>
      <w:r w:rsidRPr="00A633A7">
        <w:t>direct the flow paths of the separated oil to the surface of the separator and separated solids to the bottom of the separator.</w:t>
      </w:r>
    </w:p>
    <w:p w14:paraId="52352E32" w14:textId="77777777" w:rsidR="00965A09" w:rsidRPr="00A633A7" w:rsidRDefault="00965A09" w:rsidP="00686F23">
      <w:pPr>
        <w:numPr>
          <w:ilvl w:val="2"/>
          <w:numId w:val="18"/>
        </w:numPr>
      </w:pPr>
      <w:r w:rsidRPr="00A633A7">
        <w:t>allow solids to fall unhindered by turbulence, and oil droplets to rise</w:t>
      </w:r>
      <w:r w:rsidR="00BB4E92" w:rsidRPr="00A633A7">
        <w:t>,</w:t>
      </w:r>
      <w:r w:rsidRPr="00A633A7">
        <w:t xml:space="preserve"> without risk of re-emulsifying due to collisions with interfering solids.</w:t>
      </w:r>
    </w:p>
    <w:p w14:paraId="19C1B0CF" w14:textId="796566F1" w:rsidR="00952FE1" w:rsidRPr="00A633A7" w:rsidRDefault="00965A09" w:rsidP="003E268E">
      <w:pPr>
        <w:numPr>
          <w:ilvl w:val="0"/>
          <w:numId w:val="18"/>
        </w:numPr>
      </w:pPr>
      <w:r w:rsidRPr="00A633A7">
        <w:t>The Oil/Water Separation Chamber shall also contain a sectio</w:t>
      </w:r>
      <w:r w:rsidR="002E2B22" w:rsidRPr="00A633A7">
        <w:t>nalized removable "Petro-Screen</w:t>
      </w:r>
      <w:r w:rsidRPr="00A633A7">
        <w:t>" polypropylene impingement coalescer designed to inte</w:t>
      </w:r>
      <w:r w:rsidR="00B15D2B" w:rsidRPr="00A633A7">
        <w:t xml:space="preserve">rcept oil globules of </w:t>
      </w:r>
      <w:r w:rsidRPr="00A633A7">
        <w:t>20 microns in diameter</w:t>
      </w:r>
      <w:r w:rsidR="00B15D2B" w:rsidRPr="00A633A7">
        <w:t xml:space="preserve"> and larger</w:t>
      </w:r>
      <w:r w:rsidRPr="00A633A7">
        <w:t>.</w:t>
      </w:r>
      <w:r w:rsidR="00891FE2" w:rsidRPr="00A633A7">
        <w:t xml:space="preserve"> </w:t>
      </w:r>
      <w:r w:rsidRPr="00A633A7">
        <w:t>Heavy, one-piece impingement</w:t>
      </w:r>
      <w:r w:rsidR="00A628D5" w:rsidRPr="00A633A7">
        <w:t xml:space="preserve"> coalescers are not permissible for safety reasons.</w:t>
      </w:r>
    </w:p>
    <w:p w14:paraId="36A8C3F3" w14:textId="03D6E257" w:rsidR="00965A09" w:rsidRPr="00A633A7" w:rsidRDefault="00965A09" w:rsidP="00686F23">
      <w:pPr>
        <w:numPr>
          <w:ilvl w:val="0"/>
          <w:numId w:val="18"/>
        </w:numPr>
      </w:pPr>
      <w:r w:rsidRPr="00A633A7">
        <w:t>An internal effluent downcomer at the outlet</w:t>
      </w:r>
      <w:r w:rsidR="007B3609">
        <w:t>-</w:t>
      </w:r>
      <w:r w:rsidRPr="00A633A7">
        <w:t xml:space="preserve">end of the separator, to allow for discharge from the bottom of the </w:t>
      </w:r>
      <w:r w:rsidR="008A2770" w:rsidRPr="00A633A7">
        <w:t>Oil/Water Separator Chamber</w:t>
      </w:r>
      <w:r w:rsidRPr="00A633A7">
        <w:t xml:space="preserve"> only.</w:t>
      </w:r>
    </w:p>
    <w:p w14:paraId="03721773" w14:textId="3F01AC5F" w:rsidR="00965A09" w:rsidRPr="00A633A7" w:rsidRDefault="00965A09" w:rsidP="00686F23">
      <w:pPr>
        <w:numPr>
          <w:ilvl w:val="0"/>
          <w:numId w:val="18"/>
        </w:numPr>
      </w:pPr>
      <w:r w:rsidRPr="00A633A7">
        <w:t xml:space="preserve">An effluent connection </w:t>
      </w:r>
      <w:r w:rsidR="00795E8B">
        <w:t>4-</w:t>
      </w:r>
      <w:r w:rsidRPr="00A633A7">
        <w:t>inch, flanged.</w:t>
      </w:r>
    </w:p>
    <w:p w14:paraId="4AFA45E8" w14:textId="77777777" w:rsidR="00965A09" w:rsidRPr="00A633A7" w:rsidRDefault="00965A09" w:rsidP="00686F23">
      <w:pPr>
        <w:numPr>
          <w:ilvl w:val="0"/>
          <w:numId w:val="18"/>
        </w:numPr>
      </w:pPr>
      <w:r w:rsidRPr="00A633A7">
        <w:lastRenderedPageBreak/>
        <w:t>Fittings for vent, interface/</w:t>
      </w:r>
      <w:r w:rsidR="00A45568" w:rsidRPr="00A633A7">
        <w:t xml:space="preserve">oil </w:t>
      </w:r>
      <w:r w:rsidR="00D02F63" w:rsidRPr="00A633A7">
        <w:t xml:space="preserve">level sensor, </w:t>
      </w:r>
      <w:r w:rsidR="00020768" w:rsidRPr="00A633A7">
        <w:t xml:space="preserve">interstitial monitoring sensor, </w:t>
      </w:r>
      <w:r w:rsidR="00636F36" w:rsidRPr="00A633A7">
        <w:t>waste oil pump-</w:t>
      </w:r>
      <w:r w:rsidR="00A45568" w:rsidRPr="00A633A7">
        <w:t xml:space="preserve">out, </w:t>
      </w:r>
      <w:r w:rsidRPr="00A633A7">
        <w:t>gauge</w:t>
      </w:r>
      <w:r w:rsidR="00952FE1" w:rsidRPr="00A633A7">
        <w:t>, and drain</w:t>
      </w:r>
      <w:r w:rsidRPr="00A633A7">
        <w:t>.</w:t>
      </w:r>
    </w:p>
    <w:p w14:paraId="7E58B8C8" w14:textId="7CE80C48" w:rsidR="008A2770" w:rsidRPr="00A633A7" w:rsidRDefault="003E268E" w:rsidP="00686F23">
      <w:pPr>
        <w:numPr>
          <w:ilvl w:val="0"/>
          <w:numId w:val="18"/>
        </w:numPr>
      </w:pPr>
      <w:r>
        <w:t>One</w:t>
      </w:r>
      <w:r w:rsidR="008A2770" w:rsidRPr="00A633A7">
        <w:t xml:space="preserve"> </w:t>
      </w:r>
      <w:r w:rsidR="00795E8B">
        <w:t xml:space="preserve">(1), </w:t>
      </w:r>
      <w:r w:rsidR="00096CE6">
        <w:t>30</w:t>
      </w:r>
      <w:r w:rsidR="00795E8B">
        <w:t>-inch</w:t>
      </w:r>
      <w:r w:rsidR="008A2770" w:rsidRPr="00A633A7">
        <w:t xml:space="preserve"> diameter manhole, UL approved, complete with </w:t>
      </w:r>
      <w:r w:rsidR="008A2770" w:rsidRPr="00795E8B">
        <w:rPr>
          <w:highlight w:val="yellow"/>
        </w:rPr>
        <w:t>______</w:t>
      </w:r>
      <w:r w:rsidR="00795E8B">
        <w:t>-inch</w:t>
      </w:r>
      <w:r w:rsidR="008A2770" w:rsidRPr="00A633A7">
        <w:t xml:space="preserve"> extension, cover, gasket, and bolts</w:t>
      </w:r>
      <w:r w:rsidR="00750C20">
        <w:t>.</w:t>
      </w:r>
    </w:p>
    <w:p w14:paraId="2CB5D941" w14:textId="77777777" w:rsidR="008A2770" w:rsidRPr="00A633A7" w:rsidRDefault="008A2770" w:rsidP="00686F23">
      <w:pPr>
        <w:numPr>
          <w:ilvl w:val="1"/>
          <w:numId w:val="18"/>
        </w:numPr>
      </w:pPr>
      <w:r w:rsidRPr="00A633A7">
        <w:t xml:space="preserve">One manway shall be placed between the inlet and the parallel flat/corrugated plate coalescer to facilitate access into Sediment Chamber for solids removal. </w:t>
      </w:r>
    </w:p>
    <w:p w14:paraId="575C4B2F" w14:textId="776F37C2" w:rsidR="008A2770" w:rsidRPr="00A633A7" w:rsidRDefault="008A2770" w:rsidP="00686F23">
      <w:pPr>
        <w:numPr>
          <w:ilvl w:val="1"/>
          <w:numId w:val="18"/>
        </w:numPr>
      </w:pPr>
      <w:r w:rsidRPr="00A633A7">
        <w:t>One manway shall be placed between the parallel flat/corrugated plate coalescer and outlet to facilitate access into the Oil/Water Separation Chamber for oil removal</w:t>
      </w:r>
      <w:r w:rsidR="003E268E">
        <w:t xml:space="preserve"> and to allow removal of the </w:t>
      </w:r>
      <w:r w:rsidR="00795E8B">
        <w:t>Petro-screen</w:t>
      </w:r>
      <w:r w:rsidR="003E268E">
        <w:t xml:space="preserve"> </w:t>
      </w:r>
      <w:r w:rsidR="008F000B">
        <w:t xml:space="preserve">and plate </w:t>
      </w:r>
      <w:r w:rsidR="003E268E">
        <w:t>coalescer</w:t>
      </w:r>
      <w:r w:rsidR="008F000B">
        <w:t>s for maintenance</w:t>
      </w:r>
      <w:r w:rsidRPr="00A633A7">
        <w:t>.</w:t>
      </w:r>
    </w:p>
    <w:p w14:paraId="0ABD293D" w14:textId="77777777" w:rsidR="00DA02E4" w:rsidRPr="00A633A7" w:rsidRDefault="00DA02E4" w:rsidP="00686F23">
      <w:pPr>
        <w:numPr>
          <w:ilvl w:val="0"/>
          <w:numId w:val="18"/>
        </w:numPr>
      </w:pPr>
      <w:r w:rsidRPr="00A633A7">
        <w:t>Steel Saddles:</w:t>
      </w:r>
      <w:r w:rsidR="006A5E3E" w:rsidRPr="00A633A7">
        <w:t xml:space="preserve"> Oil/Water Separator</w:t>
      </w:r>
      <w:r w:rsidRPr="00A633A7">
        <w:t xml:space="preserve"> shall be delivered with two factory supplied</w:t>
      </w:r>
      <w:r w:rsidR="006A5E3E" w:rsidRPr="00A633A7">
        <w:t xml:space="preserve"> </w:t>
      </w:r>
      <w:r w:rsidRPr="00A633A7">
        <w:t xml:space="preserve">saddles. Saddles to be set level on a solid foundation. Proper anchoring in required for </w:t>
      </w:r>
      <w:r w:rsidR="006A5E3E" w:rsidRPr="00A633A7">
        <w:t>OWS</w:t>
      </w:r>
      <w:r w:rsidRPr="00A633A7">
        <w:t xml:space="preserve"> designed to withstand </w:t>
      </w:r>
      <w:r w:rsidR="006A5E3E" w:rsidRPr="00A633A7">
        <w:t>wind/seismic conditions or floatation</w:t>
      </w:r>
      <w:r w:rsidRPr="00A633A7">
        <w:t>.</w:t>
      </w:r>
    </w:p>
    <w:p w14:paraId="15E3B080" w14:textId="77777777" w:rsidR="00DA02E4" w:rsidRPr="00A633A7" w:rsidRDefault="00DA02E4" w:rsidP="00686F23">
      <w:pPr>
        <w:numPr>
          <w:ilvl w:val="1"/>
          <w:numId w:val="18"/>
        </w:numPr>
      </w:pPr>
      <w:r w:rsidRPr="00A633A7">
        <w:t xml:space="preserve">Quantity: </w:t>
      </w:r>
      <w:r w:rsidR="00E40DDD" w:rsidRPr="00A633A7">
        <w:t>two (2).</w:t>
      </w:r>
    </w:p>
    <w:p w14:paraId="5AF6DFD6" w14:textId="77777777" w:rsidR="00DA02E4" w:rsidRPr="00A633A7" w:rsidRDefault="00DA02E4" w:rsidP="00686F23">
      <w:pPr>
        <w:numPr>
          <w:ilvl w:val="1"/>
          <w:numId w:val="18"/>
        </w:numPr>
      </w:pPr>
      <w:r w:rsidRPr="00A633A7">
        <w:t>Location: Refer to drawings.</w:t>
      </w:r>
    </w:p>
    <w:p w14:paraId="4BF5FD91" w14:textId="77777777" w:rsidR="00965A09" w:rsidRPr="00A633A7" w:rsidRDefault="00965A09" w:rsidP="00686F23">
      <w:pPr>
        <w:numPr>
          <w:ilvl w:val="0"/>
          <w:numId w:val="18"/>
        </w:numPr>
      </w:pPr>
      <w:r w:rsidRPr="00A633A7">
        <w:t>Lifting lugs at balancing points for handling and installation.</w:t>
      </w:r>
    </w:p>
    <w:p w14:paraId="370D81F0" w14:textId="77777777" w:rsidR="00CD6898" w:rsidRPr="00A633A7" w:rsidRDefault="00965A09" w:rsidP="00686F23">
      <w:pPr>
        <w:numPr>
          <w:ilvl w:val="0"/>
          <w:numId w:val="18"/>
        </w:numPr>
      </w:pPr>
      <w:r w:rsidRPr="00A633A7">
        <w:t>Identification plates:  Plates to be affixed in prominent location and be durable and legible throughout equipment life.</w:t>
      </w:r>
    </w:p>
    <w:p w14:paraId="1C3E9AFF" w14:textId="77777777" w:rsidR="00CD6898" w:rsidRPr="00A633A7" w:rsidRDefault="00CD6898" w:rsidP="00CD6898">
      <w:pPr>
        <w:tabs>
          <w:tab w:val="left" w:pos="6804"/>
        </w:tabs>
        <w:rPr>
          <w:rFonts w:cs="Arial"/>
          <w:szCs w:val="22"/>
        </w:rPr>
      </w:pPr>
      <w:r w:rsidRPr="00A633A7">
        <w:rPr>
          <w:rFonts w:cs="Arial"/>
          <w:szCs w:val="22"/>
        </w:rPr>
        <w:tab/>
      </w:r>
    </w:p>
    <w:p w14:paraId="28CCF511" w14:textId="77777777" w:rsidR="00CD6898" w:rsidRPr="00A633A7" w:rsidRDefault="00CD6898" w:rsidP="00CD6898">
      <w:pPr>
        <w:pStyle w:val="SpecSpecifierNotes0"/>
        <w:rPr>
          <w:rFonts w:cs="Arial"/>
          <w:szCs w:val="22"/>
        </w:rPr>
      </w:pPr>
      <w:r w:rsidRPr="00A633A7">
        <w:rPr>
          <w:rFonts w:cs="Arial"/>
          <w:szCs w:val="22"/>
        </w:rPr>
        <w:t>Specifier Notes:  Specify quantity of threaded NPT fittings.</w:t>
      </w:r>
    </w:p>
    <w:p w14:paraId="59E24B24" w14:textId="77777777" w:rsidR="00CD6898" w:rsidRPr="00A633A7" w:rsidRDefault="00CD6898" w:rsidP="00CD6898">
      <w:pPr>
        <w:rPr>
          <w:rFonts w:cs="Arial"/>
          <w:szCs w:val="22"/>
        </w:rPr>
      </w:pPr>
    </w:p>
    <w:p w14:paraId="5969863C" w14:textId="77777777" w:rsidR="00A21810" w:rsidRPr="00A633A7" w:rsidRDefault="00CD6898" w:rsidP="00686F23">
      <w:pPr>
        <w:numPr>
          <w:ilvl w:val="0"/>
          <w:numId w:val="18"/>
        </w:numPr>
      </w:pPr>
      <w:r w:rsidRPr="00A633A7">
        <w:t>Threaded NPT Fittings: Threaded fittings with thread protectors sh</w:t>
      </w:r>
      <w:r w:rsidR="002F1EF9" w:rsidRPr="00A633A7">
        <w:t>all be supplied as follows</w:t>
      </w:r>
      <w:r w:rsidRPr="00A633A7">
        <w:t>:</w:t>
      </w:r>
    </w:p>
    <w:p w14:paraId="404F83B0" w14:textId="17738B58" w:rsidR="00A21810" w:rsidRPr="00A633A7" w:rsidRDefault="0003170B" w:rsidP="00A21810">
      <w:pPr>
        <w:pStyle w:val="SpecHeading51"/>
        <w:ind w:left="1814"/>
        <w:rPr>
          <w:rFonts w:cs="Arial"/>
          <w:szCs w:val="22"/>
        </w:rPr>
      </w:pPr>
      <w:r w:rsidRPr="00A633A7">
        <w:rPr>
          <w:rFonts w:cs="Arial"/>
          <w:szCs w:val="22"/>
        </w:rPr>
        <w:t>a</w:t>
      </w:r>
      <w:r w:rsidR="00A21810" w:rsidRPr="00A633A7">
        <w:rPr>
          <w:rFonts w:cs="Arial"/>
          <w:szCs w:val="22"/>
        </w:rPr>
        <w:t>.</w:t>
      </w:r>
      <w:r w:rsidR="00A21810" w:rsidRPr="00A633A7">
        <w:rPr>
          <w:rFonts w:cs="Arial"/>
          <w:szCs w:val="22"/>
        </w:rPr>
        <w:tab/>
      </w:r>
      <w:r w:rsidR="00795E8B">
        <w:rPr>
          <w:rFonts w:cs="Arial"/>
          <w:szCs w:val="22"/>
        </w:rPr>
        <w:t xml:space="preserve">One (1), </w:t>
      </w:r>
      <w:r w:rsidR="00820ED4" w:rsidRPr="00A633A7">
        <w:t>2-i</w:t>
      </w:r>
      <w:r w:rsidR="00A21810" w:rsidRPr="00A633A7">
        <w:t xml:space="preserve">nch Diameter: </w:t>
      </w:r>
      <w:r w:rsidR="00A45568" w:rsidRPr="00A633A7">
        <w:t>Interface/</w:t>
      </w:r>
      <w:r w:rsidR="00A21810" w:rsidRPr="00A633A7">
        <w:t>Oil Level Sensor</w:t>
      </w:r>
    </w:p>
    <w:p w14:paraId="457BD340" w14:textId="46B56C2F" w:rsidR="00EB39DB" w:rsidRPr="00A633A7" w:rsidRDefault="0003170B" w:rsidP="00CD6898">
      <w:pPr>
        <w:pStyle w:val="SpecHeading51"/>
        <w:ind w:left="1814"/>
        <w:rPr>
          <w:rFonts w:cs="Arial"/>
          <w:szCs w:val="22"/>
        </w:rPr>
      </w:pPr>
      <w:r w:rsidRPr="00A633A7">
        <w:rPr>
          <w:rFonts w:cs="Arial"/>
          <w:szCs w:val="22"/>
        </w:rPr>
        <w:t>b</w:t>
      </w:r>
      <w:r w:rsidR="007605B4" w:rsidRPr="00A633A7">
        <w:rPr>
          <w:rFonts w:cs="Arial"/>
          <w:szCs w:val="22"/>
        </w:rPr>
        <w:t>.</w:t>
      </w:r>
      <w:r w:rsidR="007605B4" w:rsidRPr="00A633A7">
        <w:rPr>
          <w:rFonts w:cs="Arial"/>
          <w:szCs w:val="22"/>
        </w:rPr>
        <w:tab/>
      </w:r>
      <w:r w:rsidR="00795E8B">
        <w:rPr>
          <w:rFonts w:cs="Arial"/>
          <w:szCs w:val="22"/>
        </w:rPr>
        <w:t xml:space="preserve">One (1), </w:t>
      </w:r>
      <w:r w:rsidR="00EB39DB" w:rsidRPr="00A633A7">
        <w:rPr>
          <w:rFonts w:cs="Arial"/>
          <w:szCs w:val="22"/>
        </w:rPr>
        <w:t>2-inch Diameter: Interstitial Monitoring Sensor</w:t>
      </w:r>
    </w:p>
    <w:p w14:paraId="3A640FB3" w14:textId="39043046" w:rsidR="00CD6898" w:rsidRPr="00A633A7" w:rsidRDefault="00EB39DB" w:rsidP="00CD6898">
      <w:pPr>
        <w:pStyle w:val="SpecHeading51"/>
        <w:ind w:left="1814"/>
        <w:rPr>
          <w:rFonts w:cs="Arial"/>
          <w:szCs w:val="22"/>
        </w:rPr>
      </w:pPr>
      <w:r w:rsidRPr="00A633A7">
        <w:rPr>
          <w:rFonts w:cs="Arial"/>
          <w:szCs w:val="22"/>
        </w:rPr>
        <w:t>c.</w:t>
      </w:r>
      <w:r w:rsidRPr="00A633A7">
        <w:rPr>
          <w:rFonts w:cs="Arial"/>
          <w:szCs w:val="22"/>
        </w:rPr>
        <w:tab/>
      </w:r>
      <w:r w:rsidR="00795E8B">
        <w:rPr>
          <w:rFonts w:cs="Arial"/>
          <w:szCs w:val="22"/>
        </w:rPr>
        <w:t xml:space="preserve">One (1), </w:t>
      </w:r>
      <w:r w:rsidR="00A21810" w:rsidRPr="00A633A7">
        <w:rPr>
          <w:rFonts w:cs="Arial"/>
          <w:szCs w:val="22"/>
        </w:rPr>
        <w:t>2</w:t>
      </w:r>
      <w:r w:rsidR="00820ED4" w:rsidRPr="00A633A7">
        <w:rPr>
          <w:rFonts w:cs="Arial"/>
          <w:szCs w:val="22"/>
        </w:rPr>
        <w:t>-i</w:t>
      </w:r>
      <w:r w:rsidR="00CD6898" w:rsidRPr="00A633A7">
        <w:rPr>
          <w:rFonts w:cs="Arial"/>
          <w:szCs w:val="22"/>
        </w:rPr>
        <w:t xml:space="preserve">nch Diameter: </w:t>
      </w:r>
      <w:r w:rsidR="007605B4" w:rsidRPr="00A633A7">
        <w:rPr>
          <w:rFonts w:cs="Arial"/>
          <w:szCs w:val="22"/>
        </w:rPr>
        <w:t>Normal Vent</w:t>
      </w:r>
    </w:p>
    <w:p w14:paraId="2BBB0A83" w14:textId="70BCC82A" w:rsidR="00CD6898" w:rsidRPr="00A633A7" w:rsidRDefault="00EB39DB" w:rsidP="00CD6898">
      <w:pPr>
        <w:pStyle w:val="SpecHeading51"/>
        <w:ind w:left="1814"/>
        <w:rPr>
          <w:rFonts w:cs="Arial"/>
          <w:szCs w:val="22"/>
        </w:rPr>
      </w:pPr>
      <w:r w:rsidRPr="00A633A7">
        <w:rPr>
          <w:rFonts w:cs="Arial"/>
          <w:szCs w:val="22"/>
        </w:rPr>
        <w:t>d</w:t>
      </w:r>
      <w:r w:rsidR="007605B4" w:rsidRPr="00A633A7">
        <w:rPr>
          <w:rFonts w:cs="Arial"/>
          <w:szCs w:val="22"/>
        </w:rPr>
        <w:t xml:space="preserve">. </w:t>
      </w:r>
      <w:r w:rsidR="007605B4" w:rsidRPr="00A633A7">
        <w:rPr>
          <w:rFonts w:cs="Arial"/>
          <w:szCs w:val="22"/>
        </w:rPr>
        <w:tab/>
      </w:r>
      <w:r w:rsidR="00795E8B">
        <w:rPr>
          <w:rFonts w:cs="Arial"/>
          <w:szCs w:val="22"/>
        </w:rPr>
        <w:t xml:space="preserve">One (1), </w:t>
      </w:r>
      <w:r w:rsidR="00135396">
        <w:rPr>
          <w:rFonts w:cs="Arial"/>
          <w:szCs w:val="22"/>
        </w:rPr>
        <w:t>4</w:t>
      </w:r>
      <w:r w:rsidR="00820ED4" w:rsidRPr="00A633A7">
        <w:rPr>
          <w:rFonts w:cs="Arial"/>
          <w:szCs w:val="22"/>
        </w:rPr>
        <w:t>-i</w:t>
      </w:r>
      <w:r w:rsidR="00CD6898" w:rsidRPr="00A633A7">
        <w:rPr>
          <w:rFonts w:cs="Arial"/>
          <w:szCs w:val="22"/>
        </w:rPr>
        <w:t xml:space="preserve">nch Diameter: </w:t>
      </w:r>
      <w:r w:rsidR="00B15D2B" w:rsidRPr="00A633A7">
        <w:rPr>
          <w:rFonts w:cs="Arial"/>
          <w:szCs w:val="22"/>
        </w:rPr>
        <w:t xml:space="preserve">Oil Level </w:t>
      </w:r>
      <w:r w:rsidR="00135396">
        <w:rPr>
          <w:rFonts w:cs="Arial"/>
          <w:szCs w:val="22"/>
        </w:rPr>
        <w:t xml:space="preserve">Manual </w:t>
      </w:r>
      <w:r w:rsidR="00B15D2B" w:rsidRPr="00A633A7">
        <w:rPr>
          <w:rFonts w:cs="Arial"/>
          <w:szCs w:val="22"/>
        </w:rPr>
        <w:t>Gauging</w:t>
      </w:r>
      <w:r w:rsidR="007605B4" w:rsidRPr="00A633A7">
        <w:rPr>
          <w:rFonts w:cs="Arial"/>
          <w:szCs w:val="22"/>
        </w:rPr>
        <w:t xml:space="preserve"> </w:t>
      </w:r>
      <w:r w:rsidR="004B2124">
        <w:rPr>
          <w:rFonts w:cs="Arial"/>
          <w:szCs w:val="22"/>
        </w:rPr>
        <w:t>(in Manway Cover)</w:t>
      </w:r>
    </w:p>
    <w:p w14:paraId="418F1E2E" w14:textId="1557F230" w:rsidR="00A21810" w:rsidRPr="00A633A7" w:rsidRDefault="00EB39DB" w:rsidP="00CD6898">
      <w:pPr>
        <w:pStyle w:val="SpecHeading51"/>
        <w:ind w:left="1814"/>
        <w:rPr>
          <w:rFonts w:cs="Arial"/>
          <w:szCs w:val="22"/>
        </w:rPr>
      </w:pPr>
      <w:r w:rsidRPr="00A633A7">
        <w:rPr>
          <w:rFonts w:cs="Arial"/>
          <w:szCs w:val="22"/>
        </w:rPr>
        <w:t>e</w:t>
      </w:r>
      <w:r w:rsidR="007605B4" w:rsidRPr="00A633A7">
        <w:rPr>
          <w:rFonts w:cs="Arial"/>
          <w:szCs w:val="22"/>
        </w:rPr>
        <w:t>.</w:t>
      </w:r>
      <w:r w:rsidR="007605B4" w:rsidRPr="00A633A7">
        <w:rPr>
          <w:rFonts w:cs="Arial"/>
          <w:szCs w:val="22"/>
        </w:rPr>
        <w:tab/>
      </w:r>
      <w:r w:rsidR="00795E8B">
        <w:rPr>
          <w:rFonts w:cs="Arial"/>
          <w:szCs w:val="22"/>
        </w:rPr>
        <w:t xml:space="preserve">One (1), </w:t>
      </w:r>
      <w:r w:rsidR="00A21810" w:rsidRPr="00A633A7">
        <w:rPr>
          <w:rFonts w:cs="Arial"/>
          <w:szCs w:val="22"/>
        </w:rPr>
        <w:t>4</w:t>
      </w:r>
      <w:r w:rsidR="00820ED4" w:rsidRPr="00A633A7">
        <w:rPr>
          <w:rFonts w:cs="Arial"/>
          <w:szCs w:val="22"/>
        </w:rPr>
        <w:t>-i</w:t>
      </w:r>
      <w:r w:rsidR="00CD6898" w:rsidRPr="00A633A7">
        <w:rPr>
          <w:rFonts w:cs="Arial"/>
          <w:szCs w:val="22"/>
        </w:rPr>
        <w:t xml:space="preserve">nch Diameter: </w:t>
      </w:r>
      <w:r w:rsidR="00636F36" w:rsidRPr="00A633A7">
        <w:rPr>
          <w:rFonts w:cs="Arial"/>
          <w:szCs w:val="22"/>
        </w:rPr>
        <w:t>Oil Pump-</w:t>
      </w:r>
      <w:r w:rsidR="00A21810" w:rsidRPr="00A633A7">
        <w:rPr>
          <w:rFonts w:cs="Arial"/>
          <w:szCs w:val="22"/>
        </w:rPr>
        <w:t xml:space="preserve">Out </w:t>
      </w:r>
    </w:p>
    <w:p w14:paraId="2A859557" w14:textId="69F2E9E3" w:rsidR="004C7B96" w:rsidRPr="00A633A7" w:rsidRDefault="00EB39DB" w:rsidP="004C7B96">
      <w:pPr>
        <w:pStyle w:val="SpecHeading51"/>
        <w:ind w:left="1814"/>
        <w:rPr>
          <w:rFonts w:cs="Arial"/>
          <w:szCs w:val="22"/>
        </w:rPr>
      </w:pPr>
      <w:r w:rsidRPr="00A633A7">
        <w:rPr>
          <w:rFonts w:cs="Arial"/>
          <w:szCs w:val="22"/>
        </w:rPr>
        <w:t>f</w:t>
      </w:r>
      <w:r w:rsidR="006A5E3E" w:rsidRPr="00A633A7">
        <w:rPr>
          <w:rFonts w:cs="Arial"/>
          <w:szCs w:val="22"/>
        </w:rPr>
        <w:t>.</w:t>
      </w:r>
      <w:r w:rsidR="006A5E3E" w:rsidRPr="00A633A7">
        <w:rPr>
          <w:rFonts w:cs="Arial"/>
          <w:szCs w:val="22"/>
        </w:rPr>
        <w:tab/>
      </w:r>
      <w:bookmarkStart w:id="1" w:name="_Hlk92805088"/>
      <w:r w:rsidR="00795E8B">
        <w:rPr>
          <w:rFonts w:cs="Arial"/>
          <w:szCs w:val="22"/>
        </w:rPr>
        <w:t xml:space="preserve">One (1), </w:t>
      </w:r>
      <w:r w:rsidR="006A5E3E" w:rsidRPr="00A633A7">
        <w:rPr>
          <w:rFonts w:cs="Arial"/>
          <w:szCs w:val="22"/>
        </w:rPr>
        <w:t xml:space="preserve">2-inch Diameter: </w:t>
      </w:r>
      <w:r w:rsidR="004C7B96" w:rsidRPr="00A633A7">
        <w:rPr>
          <w:rFonts w:cs="Arial"/>
          <w:szCs w:val="22"/>
        </w:rPr>
        <w:t>Drain</w:t>
      </w:r>
      <w:bookmarkEnd w:id="1"/>
    </w:p>
    <w:p w14:paraId="61BF0125" w14:textId="27038A20" w:rsidR="004C7B96" w:rsidRPr="00A633A7" w:rsidRDefault="00EB39DB" w:rsidP="004C7B96">
      <w:pPr>
        <w:pStyle w:val="SpecHeading51"/>
        <w:ind w:left="1814"/>
        <w:rPr>
          <w:rFonts w:cs="Arial"/>
          <w:szCs w:val="22"/>
        </w:rPr>
      </w:pPr>
      <w:r w:rsidRPr="00A633A7">
        <w:rPr>
          <w:rFonts w:cs="Arial"/>
          <w:szCs w:val="22"/>
        </w:rPr>
        <w:t>g</w:t>
      </w:r>
      <w:r w:rsidR="004C7B96" w:rsidRPr="00A633A7">
        <w:rPr>
          <w:rFonts w:cs="Arial"/>
          <w:szCs w:val="22"/>
        </w:rPr>
        <w:t>.</w:t>
      </w:r>
      <w:r w:rsidR="004C7B96" w:rsidRPr="00A633A7">
        <w:rPr>
          <w:rFonts w:cs="Arial"/>
          <w:szCs w:val="22"/>
        </w:rPr>
        <w:tab/>
      </w:r>
      <w:r w:rsidR="00795E8B">
        <w:rPr>
          <w:rFonts w:cs="Arial"/>
          <w:szCs w:val="22"/>
        </w:rPr>
        <w:t xml:space="preserve">One (1), </w:t>
      </w:r>
      <w:r w:rsidR="004C7B96" w:rsidRPr="00A633A7">
        <w:rPr>
          <w:rFonts w:cs="Arial"/>
          <w:szCs w:val="22"/>
        </w:rPr>
        <w:t xml:space="preserve">4-inch Diameter: </w:t>
      </w:r>
      <w:bookmarkStart w:id="2" w:name="_Hlk92804937"/>
      <w:r w:rsidR="004C7B96" w:rsidRPr="00A633A7">
        <w:rPr>
          <w:rFonts w:cs="Arial"/>
          <w:szCs w:val="22"/>
        </w:rPr>
        <w:t>Sludge Pump-Out</w:t>
      </w:r>
    </w:p>
    <w:p w14:paraId="779BE0C6" w14:textId="33A5C54D" w:rsidR="00CD6898" w:rsidRPr="00A633A7" w:rsidRDefault="00EB39DB" w:rsidP="004C7B96">
      <w:pPr>
        <w:pStyle w:val="SpecHeading51"/>
        <w:ind w:left="1814"/>
        <w:rPr>
          <w:rFonts w:cs="Arial"/>
          <w:szCs w:val="22"/>
        </w:rPr>
      </w:pPr>
      <w:r w:rsidRPr="00A633A7">
        <w:rPr>
          <w:rFonts w:cs="Arial"/>
          <w:szCs w:val="22"/>
        </w:rPr>
        <w:t>h</w:t>
      </w:r>
      <w:r w:rsidR="004C7B96" w:rsidRPr="00A633A7">
        <w:rPr>
          <w:rFonts w:cs="Arial"/>
          <w:szCs w:val="22"/>
        </w:rPr>
        <w:t>.</w:t>
      </w:r>
      <w:r w:rsidR="004C7B96" w:rsidRPr="00A633A7">
        <w:rPr>
          <w:rFonts w:cs="Arial"/>
          <w:szCs w:val="22"/>
        </w:rPr>
        <w:tab/>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 </w:t>
      </w:r>
      <w:r w:rsidR="00795E8B" w:rsidRPr="00A836CB">
        <w:rPr>
          <w:rFonts w:cs="Arial"/>
          <w:szCs w:val="22"/>
          <w:highlight w:val="yellow"/>
        </w:rPr>
        <w:t>___</w:t>
      </w:r>
      <w:r w:rsidR="00795E8B">
        <w:rPr>
          <w:rFonts w:cs="Arial"/>
          <w:szCs w:val="22"/>
        </w:rPr>
        <w:t xml:space="preserve">-inch </w:t>
      </w:r>
      <w:r w:rsidR="00A21810" w:rsidRPr="00A633A7">
        <w:rPr>
          <w:rFonts w:cs="Arial"/>
          <w:szCs w:val="22"/>
        </w:rPr>
        <w:t>NPT fittings l</w:t>
      </w:r>
      <w:r w:rsidR="00CD6898" w:rsidRPr="00A633A7">
        <w:rPr>
          <w:rFonts w:cs="Arial"/>
          <w:szCs w:val="22"/>
        </w:rPr>
        <w:t>ocated as indicated on the Drawings</w:t>
      </w:r>
      <w:r w:rsidR="00135396">
        <w:rPr>
          <w:rFonts w:cs="Arial"/>
          <w:szCs w:val="22"/>
        </w:rPr>
        <w:t xml:space="preserve"> (N/A)</w:t>
      </w:r>
    </w:p>
    <w:bookmarkEnd w:id="2"/>
    <w:p w14:paraId="320B0132" w14:textId="77777777" w:rsidR="00B00BC6" w:rsidRPr="00A633A7" w:rsidRDefault="00B00BC6" w:rsidP="00B00BC6">
      <w:pPr>
        <w:rPr>
          <w:rFonts w:cs="Arial"/>
          <w:szCs w:val="22"/>
        </w:rPr>
      </w:pPr>
    </w:p>
    <w:p w14:paraId="55CCEAFE" w14:textId="77777777" w:rsidR="00B07EFD" w:rsidRPr="00612693" w:rsidRDefault="00B07EFD" w:rsidP="00B07EFD">
      <w:pPr>
        <w:pStyle w:val="SpecSpecifierNotes0"/>
        <w:rPr>
          <w:rFonts w:cs="Arial"/>
          <w:szCs w:val="22"/>
        </w:rPr>
      </w:pPr>
      <w:r w:rsidRPr="00612693">
        <w:rPr>
          <w:rFonts w:cs="Arial"/>
          <w:szCs w:val="22"/>
        </w:rPr>
        <w:t>Specifier Notes:  Specify size of 150-pound flanges, if required.</w:t>
      </w:r>
    </w:p>
    <w:p w14:paraId="316007D6" w14:textId="77777777" w:rsidR="00B07EFD" w:rsidRPr="00612693" w:rsidRDefault="00B07EFD" w:rsidP="00B07EFD">
      <w:pPr>
        <w:rPr>
          <w:rFonts w:cs="Arial"/>
          <w:szCs w:val="22"/>
        </w:rPr>
      </w:pPr>
    </w:p>
    <w:p w14:paraId="4C19765B" w14:textId="77777777" w:rsidR="00B07EFD" w:rsidRPr="00612693" w:rsidRDefault="00B07EFD" w:rsidP="00B07EFD">
      <w:pPr>
        <w:pStyle w:val="SpecHeading51"/>
        <w:rPr>
          <w:rFonts w:cs="Arial"/>
          <w:szCs w:val="22"/>
        </w:rPr>
      </w:pPr>
      <w:r w:rsidRPr="00612693">
        <w:rPr>
          <w:rFonts w:cs="Arial"/>
          <w:szCs w:val="22"/>
        </w:rPr>
        <w:t>1</w:t>
      </w:r>
      <w:r>
        <w:rPr>
          <w:rFonts w:cs="Arial"/>
          <w:szCs w:val="22"/>
        </w:rPr>
        <w:t>5</w:t>
      </w:r>
      <w:r w:rsidRPr="00612693">
        <w:rPr>
          <w:rFonts w:cs="Arial"/>
          <w:szCs w:val="22"/>
        </w:rPr>
        <w:t>.</w:t>
      </w:r>
      <w:r w:rsidRPr="00612693">
        <w:rPr>
          <w:rFonts w:cs="Arial"/>
          <w:szCs w:val="22"/>
        </w:rPr>
        <w:tab/>
        <w:t>150-Pound Flanges:</w:t>
      </w:r>
    </w:p>
    <w:p w14:paraId="07DE6431" w14:textId="77777777" w:rsidR="00B07EFD" w:rsidRPr="00612693" w:rsidRDefault="00B07EFD" w:rsidP="00B07EFD">
      <w:pPr>
        <w:pStyle w:val="SpecHeading51"/>
        <w:ind w:left="1814"/>
        <w:rPr>
          <w:rFonts w:cs="Arial"/>
          <w:szCs w:val="22"/>
        </w:rPr>
      </w:pPr>
      <w:r w:rsidRPr="00612693">
        <w:rPr>
          <w:rFonts w:cs="Arial"/>
          <w:szCs w:val="22"/>
        </w:rPr>
        <w:t>a.</w:t>
      </w:r>
      <w:r w:rsidRPr="00612693">
        <w:rPr>
          <w:rFonts w:cs="Arial"/>
          <w:szCs w:val="22"/>
        </w:rPr>
        <w:tab/>
        <w:t xml:space="preserve">Size:  </w:t>
      </w:r>
      <w:r w:rsidRPr="00A836CB">
        <w:rPr>
          <w:rFonts w:cs="Arial"/>
          <w:szCs w:val="22"/>
          <w:highlight w:val="yellow"/>
        </w:rPr>
        <w:t>________</w:t>
      </w:r>
      <w:r w:rsidRPr="00612693">
        <w:rPr>
          <w:rFonts w:cs="Arial"/>
          <w:szCs w:val="22"/>
        </w:rPr>
        <w:t xml:space="preserve"> </w:t>
      </w:r>
      <w:r>
        <w:rPr>
          <w:rFonts w:cs="Arial"/>
          <w:szCs w:val="22"/>
        </w:rPr>
        <w:t>-</w:t>
      </w:r>
      <w:r w:rsidRPr="00612693">
        <w:rPr>
          <w:rFonts w:cs="Arial"/>
          <w:szCs w:val="22"/>
        </w:rPr>
        <w:t xml:space="preserve">inches </w:t>
      </w:r>
      <w:r w:rsidRPr="00A836CB">
        <w:rPr>
          <w:rFonts w:cs="Arial"/>
          <w:szCs w:val="22"/>
          <w:highlight w:val="yellow"/>
        </w:rPr>
        <w:t>________</w:t>
      </w:r>
      <w:r w:rsidRPr="00612693">
        <w:rPr>
          <w:rFonts w:cs="Arial"/>
          <w:szCs w:val="22"/>
        </w:rPr>
        <w:t>.</w:t>
      </w:r>
    </w:p>
    <w:p w14:paraId="6BE9D782" w14:textId="77777777" w:rsidR="00B00BC6" w:rsidRPr="00A633A7" w:rsidRDefault="00B00BC6" w:rsidP="00B00BC6"/>
    <w:p w14:paraId="04FD8400" w14:textId="77777777" w:rsidR="00723FD1" w:rsidRPr="00A633A7" w:rsidRDefault="00C41AF0" w:rsidP="00723FD1">
      <w:pPr>
        <w:ind w:left="180"/>
      </w:pPr>
      <w:r w:rsidRPr="00A633A7">
        <w:t>I</w:t>
      </w:r>
      <w:r w:rsidR="00723FD1" w:rsidRPr="00A633A7">
        <w:t>.</w:t>
      </w:r>
      <w:r w:rsidR="00723FD1" w:rsidRPr="00A633A7">
        <w:tab/>
        <w:t>Corrosion Protection System</w:t>
      </w:r>
      <w:r w:rsidR="00895737" w:rsidRPr="00A633A7">
        <w:t>:</w:t>
      </w:r>
      <w:r w:rsidR="00723FD1" w:rsidRPr="00A633A7">
        <w:t xml:space="preserve"> </w:t>
      </w:r>
    </w:p>
    <w:p w14:paraId="0CBDAB86" w14:textId="77777777" w:rsidR="00723FD1" w:rsidRPr="00A633A7" w:rsidRDefault="00723FD1" w:rsidP="000B7A04">
      <w:pPr>
        <w:numPr>
          <w:ilvl w:val="0"/>
          <w:numId w:val="8"/>
        </w:numPr>
      </w:pPr>
      <w:r w:rsidRPr="00A633A7">
        <w:t>Exterior Protective Coating:</w:t>
      </w:r>
    </w:p>
    <w:p w14:paraId="6369FE02" w14:textId="77777777" w:rsidR="007605B4" w:rsidRPr="00A633A7" w:rsidRDefault="007605B4" w:rsidP="000B7A04">
      <w:pPr>
        <w:numPr>
          <w:ilvl w:val="1"/>
          <w:numId w:val="8"/>
        </w:numPr>
      </w:pPr>
      <w:r w:rsidRPr="00A633A7">
        <w:rPr>
          <w:rFonts w:cs="Arial"/>
        </w:rPr>
        <w:t xml:space="preserve">Surface Preparation: </w:t>
      </w:r>
      <w:r w:rsidR="001378E8" w:rsidRPr="00A633A7">
        <w:t>Steel Grit B</w:t>
      </w:r>
      <w:r w:rsidRPr="00A633A7">
        <w:t>last - SSPC-SP 6/NACE No.3 Commercial Blast Cleaning.</w:t>
      </w:r>
    </w:p>
    <w:p w14:paraId="744273C1" w14:textId="77777777" w:rsidR="007605B4" w:rsidRPr="00A633A7" w:rsidRDefault="007605B4" w:rsidP="000B7A04">
      <w:pPr>
        <w:numPr>
          <w:ilvl w:val="1"/>
          <w:numId w:val="8"/>
        </w:numPr>
        <w:rPr>
          <w:rFonts w:cs="Arial"/>
        </w:rPr>
      </w:pPr>
      <w:r w:rsidRPr="00A633A7">
        <w:rPr>
          <w:rFonts w:cs="Arial"/>
        </w:rPr>
        <w:t xml:space="preserve">Finish: </w:t>
      </w:r>
      <w:r w:rsidR="007B1C8C" w:rsidRPr="00A633A7">
        <w:rPr>
          <w:rFonts w:cs="Arial"/>
        </w:rPr>
        <w:t>High solids, VOC conforming acrylic p</w:t>
      </w:r>
      <w:r w:rsidRPr="00A633A7">
        <w:rPr>
          <w:rFonts w:cs="Arial"/>
        </w:rPr>
        <w:t>olyurethane paint system, 5-7 mils DFT. Color to be Reflective White with Gloss Finish.</w:t>
      </w:r>
      <w:r w:rsidR="007B1C8C" w:rsidRPr="00A633A7">
        <w:t xml:space="preserve"> </w:t>
      </w:r>
    </w:p>
    <w:p w14:paraId="345FBBEF" w14:textId="77777777" w:rsidR="008E7D4A" w:rsidRPr="00A633A7" w:rsidRDefault="00D4602D" w:rsidP="000B7A04">
      <w:pPr>
        <w:numPr>
          <w:ilvl w:val="0"/>
          <w:numId w:val="8"/>
        </w:numPr>
      </w:pPr>
      <w:r w:rsidRPr="00A633A7">
        <w:t>Internal Protective Lining</w:t>
      </w:r>
      <w:r w:rsidR="008E7D4A" w:rsidRPr="00A633A7">
        <w:t xml:space="preserve">: </w:t>
      </w:r>
    </w:p>
    <w:p w14:paraId="57B98D60" w14:textId="77777777" w:rsidR="00B15D2B" w:rsidRPr="00A633A7" w:rsidRDefault="008E7D4A" w:rsidP="000B7A04">
      <w:pPr>
        <w:numPr>
          <w:ilvl w:val="1"/>
          <w:numId w:val="8"/>
        </w:numPr>
      </w:pPr>
      <w:r w:rsidRPr="00A633A7">
        <w:t xml:space="preserve">Surface Preparation: </w:t>
      </w:r>
      <w:r w:rsidR="00B15D2B" w:rsidRPr="00A633A7">
        <w:t>S</w:t>
      </w:r>
      <w:r w:rsidR="001378E8" w:rsidRPr="00A633A7">
        <w:t>teel Grit B</w:t>
      </w:r>
      <w:r w:rsidR="00E14F34" w:rsidRPr="00A633A7">
        <w:t>last - SSPC-SP 10/NACE No. 2, Near-White Blast Cleaning.</w:t>
      </w:r>
    </w:p>
    <w:p w14:paraId="047175A5" w14:textId="77777777" w:rsidR="00B326D3" w:rsidRPr="00A633A7" w:rsidRDefault="00965A09" w:rsidP="000B7A04">
      <w:pPr>
        <w:numPr>
          <w:ilvl w:val="1"/>
          <w:numId w:val="8"/>
        </w:numPr>
      </w:pPr>
      <w:r w:rsidRPr="00A633A7">
        <w:t>Internal sur</w:t>
      </w:r>
      <w:r w:rsidR="00B15D2B" w:rsidRPr="00A633A7">
        <w:t>faces coated with 15</w:t>
      </w:r>
      <w:r w:rsidR="008E7D4A" w:rsidRPr="00A633A7">
        <w:t xml:space="preserve"> mils DFT</w:t>
      </w:r>
      <w:r w:rsidR="00D4602D" w:rsidRPr="00A633A7">
        <w:t xml:space="preserve"> solvent-free, two component polyurethane lining</w:t>
      </w:r>
      <w:r w:rsidR="00E14F34" w:rsidRPr="00A633A7">
        <w:t>.</w:t>
      </w:r>
    </w:p>
    <w:p w14:paraId="0FBADF49" w14:textId="45886708" w:rsidR="00096217" w:rsidRDefault="00096217" w:rsidP="00096217">
      <w:pPr>
        <w:rPr>
          <w:rFonts w:cs="Arial"/>
          <w:szCs w:val="22"/>
        </w:rPr>
      </w:pPr>
    </w:p>
    <w:p w14:paraId="1CE57726" w14:textId="2A18AD18" w:rsidR="00582BBE" w:rsidRDefault="00582BBE" w:rsidP="00096217">
      <w:pPr>
        <w:rPr>
          <w:rFonts w:cs="Arial"/>
          <w:szCs w:val="22"/>
        </w:rPr>
      </w:pPr>
    </w:p>
    <w:p w14:paraId="0FB545B7" w14:textId="384048B6" w:rsidR="00582BBE" w:rsidRDefault="00582BBE" w:rsidP="00096217">
      <w:pPr>
        <w:rPr>
          <w:rFonts w:cs="Arial"/>
          <w:szCs w:val="22"/>
        </w:rPr>
      </w:pPr>
    </w:p>
    <w:p w14:paraId="15322FAF" w14:textId="415BFD94" w:rsidR="00582BBE" w:rsidRDefault="00582BBE" w:rsidP="00096217">
      <w:pPr>
        <w:rPr>
          <w:rFonts w:cs="Arial"/>
          <w:szCs w:val="22"/>
        </w:rPr>
      </w:pPr>
    </w:p>
    <w:p w14:paraId="011BE8AB" w14:textId="77777777" w:rsidR="00582BBE" w:rsidRPr="00A633A7" w:rsidRDefault="00582BBE" w:rsidP="00096217">
      <w:pPr>
        <w:rPr>
          <w:rFonts w:cs="Arial"/>
          <w:szCs w:val="22"/>
        </w:rPr>
      </w:pPr>
    </w:p>
    <w:p w14:paraId="0F14AAAC" w14:textId="1C80AD49" w:rsidR="00096217" w:rsidRPr="00A633A7" w:rsidRDefault="00096217" w:rsidP="00096217">
      <w:pPr>
        <w:pStyle w:val="SpecSpecifierNotes0"/>
        <w:rPr>
          <w:rFonts w:cs="Arial"/>
          <w:szCs w:val="22"/>
        </w:rPr>
      </w:pPr>
      <w:r w:rsidRPr="00A633A7">
        <w:rPr>
          <w:rFonts w:cs="Arial"/>
          <w:szCs w:val="22"/>
        </w:rPr>
        <w:t>Specifier Notes:  Specify Optional Equipment</w:t>
      </w:r>
      <w:r w:rsidR="00B07EFD">
        <w:rPr>
          <w:rFonts w:cs="Arial"/>
          <w:szCs w:val="22"/>
        </w:rPr>
        <w:t>. Indicate quantities, delete unwanted items.</w:t>
      </w:r>
    </w:p>
    <w:p w14:paraId="26E42FF9" w14:textId="77777777" w:rsidR="00703F08" w:rsidRPr="00A633A7" w:rsidRDefault="00703F08" w:rsidP="00DF3C67">
      <w:pPr>
        <w:rPr>
          <w:rFonts w:cs="Arial"/>
          <w:szCs w:val="22"/>
        </w:rPr>
      </w:pPr>
    </w:p>
    <w:p w14:paraId="1B1132BC" w14:textId="77777777" w:rsidR="00CA10AF" w:rsidRPr="00A633A7" w:rsidRDefault="00C41AF0" w:rsidP="00CA10AF">
      <w:pPr>
        <w:ind w:left="180"/>
      </w:pPr>
      <w:r w:rsidRPr="00A633A7">
        <w:t>J</w:t>
      </w:r>
      <w:r w:rsidR="00CA10AF" w:rsidRPr="00A633A7">
        <w:t>.</w:t>
      </w:r>
      <w:r w:rsidR="00CA10AF" w:rsidRPr="00A633A7">
        <w:tab/>
        <w:t>Corella</w:t>
      </w:r>
      <w:r w:rsidR="00CA10AF" w:rsidRPr="00A633A7">
        <w:rPr>
          <w:vertAlign w:val="superscript"/>
        </w:rPr>
        <w:t>®</w:t>
      </w:r>
      <w:r w:rsidR="00CA10AF" w:rsidRPr="00A633A7">
        <w:t xml:space="preserve"> Coalescing Oil/Water Separator(s) Options/Accessories:</w:t>
      </w:r>
    </w:p>
    <w:p w14:paraId="7DD41083" w14:textId="6CB2C6A7" w:rsidR="0003170B" w:rsidRPr="00A633A7" w:rsidRDefault="00B07EFD" w:rsidP="000B7A04">
      <w:pPr>
        <w:numPr>
          <w:ilvl w:val="0"/>
          <w:numId w:val="9"/>
        </w:numPr>
      </w:pPr>
      <w:r w:rsidRPr="00B36EDC">
        <w:rPr>
          <w:highlight w:val="yellow"/>
        </w:rPr>
        <w:t>_____</w:t>
      </w:r>
      <w:r>
        <w:t xml:space="preserve"> </w:t>
      </w:r>
      <w:r w:rsidR="00A45568" w:rsidRPr="00A633A7">
        <w:t>Interface/</w:t>
      </w:r>
      <w:r w:rsidR="00CA10AF" w:rsidRPr="00A633A7">
        <w:t xml:space="preserve">Oil Level </w:t>
      </w:r>
      <w:r w:rsidR="0014196E" w:rsidRPr="00A633A7">
        <w:t>Sensor</w:t>
      </w:r>
      <w:r w:rsidR="00170DA0" w:rsidRPr="00A633A7">
        <w:t>, Interstitial Monitoring Sensor,</w:t>
      </w:r>
      <w:r w:rsidR="00C64C05" w:rsidRPr="00A633A7">
        <w:t xml:space="preserve"> and </w:t>
      </w:r>
      <w:r w:rsidR="00CA10AF" w:rsidRPr="00A633A7">
        <w:t>Controls.</w:t>
      </w:r>
      <w:r w:rsidR="0003170B" w:rsidRPr="00A633A7">
        <w:t xml:space="preserve"> </w:t>
      </w:r>
    </w:p>
    <w:p w14:paraId="4B8A76F6" w14:textId="77777777" w:rsidR="0064454C" w:rsidRPr="00A633A7" w:rsidRDefault="00A4592C" w:rsidP="000B7A04">
      <w:pPr>
        <w:numPr>
          <w:ilvl w:val="1"/>
          <w:numId w:val="9"/>
        </w:numPr>
      </w:pPr>
      <w:r w:rsidRPr="00A633A7">
        <w:t xml:space="preserve">Oil/Water </w:t>
      </w:r>
      <w:r w:rsidR="00544E2A" w:rsidRPr="00A633A7">
        <w:t>Separator shall be supplied with an audible and visual</w:t>
      </w:r>
      <w:r w:rsidR="00B15D2B" w:rsidRPr="00A633A7">
        <w:t xml:space="preserve"> alarm</w:t>
      </w:r>
      <w:r w:rsidR="00A628D5" w:rsidRPr="00A633A7">
        <w:t xml:space="preserve"> system that</w:t>
      </w:r>
      <w:r w:rsidR="0064454C" w:rsidRPr="00A633A7">
        <w:t>:</w:t>
      </w:r>
    </w:p>
    <w:p w14:paraId="1A02A17F" w14:textId="77777777" w:rsidR="0064454C" w:rsidRPr="00A633A7" w:rsidRDefault="00A628D5" w:rsidP="0064454C">
      <w:pPr>
        <w:numPr>
          <w:ilvl w:val="2"/>
          <w:numId w:val="9"/>
        </w:numPr>
      </w:pPr>
      <w:r w:rsidRPr="00A633A7">
        <w:t xml:space="preserve">indicates high level and high-high </w:t>
      </w:r>
      <w:r w:rsidR="00544E2A" w:rsidRPr="00A633A7">
        <w:t xml:space="preserve">level (audible and visual) of </w:t>
      </w:r>
      <w:r w:rsidRPr="00A633A7">
        <w:t xml:space="preserve">accumulated oil </w:t>
      </w:r>
      <w:r w:rsidR="00544E2A" w:rsidRPr="00A633A7">
        <w:t>in the oil/</w:t>
      </w:r>
      <w:r w:rsidR="00C64C05" w:rsidRPr="00A633A7">
        <w:t>water separator</w:t>
      </w:r>
      <w:r w:rsidR="00891FE2" w:rsidRPr="00A633A7">
        <w:t xml:space="preserve">. </w:t>
      </w:r>
    </w:p>
    <w:p w14:paraId="71FA4EB7" w14:textId="77777777" w:rsidR="00B8648E" w:rsidRPr="00A633A7" w:rsidRDefault="0064454C" w:rsidP="0064454C">
      <w:pPr>
        <w:numPr>
          <w:ilvl w:val="2"/>
          <w:numId w:val="9"/>
        </w:numPr>
      </w:pPr>
      <w:r w:rsidRPr="00A633A7">
        <w:t>detects liquid (oil or water) in the interstice of the oil/water separator.</w:t>
      </w:r>
      <w:r w:rsidR="00891FE2" w:rsidRPr="00A633A7">
        <w:t xml:space="preserve"> </w:t>
      </w:r>
    </w:p>
    <w:p w14:paraId="2AAAAA8F" w14:textId="77777777" w:rsidR="00CA10AF" w:rsidRPr="00A633A7" w:rsidRDefault="0064454C" w:rsidP="000B7A04">
      <w:pPr>
        <w:numPr>
          <w:ilvl w:val="1"/>
          <w:numId w:val="9"/>
        </w:numPr>
      </w:pPr>
      <w:r w:rsidRPr="00A633A7">
        <w:t>S</w:t>
      </w:r>
      <w:r w:rsidR="00CA10AF" w:rsidRPr="00A633A7">
        <w:t>en</w:t>
      </w:r>
      <w:r w:rsidR="00A45568" w:rsidRPr="00A633A7">
        <w:t>sor</w:t>
      </w:r>
      <w:r w:rsidRPr="00A633A7">
        <w:t>s</w:t>
      </w:r>
      <w:r w:rsidR="00A45568" w:rsidRPr="00A633A7">
        <w:t xml:space="preserve"> </w:t>
      </w:r>
      <w:r w:rsidR="0003170B" w:rsidRPr="00A633A7">
        <w:t xml:space="preserve">to be </w:t>
      </w:r>
      <w:r w:rsidR="00D123E6" w:rsidRPr="00A633A7">
        <w:t>intrinsically safe</w:t>
      </w:r>
      <w:r w:rsidR="00C64C05" w:rsidRPr="00A633A7">
        <w:t xml:space="preserve">, </w:t>
      </w:r>
      <w:r w:rsidR="0003170B" w:rsidRPr="00A633A7">
        <w:t xml:space="preserve">separator-mounted magnetic float probes, suitable for use in Class I, </w:t>
      </w:r>
      <w:r w:rsidR="00544E2A" w:rsidRPr="00A633A7">
        <w:t>Division</w:t>
      </w:r>
      <w:r w:rsidR="00C64C05" w:rsidRPr="00A633A7">
        <w:t xml:space="preserve"> II, Group D locations.</w:t>
      </w:r>
    </w:p>
    <w:p w14:paraId="705DEEF6" w14:textId="45E0BA44" w:rsidR="00CA10AF" w:rsidRPr="00A633A7" w:rsidRDefault="0064454C" w:rsidP="000B7A04">
      <w:pPr>
        <w:numPr>
          <w:ilvl w:val="1"/>
          <w:numId w:val="9"/>
        </w:numPr>
      </w:pPr>
      <w:r w:rsidRPr="00A633A7">
        <w:t>S</w:t>
      </w:r>
      <w:r w:rsidR="00CA10AF" w:rsidRPr="00A633A7">
        <w:t>ensor floa</w:t>
      </w:r>
      <w:r w:rsidR="00C53934" w:rsidRPr="00A633A7">
        <w:t xml:space="preserve">ts to be made of </w:t>
      </w:r>
      <w:r w:rsidR="003E268E">
        <w:t>stainless steel.</w:t>
      </w:r>
    </w:p>
    <w:p w14:paraId="5EA54A5A" w14:textId="77777777" w:rsidR="00CA10AF" w:rsidRPr="00A633A7" w:rsidRDefault="00CA10AF" w:rsidP="000B7A04">
      <w:pPr>
        <w:numPr>
          <w:ilvl w:val="1"/>
          <w:numId w:val="9"/>
        </w:numPr>
      </w:pPr>
      <w:r w:rsidRPr="00A633A7">
        <w:t>The control panel</w:t>
      </w:r>
      <w:r w:rsidR="00B15D2B" w:rsidRPr="00A633A7">
        <w:t xml:space="preserve"> shall be NEMA 4X (FRP)</w:t>
      </w:r>
      <w:r w:rsidR="00B8648E" w:rsidRPr="00A633A7">
        <w:t>.</w:t>
      </w:r>
      <w:r w:rsidRPr="00A633A7">
        <w:t xml:space="preserve"> </w:t>
      </w:r>
    </w:p>
    <w:p w14:paraId="0622499F" w14:textId="77777777" w:rsidR="00B8648E" w:rsidRPr="00A633A7" w:rsidRDefault="00B8648E" w:rsidP="000B7A04">
      <w:pPr>
        <w:numPr>
          <w:ilvl w:val="1"/>
          <w:numId w:val="9"/>
        </w:numPr>
      </w:pPr>
      <w:r w:rsidRPr="00A633A7">
        <w:t xml:space="preserve">A silence control shall be provided for the audible alarms. </w:t>
      </w:r>
    </w:p>
    <w:p w14:paraId="6C6F13F4" w14:textId="046E6914" w:rsidR="00CA10AF" w:rsidRPr="00A633A7" w:rsidRDefault="00CA10AF" w:rsidP="000B7A04">
      <w:pPr>
        <w:numPr>
          <w:ilvl w:val="1"/>
          <w:numId w:val="9"/>
        </w:numPr>
        <w:rPr>
          <w:rFonts w:cs="Arial"/>
          <w:szCs w:val="22"/>
        </w:rPr>
      </w:pPr>
      <w:r w:rsidRPr="00A633A7">
        <w:rPr>
          <w:rFonts w:cs="Arial"/>
          <w:szCs w:val="22"/>
        </w:rPr>
        <w:t xml:space="preserve">Power to the control panel is to </w:t>
      </w:r>
      <w:r w:rsidR="00B07EFD" w:rsidRPr="00612693">
        <w:rPr>
          <w:rFonts w:cs="Arial"/>
          <w:szCs w:val="22"/>
        </w:rPr>
        <w:t>be [</w:t>
      </w:r>
      <w:r w:rsidR="00B07EFD" w:rsidRPr="00B36EDC">
        <w:rPr>
          <w:rFonts w:cs="Arial"/>
          <w:szCs w:val="22"/>
          <w:highlight w:val="yellow"/>
        </w:rPr>
        <w:t>______</w:t>
      </w:r>
      <w:r w:rsidR="00B07EFD" w:rsidRPr="00612693">
        <w:rPr>
          <w:rFonts w:cs="Arial"/>
          <w:szCs w:val="22"/>
        </w:rPr>
        <w:t>] volt, [</w:t>
      </w:r>
      <w:r w:rsidR="00B07EFD" w:rsidRPr="00B36EDC">
        <w:rPr>
          <w:rFonts w:cs="Arial"/>
          <w:szCs w:val="22"/>
          <w:highlight w:val="yellow"/>
        </w:rPr>
        <w:t>______</w:t>
      </w:r>
      <w:r w:rsidR="00B07EFD" w:rsidRPr="00612693">
        <w:rPr>
          <w:rFonts w:cs="Arial"/>
          <w:szCs w:val="22"/>
        </w:rPr>
        <w:t xml:space="preserve">] </w:t>
      </w:r>
      <w:r w:rsidRPr="00A633A7">
        <w:rPr>
          <w:rFonts w:cs="Arial"/>
          <w:szCs w:val="22"/>
        </w:rPr>
        <w:t>phase.</w:t>
      </w:r>
    </w:p>
    <w:p w14:paraId="7C5D6482" w14:textId="793DB603" w:rsidR="00C60163" w:rsidRPr="00A633A7" w:rsidRDefault="00B07EFD" w:rsidP="000B7A04">
      <w:pPr>
        <w:pStyle w:val="Default"/>
        <w:numPr>
          <w:ilvl w:val="0"/>
          <w:numId w:val="9"/>
        </w:numPr>
        <w:rPr>
          <w:rFonts w:ascii="Arial" w:hAnsi="Arial" w:cs="Arial"/>
          <w:sz w:val="22"/>
          <w:szCs w:val="22"/>
        </w:rPr>
      </w:pPr>
      <w:r w:rsidRPr="00B36EDC">
        <w:rPr>
          <w:highlight w:val="yellow"/>
        </w:rPr>
        <w:t>_____</w:t>
      </w:r>
      <w:r>
        <w:t xml:space="preserve"> </w:t>
      </w:r>
      <w:r w:rsidR="00C60163" w:rsidRPr="00A633A7">
        <w:rPr>
          <w:rFonts w:ascii="Arial" w:hAnsi="Arial" w:cs="Arial"/>
          <w:sz w:val="22"/>
          <w:szCs w:val="22"/>
        </w:rPr>
        <w:t>Ladders, Stairs, Platforms, Catwalks, Walkways, and Handrails.</w:t>
      </w:r>
    </w:p>
    <w:p w14:paraId="25E5CC95"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 xml:space="preserve">Access is required for convenient and safe inspection and maintenance of the oil/water separator. Access locations </w:t>
      </w:r>
      <w:r w:rsidRPr="00A633A7">
        <w:rPr>
          <w:rFonts w:cs="Arial"/>
          <w:noProof/>
          <w:color w:val="000000"/>
          <w:kern w:val="30"/>
          <w:szCs w:val="22"/>
        </w:rPr>
        <w:t>shall be provided as detailed on the Drawings.</w:t>
      </w:r>
    </w:p>
    <w:p w14:paraId="7BE6459E" w14:textId="77777777" w:rsidR="00C60163" w:rsidRPr="00A633A7" w:rsidRDefault="00C60163" w:rsidP="000B7A04">
      <w:pPr>
        <w:pStyle w:val="SpecHeading4A"/>
        <w:numPr>
          <w:ilvl w:val="1"/>
          <w:numId w:val="9"/>
        </w:numPr>
        <w:tabs>
          <w:tab w:val="clear" w:pos="720"/>
          <w:tab w:val="left" w:pos="900"/>
        </w:tabs>
        <w:rPr>
          <w:rFonts w:cs="Arial"/>
          <w:szCs w:val="22"/>
        </w:rPr>
      </w:pPr>
      <w:r w:rsidRPr="00A633A7">
        <w:rPr>
          <w:rFonts w:cs="Arial"/>
          <w:szCs w:val="22"/>
        </w:rPr>
        <w:t>Design and fabrication of all ladders (interior or exterior), stairs, platforms, catwalks, walkways, and handrails shall be in accordance with applicable OSHA safety regulations, pertinent building codes, acceptable engineering practices, and the following additional requirements:</w:t>
      </w:r>
    </w:p>
    <w:p w14:paraId="4C09C844" w14:textId="77777777" w:rsidR="0037343C" w:rsidRPr="0037343C" w:rsidRDefault="00C60163" w:rsidP="0037343C">
      <w:pPr>
        <w:numPr>
          <w:ilvl w:val="2"/>
          <w:numId w:val="9"/>
        </w:numPr>
        <w:rPr>
          <w:rFonts w:cs="Arial"/>
          <w:szCs w:val="22"/>
        </w:rPr>
      </w:pPr>
      <w:r w:rsidRPr="0037343C">
        <w:rPr>
          <w:rFonts w:cs="Arial"/>
          <w:szCs w:val="22"/>
        </w:rPr>
        <w:t>Interior and/or Exterior Ladders shall be fabricated of [coated] [galvanized] carbon steel</w:t>
      </w:r>
      <w:r w:rsidR="0037343C">
        <w:rPr>
          <w:rFonts w:cs="Arial"/>
          <w:szCs w:val="22"/>
        </w:rPr>
        <w:t xml:space="preserve"> </w:t>
      </w:r>
      <w:r w:rsidR="0037343C" w:rsidRPr="0037343C">
        <w:rPr>
          <w:rFonts w:cs="Arial"/>
          <w:szCs w:val="22"/>
        </w:rPr>
        <w:t>or stainless steel.</w:t>
      </w:r>
    </w:p>
    <w:p w14:paraId="2E54BAEF" w14:textId="77777777" w:rsidR="00915E4B" w:rsidRPr="0037343C" w:rsidRDefault="00C60163" w:rsidP="00832967">
      <w:pPr>
        <w:pStyle w:val="SpecHeading4A"/>
        <w:numPr>
          <w:ilvl w:val="2"/>
          <w:numId w:val="9"/>
        </w:numPr>
        <w:tabs>
          <w:tab w:val="clear" w:pos="720"/>
          <w:tab w:val="left" w:pos="900"/>
        </w:tabs>
        <w:rPr>
          <w:rFonts w:cs="Arial"/>
          <w:szCs w:val="22"/>
        </w:rPr>
      </w:pPr>
      <w:r w:rsidRPr="0037343C">
        <w:rPr>
          <w:rFonts w:cs="Arial"/>
          <w:szCs w:val="22"/>
        </w:rPr>
        <w:t>Stairs, Platforms, Catwalks, and Walkways shall be fabricated of [coated], [galvanized] carbon steel with anti-slip fiberglass treads and walking surfaces</w:t>
      </w:r>
      <w:r w:rsidR="00915E4B" w:rsidRPr="0037343C">
        <w:rPr>
          <w:rFonts w:cs="Arial"/>
          <w:szCs w:val="22"/>
        </w:rPr>
        <w:t>.</w:t>
      </w:r>
    </w:p>
    <w:p w14:paraId="039441B0" w14:textId="77777777" w:rsidR="00915E4B" w:rsidRPr="0037343C" w:rsidRDefault="00021F1C" w:rsidP="00915E4B">
      <w:pPr>
        <w:pStyle w:val="SpecHeading4A"/>
        <w:numPr>
          <w:ilvl w:val="2"/>
          <w:numId w:val="9"/>
        </w:numPr>
        <w:tabs>
          <w:tab w:val="clear" w:pos="720"/>
          <w:tab w:val="left" w:pos="900"/>
        </w:tabs>
        <w:rPr>
          <w:rFonts w:cs="Arial"/>
          <w:szCs w:val="22"/>
        </w:rPr>
      </w:pPr>
      <w:r w:rsidRPr="00A633A7">
        <w:rPr>
          <w:rFonts w:cs="Arial"/>
          <w:szCs w:val="22"/>
        </w:rPr>
        <w:t xml:space="preserve">Personal Fall Arrest Systems consisting of </w:t>
      </w:r>
      <w:r w:rsidR="002A6F03" w:rsidRPr="00A633A7">
        <w:rPr>
          <w:rFonts w:cs="Arial"/>
          <w:szCs w:val="22"/>
        </w:rPr>
        <w:t>a full body harness, a deceleration device, a lanyard, and an anchor point shall be supplied where required.</w:t>
      </w:r>
    </w:p>
    <w:p w14:paraId="69A8AEC3" w14:textId="5CFE91B3" w:rsidR="0037343C" w:rsidRDefault="00B07EFD" w:rsidP="0037343C">
      <w:pPr>
        <w:numPr>
          <w:ilvl w:val="0"/>
          <w:numId w:val="9"/>
        </w:numPr>
      </w:pPr>
      <w:r w:rsidRPr="00B36EDC">
        <w:rPr>
          <w:highlight w:val="yellow"/>
        </w:rPr>
        <w:t>_____</w:t>
      </w:r>
      <w:r>
        <w:t xml:space="preserve"> </w:t>
      </w:r>
      <w:r w:rsidR="0037343C">
        <w:t xml:space="preserve">Insulation </w:t>
      </w:r>
    </w:p>
    <w:p w14:paraId="07456707" w14:textId="5956A0BD" w:rsidR="0037343C" w:rsidRPr="003E268E" w:rsidRDefault="0037343C" w:rsidP="0037343C">
      <w:pPr>
        <w:numPr>
          <w:ilvl w:val="1"/>
          <w:numId w:val="9"/>
        </w:numPr>
      </w:pPr>
      <w:r>
        <w:t xml:space="preserve">Factory fabricated “poured foam” insulation with coated steel outer jacket. Standoffs, </w:t>
      </w:r>
      <w:r w:rsidR="00B07152">
        <w:t>fittings,</w:t>
      </w:r>
      <w:r>
        <w:t xml:space="preserve"> and manways shall be extended and reinforced at the factory to accommodate insulation. Minimum foam thickness shall be two (2) inches for an R-value of </w:t>
      </w:r>
      <w:r w:rsidRPr="00CF7DBF">
        <w:rPr>
          <w:sz w:val="20"/>
          <w:szCs w:val="22"/>
        </w:rPr>
        <w:t>14.</w:t>
      </w:r>
    </w:p>
    <w:p w14:paraId="141174E1" w14:textId="77777777" w:rsidR="00B07EFD" w:rsidRPr="00B07EFD" w:rsidRDefault="00B07EFD" w:rsidP="00B07EFD">
      <w:pPr>
        <w:numPr>
          <w:ilvl w:val="1"/>
          <w:numId w:val="9"/>
        </w:numPr>
        <w:rPr>
          <w:szCs w:val="22"/>
        </w:rPr>
      </w:pPr>
      <w:r w:rsidRPr="00B07EFD">
        <w:rPr>
          <w:szCs w:val="22"/>
        </w:rPr>
        <w:t>Heaters for thermal protection in areas where freezing temperatures are possible.</w:t>
      </w:r>
    </w:p>
    <w:p w14:paraId="0C8E3882" w14:textId="647787D3" w:rsidR="00C41AF0" w:rsidRPr="00A633A7" w:rsidRDefault="00B07EFD" w:rsidP="000B7A04">
      <w:pPr>
        <w:numPr>
          <w:ilvl w:val="0"/>
          <w:numId w:val="9"/>
        </w:numPr>
      </w:pPr>
      <w:r w:rsidRPr="00B36EDC">
        <w:rPr>
          <w:highlight w:val="yellow"/>
        </w:rPr>
        <w:t>_____</w:t>
      </w:r>
      <w:r>
        <w:t xml:space="preserve"> </w:t>
      </w:r>
      <w:r w:rsidR="00B91256" w:rsidRPr="00A633A7">
        <w:t xml:space="preserve">Manufacturer On-Site </w:t>
      </w:r>
      <w:r w:rsidR="00C41AF0" w:rsidRPr="00A633A7">
        <w:t>Training Assistance</w:t>
      </w:r>
    </w:p>
    <w:p w14:paraId="471A9936" w14:textId="77777777" w:rsidR="00BF2294" w:rsidRPr="00A633A7" w:rsidRDefault="00F578F4" w:rsidP="000B7A04">
      <w:pPr>
        <w:numPr>
          <w:ilvl w:val="1"/>
          <w:numId w:val="9"/>
        </w:numPr>
      </w:pPr>
      <w:r w:rsidRPr="00A633A7">
        <w:t xml:space="preserve">On-site </w:t>
      </w:r>
      <w:r w:rsidR="00C41AF0" w:rsidRPr="00A633A7">
        <w:t>training will be included. This pro</w:t>
      </w:r>
      <w:r w:rsidRPr="00A633A7">
        <w:t xml:space="preserve">ject requires Factory Personnel/Factory Representative </w:t>
      </w:r>
      <w:r w:rsidR="00B91256" w:rsidRPr="00A633A7">
        <w:t xml:space="preserve">to perform on-site </w:t>
      </w:r>
      <w:r w:rsidR="00C41AF0" w:rsidRPr="00A633A7">
        <w:t>training upon completion of field wiring and filling of oil/water separator(s).</w:t>
      </w:r>
    </w:p>
    <w:p w14:paraId="6274791E" w14:textId="77777777" w:rsidR="00BF2294" w:rsidRPr="00A633A7" w:rsidRDefault="00BF2294" w:rsidP="00703F08">
      <w:pPr>
        <w:pStyle w:val="SpecHeading4A"/>
        <w:rPr>
          <w:rFonts w:cs="Arial"/>
          <w:szCs w:val="22"/>
        </w:rPr>
      </w:pPr>
    </w:p>
    <w:p w14:paraId="29575F33" w14:textId="77777777" w:rsidR="002B2D43" w:rsidRPr="00A633A7" w:rsidRDefault="007D406D" w:rsidP="002B2D43">
      <w:pPr>
        <w:pStyle w:val="SpecHeading2Part1"/>
      </w:pPr>
      <w:r w:rsidRPr="00A633A7">
        <w:t>PART 3</w:t>
      </w:r>
      <w:r w:rsidRPr="00A633A7">
        <w:tab/>
      </w:r>
      <w:r w:rsidR="002B2D43" w:rsidRPr="00A633A7">
        <w:t>EXECUTION</w:t>
      </w:r>
    </w:p>
    <w:p w14:paraId="17EBDF34" w14:textId="77777777" w:rsidR="00805CA6" w:rsidRPr="00A633A7" w:rsidRDefault="00805CA6" w:rsidP="00805CA6"/>
    <w:p w14:paraId="4EDE7FCB" w14:textId="77777777" w:rsidR="00805CA6" w:rsidRPr="00A633A7" w:rsidRDefault="00805CA6" w:rsidP="00805CA6">
      <w:pPr>
        <w:rPr>
          <w:b/>
        </w:rPr>
      </w:pPr>
      <w:r w:rsidRPr="00A633A7">
        <w:rPr>
          <w:b/>
        </w:rPr>
        <w:t>3.1</w:t>
      </w:r>
      <w:r w:rsidRPr="00A633A7">
        <w:rPr>
          <w:b/>
        </w:rPr>
        <w:tab/>
        <w:t>GENERAL</w:t>
      </w:r>
    </w:p>
    <w:p w14:paraId="48D96789" w14:textId="77777777" w:rsidR="00427887" w:rsidRPr="00A633A7" w:rsidRDefault="00427887" w:rsidP="00805CA6">
      <w:pPr>
        <w:rPr>
          <w:b/>
        </w:rPr>
      </w:pPr>
    </w:p>
    <w:p w14:paraId="5765D5F9" w14:textId="77777777" w:rsidR="002B2D43" w:rsidRPr="00A633A7" w:rsidRDefault="00805CA6" w:rsidP="002D1099">
      <w:r w:rsidRPr="00A633A7">
        <w:t>A.</w:t>
      </w:r>
      <w:r w:rsidRPr="00A633A7">
        <w:tab/>
        <w:t xml:space="preserve">Installation and testing </w:t>
      </w:r>
      <w:r w:rsidR="002F1B2A" w:rsidRPr="00A633A7">
        <w:t>of Corella</w:t>
      </w:r>
      <w:r w:rsidR="002F1B2A" w:rsidRPr="00A633A7">
        <w:rPr>
          <w:vertAlign w:val="superscript"/>
        </w:rPr>
        <w:t>®</w:t>
      </w:r>
      <w:r w:rsidR="002F1B2A" w:rsidRPr="00A633A7">
        <w:t xml:space="preserve"> Coalescing Oil/Water Separator(s) </w:t>
      </w:r>
      <w:r w:rsidRPr="00A633A7">
        <w:t xml:space="preserve">shall be in strict </w:t>
      </w:r>
      <w:r w:rsidR="002F1B2A" w:rsidRPr="00A633A7">
        <w:tab/>
      </w:r>
      <w:r w:rsidRPr="00A633A7">
        <w:t>accordance with the Hi</w:t>
      </w:r>
      <w:r w:rsidR="00A73A57" w:rsidRPr="00A633A7">
        <w:t xml:space="preserve">ghland </w:t>
      </w:r>
      <w:r w:rsidR="002F1B2A" w:rsidRPr="00A633A7">
        <w:t xml:space="preserve">Tank’s Oil/Water </w:t>
      </w:r>
      <w:r w:rsidR="007E791D" w:rsidRPr="00A633A7">
        <w:t>Separator User</w:t>
      </w:r>
      <w:r w:rsidRPr="00A633A7">
        <w:t>s</w:t>
      </w:r>
      <w:r w:rsidR="007E791D" w:rsidRPr="00A633A7">
        <w:t>’</w:t>
      </w:r>
      <w:r w:rsidRPr="00A633A7">
        <w:t xml:space="preserve"> Manual available at </w:t>
      </w:r>
      <w:r w:rsidR="002F1B2A" w:rsidRPr="00A633A7">
        <w:tab/>
      </w:r>
      <w:hyperlink r:id="rId12" w:history="1">
        <w:r w:rsidRPr="00A633A7">
          <w:rPr>
            <w:rStyle w:val="Hyperlink"/>
            <w:szCs w:val="24"/>
          </w:rPr>
          <w:t>www.highlandtank.com</w:t>
        </w:r>
      </w:hyperlink>
      <w:r w:rsidRPr="00A633A7">
        <w:t>.</w:t>
      </w:r>
    </w:p>
    <w:p w14:paraId="78CE9E2D" w14:textId="77777777" w:rsidR="00C30CB3" w:rsidRPr="00A633A7" w:rsidRDefault="00C30CB3" w:rsidP="00805CA6"/>
    <w:p w14:paraId="299713B1" w14:textId="77777777" w:rsidR="00C30CB3" w:rsidRPr="00A633A7" w:rsidRDefault="002F1B2A" w:rsidP="00C30CB3">
      <w:r w:rsidRPr="00A633A7">
        <w:t>B</w:t>
      </w:r>
      <w:r w:rsidR="00C30CB3" w:rsidRPr="00A633A7">
        <w:t>.</w:t>
      </w:r>
      <w:r w:rsidR="00C30CB3" w:rsidRPr="00A633A7">
        <w:tab/>
        <w:t xml:space="preserve">No modifications shall be made to the oil/water separator(s) without the prior written approval of </w:t>
      </w:r>
      <w:r w:rsidR="00C30CB3" w:rsidRPr="00A633A7">
        <w:tab/>
        <w:t>the</w:t>
      </w:r>
      <w:r w:rsidR="002D1099" w:rsidRPr="00A633A7">
        <w:t xml:space="preserve"> manufacturer and the Engineer. </w:t>
      </w:r>
      <w:r w:rsidR="00C30CB3" w:rsidRPr="00A633A7">
        <w:t>This includes</w:t>
      </w:r>
      <w:r w:rsidR="00E73256" w:rsidRPr="00A633A7">
        <w:t xml:space="preserve"> any welding on </w:t>
      </w:r>
      <w:r w:rsidR="00A73A57" w:rsidRPr="00A633A7">
        <w:t xml:space="preserve">oil/water </w:t>
      </w:r>
      <w:r w:rsidR="00E73256" w:rsidRPr="00A633A7">
        <w:t>separator shell</w:t>
      </w:r>
      <w:r w:rsidR="00C30CB3" w:rsidRPr="00A633A7">
        <w:t xml:space="preserve">, </w:t>
      </w:r>
      <w:r w:rsidR="00A73A57" w:rsidRPr="00A633A7">
        <w:lastRenderedPageBreak/>
        <w:tab/>
        <w:t xml:space="preserve">adding </w:t>
      </w:r>
      <w:r w:rsidR="00C30CB3" w:rsidRPr="00A633A7">
        <w:t>penetrations, modifying the separator structure, or repairing damage that mi</w:t>
      </w:r>
      <w:r w:rsidR="00A73A57" w:rsidRPr="00A633A7">
        <w:t>ght affect the</w:t>
      </w:r>
      <w:r w:rsidR="00A73A57" w:rsidRPr="00A633A7">
        <w:tab/>
        <w:t>integrity of the separator</w:t>
      </w:r>
      <w:r w:rsidR="00C30CB3" w:rsidRPr="00A633A7">
        <w:t>.</w:t>
      </w:r>
    </w:p>
    <w:p w14:paraId="23DB4425" w14:textId="77777777" w:rsidR="00C30CB3" w:rsidRPr="00A633A7" w:rsidRDefault="00C30CB3" w:rsidP="00C30CB3"/>
    <w:p w14:paraId="2DD206ED" w14:textId="77777777" w:rsidR="003A2A7A" w:rsidRPr="00A633A7" w:rsidRDefault="002F1B2A" w:rsidP="00C30CB3">
      <w:r w:rsidRPr="00A633A7">
        <w:t>C</w:t>
      </w:r>
      <w:r w:rsidR="00C30CB3" w:rsidRPr="00A633A7">
        <w:t>.</w:t>
      </w:r>
      <w:r w:rsidR="00C30CB3" w:rsidRPr="00A633A7">
        <w:tab/>
        <w:t xml:space="preserve">Contractor shall install oil/water separator(s), piping, and equipment (inlet/outlet shut off valves, </w:t>
      </w:r>
      <w:r w:rsidR="00C30CB3" w:rsidRPr="00A633A7">
        <w:tab/>
        <w:t>sensors, pumps, vents, gauges, etc.) in accordance with the manufacturers' installation</w:t>
      </w:r>
      <w:r w:rsidR="00C30CB3" w:rsidRPr="00A633A7">
        <w:tab/>
        <w:t xml:space="preserve">instructions, industry standard recommended practices and federal, </w:t>
      </w:r>
      <w:r w:rsidR="00E81A75" w:rsidRPr="00A633A7">
        <w:t>state,</w:t>
      </w:r>
      <w:r w:rsidR="00C30CB3" w:rsidRPr="00A633A7">
        <w:t xml:space="preserve"> and local regulations</w:t>
      </w:r>
      <w:r w:rsidR="003A2A7A" w:rsidRPr="00A633A7">
        <w:t>.</w:t>
      </w:r>
    </w:p>
    <w:p w14:paraId="6D607083" w14:textId="77777777" w:rsidR="003A2A7A" w:rsidRPr="00A633A7" w:rsidRDefault="003A2A7A" w:rsidP="00C30CB3"/>
    <w:p w14:paraId="27C93732" w14:textId="77777777" w:rsidR="00E65672" w:rsidRPr="00A633A7" w:rsidRDefault="002F1B2A" w:rsidP="00217A0D">
      <w:r w:rsidRPr="00A633A7">
        <w:t>D</w:t>
      </w:r>
      <w:r w:rsidR="00C30CB3" w:rsidRPr="00A633A7">
        <w:t>.</w:t>
      </w:r>
      <w:r w:rsidR="002D1099" w:rsidRPr="00A633A7">
        <w:tab/>
      </w:r>
      <w:r w:rsidR="00E65672" w:rsidRPr="00A633A7">
        <w:t xml:space="preserve">Oil/Water Separator(s) shall be handled, lifted, stored, and secured in accordance with the </w:t>
      </w:r>
      <w:r w:rsidR="00E65672" w:rsidRPr="00A633A7">
        <w:tab/>
        <w:t xml:space="preserve">manufacturer's instructions. Unload with equipment having sufficient lifting capacity to avoid </w:t>
      </w:r>
      <w:r w:rsidR="00E65672" w:rsidRPr="00A633A7">
        <w:tab/>
        <w:t>accidents or damage to the separator</w:t>
      </w:r>
    </w:p>
    <w:p w14:paraId="6D573854" w14:textId="77777777" w:rsidR="00E65672" w:rsidRPr="00A633A7" w:rsidRDefault="00E65672" w:rsidP="00217A0D"/>
    <w:p w14:paraId="4618CD13" w14:textId="77777777" w:rsidR="000D69C8" w:rsidRPr="00A633A7" w:rsidRDefault="002F1B2A" w:rsidP="00217A0D">
      <w:r w:rsidRPr="00A633A7">
        <w:t>E.</w:t>
      </w:r>
      <w:r w:rsidRPr="00A633A7">
        <w:tab/>
      </w:r>
      <w:r w:rsidR="000D69C8" w:rsidRPr="00A633A7">
        <w:t xml:space="preserve">Oil/Water Separator(s) located in areas subject to flooding must be protected against floatation. </w:t>
      </w:r>
      <w:r w:rsidR="000D69C8" w:rsidRPr="00A633A7">
        <w:tab/>
        <w:t>Consult manufacturer for supplemental hold down straps if required.</w:t>
      </w:r>
    </w:p>
    <w:p w14:paraId="408034BC" w14:textId="77777777" w:rsidR="000D69C8" w:rsidRPr="00A633A7" w:rsidRDefault="000D69C8" w:rsidP="00217A0D"/>
    <w:p w14:paraId="1173DA2E" w14:textId="77777777" w:rsidR="00217A0D" w:rsidRPr="00A633A7" w:rsidRDefault="000D69C8" w:rsidP="00217A0D">
      <w:r w:rsidRPr="00A633A7">
        <w:t>F.</w:t>
      </w:r>
      <w:r w:rsidRPr="00A633A7">
        <w:tab/>
      </w:r>
      <w:r w:rsidR="00E51618" w:rsidRPr="00A633A7">
        <w:t xml:space="preserve">The hazards associated with the cleaning, entry, inspection, testing, </w:t>
      </w:r>
      <w:r w:rsidR="00E353A5" w:rsidRPr="00A633A7">
        <w:t>maintenance,</w:t>
      </w:r>
      <w:r w:rsidR="00E51618" w:rsidRPr="00A633A7">
        <w:t xml:space="preserve"> or other </w:t>
      </w:r>
      <w:r w:rsidR="00E51618" w:rsidRPr="00A633A7">
        <w:tab/>
        <w:t xml:space="preserve">aspects of oil/water separator(s) are significant. Safety considerations and controls should be </w:t>
      </w:r>
      <w:r w:rsidR="00E51618" w:rsidRPr="00A633A7">
        <w:tab/>
        <w:t xml:space="preserve">established prior to undertaking physical activities associated with </w:t>
      </w:r>
      <w:r w:rsidR="00217A0D" w:rsidRPr="00A633A7">
        <w:t>oil/water separator(s).</w:t>
      </w:r>
    </w:p>
    <w:p w14:paraId="2485CDEF" w14:textId="77777777" w:rsidR="00217A0D" w:rsidRPr="00A633A7" w:rsidRDefault="00A73A57" w:rsidP="000B7A04">
      <w:pPr>
        <w:numPr>
          <w:ilvl w:val="0"/>
          <w:numId w:val="13"/>
        </w:numPr>
      </w:pPr>
      <w:r w:rsidRPr="00A633A7">
        <w:t>Never enter an oil/water separator</w:t>
      </w:r>
      <w:r w:rsidR="00217A0D" w:rsidRPr="00A633A7">
        <w:t xml:space="preserve"> or enclosed space, under any condition, without proper training and OSHA approved equi</w:t>
      </w:r>
      <w:r w:rsidR="000D6A36" w:rsidRPr="00A633A7">
        <w:t>pment. (Consult OSHA regulation 29 CF</w:t>
      </w:r>
      <w:r w:rsidR="00217A0D" w:rsidRPr="00A633A7">
        <w:t>R, Part 1910</w:t>
      </w:r>
      <w:r w:rsidR="000D6A36" w:rsidRPr="00A633A7">
        <w:t xml:space="preserve">.146 </w:t>
      </w:r>
      <w:r w:rsidR="00217A0D" w:rsidRPr="00A633A7">
        <w:t>“Permit Required Confined Spaces.”)</w:t>
      </w:r>
    </w:p>
    <w:p w14:paraId="3C3A1EA5" w14:textId="77777777" w:rsidR="00E51618" w:rsidRPr="00A633A7" w:rsidRDefault="00217A0D" w:rsidP="000B7A04">
      <w:pPr>
        <w:numPr>
          <w:ilvl w:val="0"/>
          <w:numId w:val="13"/>
        </w:numPr>
      </w:pPr>
      <w:r w:rsidRPr="00A633A7">
        <w:t xml:space="preserve">Entry </w:t>
      </w:r>
      <w:r w:rsidR="00E51618" w:rsidRPr="00A633A7">
        <w:t xml:space="preserve">and cleaning of oil/water separator(s) must be per federal (OSHA), </w:t>
      </w:r>
      <w:r w:rsidRPr="00A633A7">
        <w:t>state, and local regulations as well as company requirements</w:t>
      </w:r>
      <w:r w:rsidR="00E51618" w:rsidRPr="00A633A7">
        <w:t>.</w:t>
      </w:r>
    </w:p>
    <w:p w14:paraId="1CB66B19" w14:textId="77777777" w:rsidR="00E51618" w:rsidRPr="00A633A7" w:rsidRDefault="00E51618" w:rsidP="00805CA6"/>
    <w:p w14:paraId="1D3758AE" w14:textId="77777777" w:rsidR="00805CA6" w:rsidRPr="00A633A7" w:rsidRDefault="000D69C8" w:rsidP="00805CA6">
      <w:r w:rsidRPr="00A633A7">
        <w:t>G</w:t>
      </w:r>
      <w:r w:rsidR="00E51618" w:rsidRPr="00A633A7">
        <w:t>.</w:t>
      </w:r>
      <w:r w:rsidR="00E51618" w:rsidRPr="00A633A7">
        <w:tab/>
      </w:r>
      <w:r w:rsidR="00805CA6" w:rsidRPr="00A633A7">
        <w:t>Familiarity with the Site.</w:t>
      </w:r>
    </w:p>
    <w:p w14:paraId="6F51C055" w14:textId="77777777" w:rsidR="00805CA6" w:rsidRPr="00A633A7" w:rsidRDefault="00805CA6" w:rsidP="00805CA6">
      <w:pPr>
        <w:ind w:left="1260" w:hanging="540"/>
      </w:pPr>
      <w:proofErr w:type="gramStart"/>
      <w:r w:rsidRPr="00A633A7">
        <w:t xml:space="preserve">1,   </w:t>
      </w:r>
      <w:proofErr w:type="gramEnd"/>
      <w:r w:rsidRPr="00A633A7">
        <w:tab/>
        <w:t>Contractor shall familiarize self with the location of all public utility facilities and structures      that may be found in the vicinity of the construction.</w:t>
      </w:r>
    </w:p>
    <w:p w14:paraId="2E4C74C4" w14:textId="77777777" w:rsidR="00805CA6" w:rsidRPr="00A633A7" w:rsidRDefault="00805CA6" w:rsidP="00805CA6">
      <w:pPr>
        <w:ind w:left="1260" w:hanging="540"/>
      </w:pPr>
      <w:r w:rsidRPr="00A633A7">
        <w:t>2.</w:t>
      </w:r>
      <w:r w:rsidRPr="00A633A7">
        <w:tab/>
        <w:t>The Contractor shall conduct his operation to avoid damage to the utilities or structures.</w:t>
      </w:r>
    </w:p>
    <w:p w14:paraId="46284EA8" w14:textId="77777777" w:rsidR="000D69C8" w:rsidRPr="00A633A7" w:rsidRDefault="00805CA6" w:rsidP="00805CA6">
      <w:pPr>
        <w:ind w:left="1260" w:hanging="540"/>
      </w:pPr>
      <w:r w:rsidRPr="00A633A7">
        <w:t xml:space="preserve">3.  </w:t>
      </w:r>
      <w:r w:rsidRPr="00A633A7">
        <w:tab/>
        <w:t xml:space="preserve">The Contractor is responsible for meeting all the requirements established by the agencies   for utility work, as well as work affecting utilities and other government agencies. </w:t>
      </w:r>
      <w:r w:rsidRPr="00A633A7">
        <w:tab/>
      </w:r>
    </w:p>
    <w:p w14:paraId="135E5980" w14:textId="77777777" w:rsidR="00805CA6" w:rsidRPr="00A633A7" w:rsidRDefault="00805CA6" w:rsidP="000D69C8">
      <w:pPr>
        <w:ind w:left="540" w:hanging="540"/>
      </w:pPr>
      <w:r w:rsidRPr="00A633A7">
        <w:tab/>
      </w:r>
      <w:r w:rsidRPr="00A633A7">
        <w:tab/>
        <w:t xml:space="preserve">    </w:t>
      </w:r>
    </w:p>
    <w:p w14:paraId="259C4E81" w14:textId="77777777" w:rsidR="002B2D43" w:rsidRPr="00A633A7" w:rsidRDefault="00B7012A" w:rsidP="002B2D43">
      <w:pPr>
        <w:pStyle w:val="SpecHeading311"/>
      </w:pPr>
      <w:r w:rsidRPr="00A633A7">
        <w:t>3.2</w:t>
      </w:r>
      <w:r w:rsidR="002B2D43" w:rsidRPr="00A633A7">
        <w:tab/>
        <w:t>EXAMINATION</w:t>
      </w:r>
    </w:p>
    <w:p w14:paraId="787C7DE1" w14:textId="77777777" w:rsidR="002B2D43" w:rsidRPr="00A633A7" w:rsidRDefault="002B2D43" w:rsidP="002B2D43"/>
    <w:p w14:paraId="5AF62AD4" w14:textId="77777777" w:rsidR="002B2D43" w:rsidRPr="00A633A7" w:rsidRDefault="002B2D43" w:rsidP="002B2D43">
      <w:pPr>
        <w:pStyle w:val="SpecHeading4A"/>
      </w:pPr>
      <w:r w:rsidRPr="00A633A7">
        <w:t>A.</w:t>
      </w:r>
      <w:r w:rsidRPr="00A633A7">
        <w:tab/>
        <w:t>Exa</w:t>
      </w:r>
      <w:r w:rsidR="00A73A57" w:rsidRPr="00A633A7">
        <w:t>mine location</w:t>
      </w:r>
      <w:r w:rsidR="00E73256" w:rsidRPr="00A633A7">
        <w:t xml:space="preserve"> to receive above</w:t>
      </w:r>
      <w:r w:rsidR="00A73A57" w:rsidRPr="00A633A7">
        <w:t xml:space="preserve">ground </w:t>
      </w:r>
      <w:r w:rsidR="00756F7D" w:rsidRPr="00A633A7">
        <w:t>Corella</w:t>
      </w:r>
      <w:r w:rsidR="00756F7D" w:rsidRPr="00A633A7">
        <w:rPr>
          <w:vertAlign w:val="superscript"/>
        </w:rPr>
        <w:t>®</w:t>
      </w:r>
      <w:r w:rsidR="00756F7D" w:rsidRPr="00A633A7">
        <w:t xml:space="preserve"> Coalescing Oil/Water Separator(s).</w:t>
      </w:r>
    </w:p>
    <w:p w14:paraId="30D5FE3A" w14:textId="77777777" w:rsidR="002B2D43" w:rsidRPr="00A633A7" w:rsidRDefault="002B2D43" w:rsidP="002B2D43"/>
    <w:p w14:paraId="1C86D08A" w14:textId="77777777" w:rsidR="002B2D43" w:rsidRPr="00A633A7" w:rsidRDefault="00E6391E" w:rsidP="002B2D43">
      <w:pPr>
        <w:pStyle w:val="SpecHeading4A"/>
      </w:pPr>
      <w:r w:rsidRPr="00A633A7">
        <w:t>B.</w:t>
      </w:r>
      <w:r w:rsidRPr="00A633A7">
        <w:tab/>
        <w:t>Notify site supervisor</w:t>
      </w:r>
      <w:r w:rsidR="00F67D04" w:rsidRPr="00A633A7">
        <w:t xml:space="preserve"> or engineer</w:t>
      </w:r>
      <w:r w:rsidR="002B2D43" w:rsidRPr="00A633A7">
        <w:t xml:space="preserve"> of conditions that would adversely affect installation.</w:t>
      </w:r>
    </w:p>
    <w:p w14:paraId="7AFAECF6" w14:textId="77777777" w:rsidR="002B2D43" w:rsidRPr="00A633A7" w:rsidRDefault="002B2D43" w:rsidP="002B2D43"/>
    <w:p w14:paraId="0761875E" w14:textId="77777777" w:rsidR="002B2D43" w:rsidRPr="00A633A7" w:rsidRDefault="002B2D43" w:rsidP="002B2D43">
      <w:pPr>
        <w:pStyle w:val="SpecHeading4A"/>
      </w:pPr>
      <w:r w:rsidRPr="00A633A7">
        <w:t>C.</w:t>
      </w:r>
      <w:r w:rsidRPr="00A633A7">
        <w:tab/>
        <w:t>Do not begin installation until unacceptable conditions are corrected.</w:t>
      </w:r>
    </w:p>
    <w:p w14:paraId="4392C723" w14:textId="77777777" w:rsidR="002B2D43" w:rsidRPr="00A633A7" w:rsidRDefault="002B2D43" w:rsidP="002B2D43"/>
    <w:p w14:paraId="70EE6713" w14:textId="77777777" w:rsidR="002B2D43" w:rsidRPr="00A633A7" w:rsidRDefault="00B7012A" w:rsidP="002B2D43">
      <w:pPr>
        <w:pStyle w:val="SpecHeading311"/>
      </w:pPr>
      <w:r w:rsidRPr="00A633A7">
        <w:t>3.3</w:t>
      </w:r>
      <w:r w:rsidR="002B2D43" w:rsidRPr="00A633A7">
        <w:tab/>
        <w:t>PREPARATION</w:t>
      </w:r>
    </w:p>
    <w:p w14:paraId="04F52A2F" w14:textId="77777777" w:rsidR="002B2D43" w:rsidRPr="00A633A7" w:rsidRDefault="002B2D43" w:rsidP="002B2D43"/>
    <w:p w14:paraId="4C5FFE4D" w14:textId="77777777" w:rsidR="002B2D43" w:rsidRPr="00A633A7" w:rsidRDefault="002B2D43" w:rsidP="002B2D43">
      <w:pPr>
        <w:pStyle w:val="SpecSpecifierNotes0"/>
      </w:pPr>
      <w:r w:rsidRPr="00A633A7">
        <w:t>Specifier Notes:  Include the followi</w:t>
      </w:r>
      <w:r w:rsidR="0014196E" w:rsidRPr="00A633A7">
        <w:t>ng paragraph when specifying A</w:t>
      </w:r>
      <w:r w:rsidR="00E73256" w:rsidRPr="00A633A7">
        <w:t xml:space="preserve">boveground </w:t>
      </w:r>
      <w:r w:rsidR="001275F6" w:rsidRPr="00A633A7">
        <w:t>Doub</w:t>
      </w:r>
      <w:r w:rsidR="0014196E" w:rsidRPr="00A633A7">
        <w:t>le-W</w:t>
      </w:r>
      <w:r w:rsidR="00E6391E" w:rsidRPr="00A633A7">
        <w:t>alled Corella</w:t>
      </w:r>
      <w:r w:rsidR="00E6391E" w:rsidRPr="00A633A7">
        <w:rPr>
          <w:vertAlign w:val="superscript"/>
        </w:rPr>
        <w:t>®</w:t>
      </w:r>
      <w:r w:rsidR="00E6391E" w:rsidRPr="00A633A7">
        <w:t xml:space="preserve"> Coalescing Oil/Water Separator(s).</w:t>
      </w:r>
    </w:p>
    <w:p w14:paraId="19ABB6C7" w14:textId="77777777" w:rsidR="002B2D43" w:rsidRPr="00A633A7" w:rsidRDefault="002B2D43" w:rsidP="002B2D43"/>
    <w:p w14:paraId="6B8FABDC" w14:textId="77777777" w:rsidR="002D1099" w:rsidRPr="00A633A7" w:rsidRDefault="002D1099" w:rsidP="000B7A04">
      <w:pPr>
        <w:pStyle w:val="SpecHeading4A"/>
        <w:numPr>
          <w:ilvl w:val="0"/>
          <w:numId w:val="14"/>
        </w:numPr>
      </w:pPr>
      <w:r w:rsidRPr="00A633A7">
        <w:t>The site shall be prepared to ensure adequate support for the oil/water separator system and drainage of surface</w:t>
      </w:r>
      <w:r w:rsidR="00DD0758" w:rsidRPr="00A633A7">
        <w:t xml:space="preserve"> water. </w:t>
      </w:r>
      <w:r w:rsidRPr="00A633A7">
        <w:t>The foundation and oil/water separator supports shall be capable of supporting the weight of the separator and associated equipment when full.</w:t>
      </w:r>
    </w:p>
    <w:p w14:paraId="01C10046" w14:textId="77777777" w:rsidR="00656B06" w:rsidRPr="00A633A7" w:rsidRDefault="00656B06" w:rsidP="00656B06">
      <w:pPr>
        <w:ind w:left="735"/>
      </w:pPr>
    </w:p>
    <w:p w14:paraId="64343FE4" w14:textId="77777777" w:rsidR="003B2866" w:rsidRPr="00A633A7" w:rsidRDefault="00D02A0B" w:rsidP="000B7A04">
      <w:pPr>
        <w:pStyle w:val="SpecHeading4A"/>
        <w:numPr>
          <w:ilvl w:val="0"/>
          <w:numId w:val="14"/>
        </w:numPr>
        <w:rPr>
          <w:rFonts w:cs="Helvetica Neue"/>
          <w:sz w:val="23"/>
          <w:szCs w:val="23"/>
        </w:rPr>
      </w:pPr>
      <w:r w:rsidRPr="00A633A7">
        <w:t>Pre-installation Tightness Testing Procedures.</w:t>
      </w:r>
      <w:r w:rsidR="00CD0AF0" w:rsidRPr="00A633A7">
        <w:t xml:space="preserve"> </w:t>
      </w:r>
      <w:r w:rsidRPr="00A633A7">
        <w:t>The appropriate air or hydrostatic test must be performed prior to placing OWS into service</w:t>
      </w:r>
      <w:r w:rsidR="001A5A2F" w:rsidRPr="00A633A7">
        <w:t xml:space="preserve">. </w:t>
      </w:r>
      <w:r w:rsidR="001A5A2F" w:rsidRPr="00A633A7">
        <w:rPr>
          <w:rFonts w:cs="Helvetica Neue"/>
          <w:sz w:val="23"/>
          <w:szCs w:val="23"/>
        </w:rPr>
        <w:t>Check with AHJ for approval.</w:t>
      </w:r>
    </w:p>
    <w:p w14:paraId="4383EC17" w14:textId="77777777" w:rsidR="00353D6E" w:rsidRPr="00A633A7" w:rsidRDefault="009C2F89" w:rsidP="000B7A04">
      <w:pPr>
        <w:pStyle w:val="SpecHeading51"/>
        <w:numPr>
          <w:ilvl w:val="0"/>
          <w:numId w:val="15"/>
        </w:numPr>
      </w:pPr>
      <w:r w:rsidRPr="00A633A7">
        <w:t>Air Test (if required):</w:t>
      </w:r>
    </w:p>
    <w:p w14:paraId="37050C2B" w14:textId="77777777" w:rsidR="00CD0AF0" w:rsidRPr="00A633A7" w:rsidRDefault="00353D6E" w:rsidP="009C2F89">
      <w:pPr>
        <w:ind w:left="1268"/>
      </w:pPr>
      <w:r w:rsidRPr="00A633A7">
        <w:lastRenderedPageBreak/>
        <w:t xml:space="preserve">a. </w:t>
      </w:r>
      <w:r w:rsidR="009C2F89" w:rsidRPr="00A633A7">
        <w:t xml:space="preserve"> Perform air test of oil/water separator(s) above ground before installation in accordance </w:t>
      </w:r>
    </w:p>
    <w:p w14:paraId="57B090FB" w14:textId="77777777" w:rsidR="00CD0AF0" w:rsidRPr="00A633A7" w:rsidRDefault="00CD0AF0" w:rsidP="009C2F89">
      <w:pPr>
        <w:ind w:left="1268"/>
      </w:pPr>
      <w:r w:rsidRPr="00A633A7">
        <w:t xml:space="preserve">     </w:t>
      </w:r>
      <w:r w:rsidR="009C2F89" w:rsidRPr="00A633A7">
        <w:t xml:space="preserve">with manufacturer’s instructions in Highland Tank’s Oil/Water Separator Users’ Manual </w:t>
      </w:r>
    </w:p>
    <w:p w14:paraId="2BB6D257" w14:textId="77777777" w:rsidR="00353D6E" w:rsidRPr="00A633A7" w:rsidRDefault="00CD0AF0" w:rsidP="009C2F89">
      <w:pPr>
        <w:ind w:left="1268"/>
      </w:pPr>
      <w:r w:rsidRPr="00A633A7">
        <w:t xml:space="preserve">     </w:t>
      </w:r>
      <w:r w:rsidR="009C2F89" w:rsidRPr="00A633A7">
        <w:t>or with PEI/RP</w:t>
      </w:r>
      <w:r w:rsidRPr="00A633A7">
        <w:t>2</w:t>
      </w:r>
      <w:r w:rsidR="009C2F89" w:rsidRPr="00A633A7">
        <w:t>00.</w:t>
      </w:r>
    </w:p>
    <w:p w14:paraId="1FB00F53" w14:textId="77777777" w:rsidR="0071360E" w:rsidRPr="00A633A7" w:rsidRDefault="00353D6E" w:rsidP="0071360E">
      <w:pPr>
        <w:ind w:left="1268"/>
      </w:pPr>
      <w:r w:rsidRPr="00A633A7">
        <w:t xml:space="preserve">b.  </w:t>
      </w:r>
      <w:r w:rsidR="00687610" w:rsidRPr="00A633A7">
        <w:t xml:space="preserve">Primary Tank </w:t>
      </w:r>
      <w:r w:rsidR="00CD0AF0" w:rsidRPr="00A633A7">
        <w:t>Test Pressure: 5 psi maximum.</w:t>
      </w:r>
      <w:r w:rsidR="0071360E" w:rsidRPr="00A633A7">
        <w:t xml:space="preserve"> After inner tank is pressurized, bleed air   </w:t>
      </w:r>
    </w:p>
    <w:p w14:paraId="4048B413" w14:textId="77777777" w:rsidR="0071360E" w:rsidRPr="00A633A7" w:rsidRDefault="0071360E" w:rsidP="0071360E">
      <w:pPr>
        <w:ind w:left="1268"/>
      </w:pPr>
      <w:r w:rsidRPr="00A633A7">
        <w:t xml:space="preserve">     into interstitial space. </w:t>
      </w:r>
      <w:r w:rsidR="008C5E5A" w:rsidRPr="00A633A7">
        <w:t>Never connect a high-pressure air supply line directly</w:t>
      </w:r>
      <w:r w:rsidRPr="00A633A7">
        <w:t xml:space="preserve"> </w:t>
      </w:r>
      <w:r w:rsidR="008C5E5A" w:rsidRPr="00A633A7">
        <w:t xml:space="preserve">to the </w:t>
      </w:r>
      <w:r w:rsidRPr="00A633A7">
        <w:t xml:space="preserve">   </w:t>
      </w:r>
    </w:p>
    <w:p w14:paraId="40311D56" w14:textId="77777777" w:rsidR="00CD0AF0" w:rsidRPr="00A633A7" w:rsidRDefault="0071360E" w:rsidP="0071360E">
      <w:pPr>
        <w:ind w:left="1268"/>
      </w:pPr>
      <w:r w:rsidRPr="00A633A7">
        <w:t xml:space="preserve">     </w:t>
      </w:r>
      <w:r w:rsidR="008C5E5A" w:rsidRPr="00A633A7">
        <w:t>interstitial monitoring port.</w:t>
      </w:r>
    </w:p>
    <w:p w14:paraId="373F3D51" w14:textId="77777777" w:rsidR="00CD0AF0" w:rsidRPr="00A633A7" w:rsidRDefault="00CD0AF0" w:rsidP="009C2F89">
      <w:pPr>
        <w:ind w:left="1268"/>
      </w:pPr>
      <w:r w:rsidRPr="00A633A7">
        <w:t>c.</w:t>
      </w:r>
      <w:proofErr w:type="gramStart"/>
      <w:r w:rsidRPr="00A633A7">
        <w:tab/>
        <w:t xml:space="preserve">  Bubble</w:t>
      </w:r>
      <w:proofErr w:type="gramEnd"/>
      <w:r w:rsidRPr="00A633A7">
        <w:t xml:space="preserve"> solution applied to </w:t>
      </w:r>
      <w:r w:rsidR="008C5E5A" w:rsidRPr="00A633A7">
        <w:t xml:space="preserve">exterior </w:t>
      </w:r>
      <w:r w:rsidRPr="00A633A7">
        <w:t>welded seams.</w:t>
      </w:r>
    </w:p>
    <w:p w14:paraId="1020146F" w14:textId="77777777" w:rsidR="00CD0AF0" w:rsidRPr="00A633A7" w:rsidRDefault="0095672D" w:rsidP="009C2F89">
      <w:pPr>
        <w:ind w:left="1268"/>
      </w:pPr>
      <w:r w:rsidRPr="00A633A7">
        <w:t>d</w:t>
      </w:r>
      <w:r w:rsidR="00CD0AF0" w:rsidRPr="00A633A7">
        <w:t xml:space="preserve">.  </w:t>
      </w:r>
      <w:r w:rsidR="009C2F89" w:rsidRPr="00A633A7">
        <w:t xml:space="preserve">Inspect for bubbles while continuing to monitor the gauges to detect any pressure </w:t>
      </w:r>
      <w:r w:rsidR="00CD0AF0" w:rsidRPr="00A633A7">
        <w:t xml:space="preserve">  </w:t>
      </w:r>
    </w:p>
    <w:p w14:paraId="39BCAF28" w14:textId="77777777" w:rsidR="001A5A2F" w:rsidRPr="00A633A7" w:rsidRDefault="00CD0AF0" w:rsidP="005B17DF">
      <w:pPr>
        <w:ind w:left="1268"/>
      </w:pPr>
      <w:r w:rsidRPr="00A633A7">
        <w:t xml:space="preserve">    </w:t>
      </w:r>
      <w:r w:rsidR="005B17DF" w:rsidRPr="00A633A7">
        <w:t xml:space="preserve"> </w:t>
      </w:r>
      <w:r w:rsidR="009C2F89" w:rsidRPr="00A633A7">
        <w:t>drop.</w:t>
      </w:r>
      <w:bookmarkStart w:id="3" w:name="_Hlk92800278"/>
    </w:p>
    <w:p w14:paraId="16985A4A" w14:textId="77777777" w:rsidR="0071360E" w:rsidRPr="00A633A7" w:rsidRDefault="00316253" w:rsidP="0071360E">
      <w:pPr>
        <w:ind w:left="1268"/>
      </w:pPr>
      <w:r w:rsidRPr="00A633A7">
        <w:t>e.  A double-wall</w:t>
      </w:r>
      <w:r w:rsidR="0071360E" w:rsidRPr="00A633A7">
        <w:t>ed</w:t>
      </w:r>
      <w:r w:rsidRPr="00A633A7">
        <w:t xml:space="preserve"> OWS </w:t>
      </w:r>
      <w:r w:rsidR="0071360E" w:rsidRPr="00A633A7">
        <w:t xml:space="preserve">is </w:t>
      </w:r>
      <w:r w:rsidRPr="00A633A7">
        <w:t xml:space="preserve">shipped with a vacuum on the interstice need not be </w:t>
      </w:r>
    </w:p>
    <w:p w14:paraId="6DCC8AAB" w14:textId="77777777" w:rsidR="0071360E" w:rsidRPr="00A633A7" w:rsidRDefault="0071360E" w:rsidP="0071360E">
      <w:pPr>
        <w:ind w:left="1440"/>
      </w:pPr>
      <w:r w:rsidRPr="00A633A7">
        <w:t xml:space="preserve">  </w:t>
      </w:r>
      <w:r w:rsidR="00316253" w:rsidRPr="00A633A7">
        <w:t>subjected to</w:t>
      </w:r>
      <w:r w:rsidRPr="00A633A7">
        <w:t xml:space="preserve"> </w:t>
      </w:r>
      <w:r w:rsidR="00316253" w:rsidRPr="00A633A7">
        <w:t xml:space="preserve">an air test, if approved by AHJ and provided the OWS arrives at the </w:t>
      </w:r>
      <w:r w:rsidRPr="00A633A7">
        <w:t xml:space="preserve">    </w:t>
      </w:r>
    </w:p>
    <w:p w14:paraId="5AF0AE64" w14:textId="77777777" w:rsidR="00316253" w:rsidRPr="00A633A7" w:rsidRDefault="0071360E" w:rsidP="0076597F">
      <w:pPr>
        <w:ind w:left="1440"/>
      </w:pPr>
      <w:r w:rsidRPr="00A633A7">
        <w:t xml:space="preserve">  </w:t>
      </w:r>
      <w:r w:rsidR="00316253" w:rsidRPr="00A633A7">
        <w:t>installation site with the vacuum level within designated limits.</w:t>
      </w:r>
    </w:p>
    <w:p w14:paraId="5E5F1E4C" w14:textId="77777777" w:rsidR="003B2866" w:rsidRPr="00A633A7" w:rsidRDefault="003B2866" w:rsidP="000B7A04">
      <w:pPr>
        <w:pStyle w:val="SpecHeading51"/>
        <w:numPr>
          <w:ilvl w:val="0"/>
          <w:numId w:val="15"/>
        </w:numPr>
      </w:pPr>
      <w:bookmarkStart w:id="4" w:name="_Hlk92803225"/>
      <w:bookmarkEnd w:id="3"/>
      <w:r w:rsidRPr="00A633A7">
        <w:t>Hydrostatic Test (if required):</w:t>
      </w:r>
    </w:p>
    <w:p w14:paraId="021A4000" w14:textId="77777777" w:rsidR="002B2D43" w:rsidRPr="00A633A7" w:rsidRDefault="00E73256" w:rsidP="000B7A04">
      <w:pPr>
        <w:pStyle w:val="SpecHeading51"/>
        <w:numPr>
          <w:ilvl w:val="0"/>
          <w:numId w:val="16"/>
        </w:numPr>
      </w:pPr>
      <w:bookmarkStart w:id="5" w:name="_Hlk92803408"/>
      <w:bookmarkEnd w:id="4"/>
      <w:r w:rsidRPr="00A633A7">
        <w:t xml:space="preserve">Perform hydrostatic </w:t>
      </w:r>
      <w:r w:rsidR="00227A58" w:rsidRPr="00A633A7">
        <w:t xml:space="preserve">test of </w:t>
      </w:r>
      <w:r w:rsidRPr="00A633A7">
        <w:t xml:space="preserve">aboveground </w:t>
      </w:r>
      <w:r w:rsidR="00227A58" w:rsidRPr="00A633A7">
        <w:t>oil/water separator(</w:t>
      </w:r>
      <w:r w:rsidR="002B2D43" w:rsidRPr="00A633A7">
        <w:t>s</w:t>
      </w:r>
      <w:r w:rsidR="00227A58" w:rsidRPr="00A633A7">
        <w:t>)</w:t>
      </w:r>
      <w:r w:rsidRPr="00A633A7">
        <w:t xml:space="preserve"> </w:t>
      </w:r>
      <w:r w:rsidR="002B2D43" w:rsidRPr="00A633A7">
        <w:t xml:space="preserve">in accordance with </w:t>
      </w:r>
      <w:bookmarkEnd w:id="5"/>
      <w:r w:rsidR="003B2866" w:rsidRPr="00A633A7">
        <w:t>man</w:t>
      </w:r>
      <w:r w:rsidR="002B2D43" w:rsidRPr="00A633A7">
        <w:t>ufacturer</w:t>
      </w:r>
      <w:r w:rsidR="00227A58" w:rsidRPr="00A633A7">
        <w:t>’s instructions in Highland Tank</w:t>
      </w:r>
      <w:r w:rsidR="007E791D" w:rsidRPr="00A633A7">
        <w:t>’s Oil/Water Separator User</w:t>
      </w:r>
      <w:r w:rsidR="00227A58" w:rsidRPr="00A633A7">
        <w:t>s</w:t>
      </w:r>
      <w:r w:rsidR="007E791D" w:rsidRPr="00A633A7">
        <w:t>’</w:t>
      </w:r>
      <w:r w:rsidR="00BB4E92" w:rsidRPr="00A633A7">
        <w:t xml:space="preserve"> Manual</w:t>
      </w:r>
      <w:r w:rsidR="002B2D43" w:rsidRPr="00A633A7">
        <w:t>.</w:t>
      </w:r>
    </w:p>
    <w:p w14:paraId="4415F32D" w14:textId="77777777" w:rsidR="003B2866" w:rsidRPr="00A633A7" w:rsidRDefault="00E73256" w:rsidP="000B7A04">
      <w:pPr>
        <w:pStyle w:val="SpecHeading51"/>
        <w:numPr>
          <w:ilvl w:val="0"/>
          <w:numId w:val="16"/>
        </w:numPr>
      </w:pPr>
      <w:r w:rsidRPr="00A633A7">
        <w:t>After the oil/water separator has been placed on the foundation and leveled, fill the separator with clean, fresh water until water is discharged from the outlet. Allow the oil/water separator to stabilize to a no-flow, static condition.</w:t>
      </w:r>
      <w:r w:rsidR="003B2866" w:rsidRPr="00A633A7">
        <w:t xml:space="preserve"> </w:t>
      </w:r>
    </w:p>
    <w:p w14:paraId="191EE184" w14:textId="77777777" w:rsidR="003B2866" w:rsidRPr="00A633A7" w:rsidRDefault="003B2866" w:rsidP="000B7A04">
      <w:pPr>
        <w:pStyle w:val="SpecHeading51"/>
        <w:numPr>
          <w:ilvl w:val="0"/>
          <w:numId w:val="16"/>
        </w:numPr>
      </w:pPr>
      <w:r w:rsidRPr="00A633A7">
        <w:t xml:space="preserve">   Accurately measure and record the static water level from the top of the separator to the water level.</w:t>
      </w:r>
    </w:p>
    <w:p w14:paraId="50BE391A" w14:textId="77777777" w:rsidR="002B2D43" w:rsidRPr="00A633A7" w:rsidRDefault="003B2866" w:rsidP="000B7A04">
      <w:pPr>
        <w:pStyle w:val="SpecHeading51"/>
        <w:numPr>
          <w:ilvl w:val="0"/>
          <w:numId w:val="16"/>
        </w:numPr>
      </w:pPr>
      <w:r w:rsidRPr="00A633A7">
        <w:t>After one hour, verify that the water level has not dropped. A water level change would indicate that there may be a leak. If a leak is detected, contact the manufacturer before proceeding</w:t>
      </w:r>
      <w:bookmarkStart w:id="6" w:name="_Hlk92803199"/>
      <w:r w:rsidR="00B07152">
        <w:t>.</w:t>
      </w:r>
    </w:p>
    <w:bookmarkEnd w:id="6"/>
    <w:p w14:paraId="2CA18478" w14:textId="77777777" w:rsidR="002B2D43" w:rsidRPr="00A633A7" w:rsidRDefault="002B2D43" w:rsidP="002B2D43"/>
    <w:p w14:paraId="4B63CA42" w14:textId="77777777" w:rsidR="002B2D43" w:rsidRPr="00A633A7" w:rsidRDefault="002D1099" w:rsidP="002B2D43">
      <w:pPr>
        <w:pStyle w:val="SpecHeading4A"/>
      </w:pPr>
      <w:r w:rsidRPr="00A633A7">
        <w:t>C</w:t>
      </w:r>
      <w:r w:rsidR="003571C0" w:rsidRPr="00A633A7">
        <w:t>.</w:t>
      </w:r>
      <w:r w:rsidR="003571C0" w:rsidRPr="00A633A7">
        <w:tab/>
        <w:t>Before placing oil/water s</w:t>
      </w:r>
      <w:r w:rsidR="00227A58" w:rsidRPr="00A633A7">
        <w:t>eparator(</w:t>
      </w:r>
      <w:r w:rsidR="002B2D43" w:rsidRPr="00A633A7">
        <w:t>s</w:t>
      </w:r>
      <w:r w:rsidR="00227A58" w:rsidRPr="00A633A7">
        <w:t>)</w:t>
      </w:r>
      <w:r w:rsidR="007A0B15" w:rsidRPr="00A633A7">
        <w:t xml:space="preserve"> on reinforced concrete slab:</w:t>
      </w:r>
    </w:p>
    <w:p w14:paraId="4E531793" w14:textId="77777777" w:rsidR="002B2D43" w:rsidRPr="00A633A7" w:rsidRDefault="002B2D43" w:rsidP="002B2D43">
      <w:pPr>
        <w:pStyle w:val="SpecHeading51"/>
      </w:pPr>
      <w:r w:rsidRPr="00A633A7">
        <w:t>1.</w:t>
      </w:r>
      <w:r w:rsidRPr="00A633A7">
        <w:tab/>
        <w:t>Remove dirt clods and s</w:t>
      </w:r>
      <w:r w:rsidR="00227A58" w:rsidRPr="00A633A7">
        <w:t>imilar foreign ma</w:t>
      </w:r>
      <w:r w:rsidR="000D69C8" w:rsidRPr="00A633A7">
        <w:t>tter from oil/water separator’s bottom</w:t>
      </w:r>
      <w:r w:rsidRPr="00A633A7">
        <w:t>.</w:t>
      </w:r>
    </w:p>
    <w:p w14:paraId="64BC34D2" w14:textId="77777777" w:rsidR="002B2D43" w:rsidRPr="00A633A7" w:rsidRDefault="00227A58" w:rsidP="002B2D43">
      <w:pPr>
        <w:pStyle w:val="SpecHeading51"/>
      </w:pPr>
      <w:r w:rsidRPr="00A633A7">
        <w:t>2.</w:t>
      </w:r>
      <w:r w:rsidRPr="00A633A7">
        <w:tab/>
        <w:t>Visually inspect oil/water separator(</w:t>
      </w:r>
      <w:r w:rsidR="002B2D43" w:rsidRPr="00A633A7">
        <w:t>s</w:t>
      </w:r>
      <w:r w:rsidRPr="00A633A7">
        <w:t>)</w:t>
      </w:r>
      <w:r w:rsidR="002B2D43" w:rsidRPr="00A633A7">
        <w:t xml:space="preserve"> for damage.</w:t>
      </w:r>
    </w:p>
    <w:p w14:paraId="23435500" w14:textId="77777777" w:rsidR="002B2D43" w:rsidRPr="00A633A7" w:rsidRDefault="00E6391E" w:rsidP="002B2D43">
      <w:pPr>
        <w:pStyle w:val="SpecHeading51"/>
      </w:pPr>
      <w:r w:rsidRPr="00A633A7">
        <w:t>3.</w:t>
      </w:r>
      <w:r w:rsidRPr="00A633A7">
        <w:tab/>
        <w:t xml:space="preserve">Notify site supervisor </w:t>
      </w:r>
      <w:r w:rsidR="00227A58" w:rsidRPr="00A633A7">
        <w:t>of damage to oil/water separator(s)</w:t>
      </w:r>
      <w:r w:rsidR="002B2D43" w:rsidRPr="00A633A7">
        <w:t>.</w:t>
      </w:r>
    </w:p>
    <w:p w14:paraId="6920AC60" w14:textId="77777777" w:rsidR="002B2D43" w:rsidRPr="00A633A7" w:rsidRDefault="007A0B15" w:rsidP="007A0B15">
      <w:pPr>
        <w:pStyle w:val="SpecHeading51"/>
      </w:pPr>
      <w:r w:rsidRPr="00A633A7">
        <w:t>4.</w:t>
      </w:r>
      <w:r w:rsidRPr="00A633A7">
        <w:tab/>
        <w:t>Repair</w:t>
      </w:r>
      <w:r w:rsidR="002B66E9" w:rsidRPr="00A633A7">
        <w:t xml:space="preserve"> </w:t>
      </w:r>
      <w:r w:rsidR="00227A58" w:rsidRPr="00A633A7">
        <w:t>damaged areas of oil/water separator</w:t>
      </w:r>
      <w:r w:rsidR="002B2D43" w:rsidRPr="00A633A7">
        <w:t xml:space="preserve"> coating 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2B2D43" w:rsidRPr="00A633A7">
        <w:t>.</w:t>
      </w:r>
    </w:p>
    <w:p w14:paraId="2581D4BD" w14:textId="77777777" w:rsidR="002B2D43" w:rsidRPr="00A633A7" w:rsidRDefault="002B2D43" w:rsidP="002B2D43"/>
    <w:p w14:paraId="00CB25CA" w14:textId="77777777" w:rsidR="002B2D43" w:rsidRPr="00A633A7" w:rsidRDefault="00B7012A" w:rsidP="002B2D43">
      <w:pPr>
        <w:pStyle w:val="SpecHeading311"/>
      </w:pPr>
      <w:r w:rsidRPr="00A633A7">
        <w:t>3.4</w:t>
      </w:r>
      <w:r w:rsidR="002B2D43" w:rsidRPr="00A633A7">
        <w:tab/>
        <w:t>INSTALLATION</w:t>
      </w:r>
    </w:p>
    <w:p w14:paraId="0C7562AB" w14:textId="77777777" w:rsidR="002B2D43" w:rsidRPr="00A633A7" w:rsidRDefault="002B2D43" w:rsidP="002B2D43"/>
    <w:p w14:paraId="0E56FB03" w14:textId="77777777" w:rsidR="002B2D43" w:rsidRPr="00A633A7" w:rsidRDefault="007A0B15" w:rsidP="002B2D43">
      <w:pPr>
        <w:pStyle w:val="SpecHeading4A"/>
      </w:pPr>
      <w:r w:rsidRPr="00A633A7">
        <w:t>A.</w:t>
      </w:r>
      <w:r w:rsidRPr="00A633A7">
        <w:tab/>
        <w:t>Install above</w:t>
      </w:r>
      <w:r w:rsidR="00217A0D" w:rsidRPr="00A633A7">
        <w:t xml:space="preserve">ground </w:t>
      </w:r>
      <w:r w:rsidR="00E6391E" w:rsidRPr="00A633A7">
        <w:t>Corella</w:t>
      </w:r>
      <w:r w:rsidR="00E6391E" w:rsidRPr="00A633A7">
        <w:rPr>
          <w:vertAlign w:val="superscript"/>
        </w:rPr>
        <w:t>®</w:t>
      </w:r>
      <w:r w:rsidR="00E6391E" w:rsidRPr="00A633A7">
        <w:t xml:space="preserve"> Coalescing Oil/Water Separator(s) </w:t>
      </w:r>
      <w:r w:rsidR="002B2D43" w:rsidRPr="00A633A7">
        <w:t>in accordance with manufacturer’s instructions</w:t>
      </w:r>
      <w:r w:rsidR="00227A58" w:rsidRPr="00A633A7">
        <w:t xml:space="preserve"> in Highland Tank</w:t>
      </w:r>
      <w:r w:rsidR="007E791D" w:rsidRPr="00A633A7">
        <w:t>’s</w:t>
      </w:r>
      <w:r w:rsidR="00227A58" w:rsidRPr="00A633A7">
        <w:t xml:space="preserve"> </w:t>
      </w:r>
      <w:r w:rsidR="007E791D" w:rsidRPr="00A633A7">
        <w:t>Oil/Water Separator User</w:t>
      </w:r>
      <w:r w:rsidR="00227A58" w:rsidRPr="00A633A7">
        <w:t>s</w:t>
      </w:r>
      <w:r w:rsidR="007E791D" w:rsidRPr="00A633A7">
        <w:t>’</w:t>
      </w:r>
      <w:r w:rsidR="00BB4E92" w:rsidRPr="00A633A7">
        <w:t xml:space="preserve"> Manual</w:t>
      </w:r>
      <w:r w:rsidR="00E326C8" w:rsidRPr="00A633A7">
        <w:t>, NFPA 30, and PEI/RP</w:t>
      </w:r>
      <w:r w:rsidRPr="00A633A7">
        <w:t>2</w:t>
      </w:r>
      <w:r w:rsidR="002B2D43" w:rsidRPr="00A633A7">
        <w:t>00.</w:t>
      </w:r>
    </w:p>
    <w:p w14:paraId="39E86C9B" w14:textId="77777777" w:rsidR="002B2D43" w:rsidRPr="00A633A7" w:rsidRDefault="002B2D43" w:rsidP="002B2D43"/>
    <w:p w14:paraId="249B5595" w14:textId="77777777" w:rsidR="002B2D43" w:rsidRPr="00A633A7" w:rsidRDefault="002B2D43" w:rsidP="002B2D43">
      <w:pPr>
        <w:pStyle w:val="SpecHeading4A"/>
      </w:pPr>
      <w:r w:rsidRPr="00A633A7">
        <w:t>B.</w:t>
      </w:r>
      <w:r w:rsidRPr="00A633A7">
        <w:tab/>
        <w:t>Install</w:t>
      </w:r>
      <w:r w:rsidR="007A0B15" w:rsidRPr="00A633A7">
        <w:t xml:space="preserve"> above</w:t>
      </w:r>
      <w:r w:rsidR="00E326C8" w:rsidRPr="00A633A7">
        <w:t xml:space="preserve">ground </w:t>
      </w:r>
      <w:r w:rsidR="00227A58" w:rsidRPr="00A633A7">
        <w:t>oil/water separator(s)</w:t>
      </w:r>
      <w:r w:rsidR="007A0B15" w:rsidRPr="00A633A7">
        <w:t xml:space="preserve"> at locations </w:t>
      </w:r>
      <w:r w:rsidRPr="00A633A7">
        <w:t>indicated on the Drawings.</w:t>
      </w:r>
    </w:p>
    <w:p w14:paraId="762EFA0F" w14:textId="77777777" w:rsidR="002B2D43" w:rsidRPr="00A633A7" w:rsidRDefault="002B2D43" w:rsidP="002B2D43"/>
    <w:p w14:paraId="033C15DA" w14:textId="77777777" w:rsidR="007A0B15" w:rsidRPr="00A633A7" w:rsidRDefault="00227A58" w:rsidP="00805CA6">
      <w:pPr>
        <w:pStyle w:val="SpecHeading4A"/>
      </w:pPr>
      <w:r w:rsidRPr="00A633A7">
        <w:t>C.</w:t>
      </w:r>
      <w:r w:rsidRPr="00A633A7">
        <w:tab/>
      </w:r>
      <w:r w:rsidR="002D1099" w:rsidRPr="00A633A7">
        <w:t>Oil/Water Separator(s) shall be installed</w:t>
      </w:r>
      <w:r w:rsidR="000D69C8" w:rsidRPr="00A633A7">
        <w:t xml:space="preserve"> on a reinforced concrete base </w:t>
      </w:r>
      <w:r w:rsidR="002D1099" w:rsidRPr="00A633A7">
        <w:t xml:space="preserve">constructed by owner. </w:t>
      </w:r>
    </w:p>
    <w:p w14:paraId="331EFE2C" w14:textId="77777777" w:rsidR="007A0B15" w:rsidRPr="00A633A7" w:rsidRDefault="007A0B15" w:rsidP="007A0B15"/>
    <w:p w14:paraId="4709BDBF" w14:textId="77777777" w:rsidR="002B2D43" w:rsidRPr="00A633A7" w:rsidRDefault="00DD0758" w:rsidP="002B2D43">
      <w:pPr>
        <w:pStyle w:val="SpecHeading4A"/>
      </w:pPr>
      <w:r w:rsidRPr="00A633A7">
        <w:t>D</w:t>
      </w:r>
      <w:r w:rsidR="00805CA6" w:rsidRPr="00A633A7">
        <w:t>.</w:t>
      </w:r>
      <w:r w:rsidR="00805CA6" w:rsidRPr="00A633A7">
        <w:tab/>
      </w:r>
      <w:r w:rsidR="00227A58" w:rsidRPr="00A633A7">
        <w:t>Oil/Water Separator(s) Placed on</w:t>
      </w:r>
      <w:r w:rsidR="002B2D43" w:rsidRPr="00A633A7">
        <w:t xml:space="preserve"> Conc</w:t>
      </w:r>
      <w:r w:rsidR="007A0B15" w:rsidRPr="00A633A7">
        <w:t>rete Pad</w:t>
      </w:r>
      <w:r w:rsidR="00B91256" w:rsidRPr="00A633A7">
        <w:t>.</w:t>
      </w:r>
    </w:p>
    <w:p w14:paraId="5BC1181C" w14:textId="77777777" w:rsidR="002B2D43" w:rsidRPr="00A633A7" w:rsidRDefault="002B2D43" w:rsidP="002B2D43"/>
    <w:p w14:paraId="19C6CE34" w14:textId="77777777" w:rsidR="002B2D43" w:rsidRPr="00A633A7" w:rsidRDefault="002B2D43" w:rsidP="002B2D43">
      <w:pPr>
        <w:pStyle w:val="SpecSpecifierNotes0"/>
      </w:pPr>
      <w:r w:rsidRPr="00A633A7">
        <w:t>Specifier Notes:  Specify the section number for cast-in-place concrete.</w:t>
      </w:r>
    </w:p>
    <w:p w14:paraId="7AE1672C" w14:textId="77777777" w:rsidR="002B2D43" w:rsidRPr="00A633A7" w:rsidRDefault="002B2D43" w:rsidP="002B2D43"/>
    <w:p w14:paraId="343FEB5C" w14:textId="77777777" w:rsidR="00DD0758" w:rsidRPr="00A633A7" w:rsidRDefault="002B2D43" w:rsidP="00DD0758">
      <w:pPr>
        <w:pStyle w:val="SpecHeading51"/>
      </w:pPr>
      <w:r w:rsidRPr="00A633A7">
        <w:t>1.</w:t>
      </w:r>
      <w:r w:rsidRPr="00A633A7">
        <w:tab/>
        <w:t>Concrete for Pa</w:t>
      </w:r>
      <w:r w:rsidR="007D406D" w:rsidRPr="00A633A7">
        <w:t>d:  Specified in Section 03 30 00</w:t>
      </w:r>
      <w:r w:rsidRPr="00A633A7">
        <w:t>.</w:t>
      </w:r>
    </w:p>
    <w:p w14:paraId="13350350" w14:textId="77777777" w:rsidR="00DD0758" w:rsidRPr="00A633A7" w:rsidRDefault="00DD0758" w:rsidP="00DD0758">
      <w:pPr>
        <w:pStyle w:val="SpecHeading51"/>
        <w:ind w:left="734"/>
      </w:pPr>
    </w:p>
    <w:p w14:paraId="73CCD433" w14:textId="77777777" w:rsidR="002B2D43" w:rsidRPr="00A633A7" w:rsidRDefault="00DD0758" w:rsidP="00DD0758">
      <w:pPr>
        <w:pStyle w:val="SpecHeading51"/>
        <w:ind w:left="734"/>
      </w:pPr>
      <w:r w:rsidRPr="00A633A7">
        <w:t>E.</w:t>
      </w:r>
      <w:r w:rsidRPr="00A633A7">
        <w:tab/>
        <w:t xml:space="preserve">Ensure oil/water separator(s) foundation is free from materials that may cause </w:t>
      </w:r>
      <w:r w:rsidR="003571C0" w:rsidRPr="00A633A7">
        <w:t>damage to oil/water separator</w:t>
      </w:r>
      <w:r w:rsidRPr="00A633A7">
        <w:t xml:space="preserve"> or separator’s coating.</w:t>
      </w:r>
    </w:p>
    <w:p w14:paraId="13F594F4" w14:textId="77777777" w:rsidR="00DD0758" w:rsidRPr="00A633A7" w:rsidRDefault="00DD0758" w:rsidP="00DD0758"/>
    <w:p w14:paraId="4F6001D2" w14:textId="77777777" w:rsidR="002B2D43" w:rsidRPr="00A633A7" w:rsidRDefault="00DD0758" w:rsidP="002B2D43">
      <w:pPr>
        <w:pStyle w:val="SpecHeading4A"/>
      </w:pPr>
      <w:r w:rsidRPr="00A633A7">
        <w:lastRenderedPageBreak/>
        <w:t>F</w:t>
      </w:r>
      <w:r w:rsidR="002B2D43" w:rsidRPr="00A633A7">
        <w:t>.</w:t>
      </w:r>
      <w:r w:rsidR="002B2D43" w:rsidRPr="00A633A7">
        <w:tab/>
      </w:r>
      <w:r w:rsidR="00227A58" w:rsidRPr="00A633A7">
        <w:t xml:space="preserve">Oil/Water Separator(s) </w:t>
      </w:r>
      <w:r w:rsidR="002B2D43" w:rsidRPr="00A633A7">
        <w:t>Handling:</w:t>
      </w:r>
    </w:p>
    <w:p w14:paraId="3132C36F" w14:textId="77777777" w:rsidR="002B2D43" w:rsidRPr="00A633A7" w:rsidRDefault="002B2D43" w:rsidP="002B2D43">
      <w:pPr>
        <w:pStyle w:val="SpecHeading51"/>
      </w:pPr>
      <w:r w:rsidRPr="00A633A7">
        <w:t>1.</w:t>
      </w:r>
      <w:r w:rsidRPr="00A633A7">
        <w:tab/>
        <w:t xml:space="preserve">Ensure equipment to handle </w:t>
      </w:r>
      <w:r w:rsidR="0076239C" w:rsidRPr="00A633A7">
        <w:t>oil/water separator(s)</w:t>
      </w:r>
      <w:r w:rsidRPr="00A633A7">
        <w:t xml:space="preserve"> is of adequate size to lift and lower </w:t>
      </w:r>
      <w:r w:rsidR="0076239C" w:rsidRPr="00A633A7">
        <w:t>oil/water separator(s)</w:t>
      </w:r>
      <w:r w:rsidRPr="00A633A7">
        <w:t xml:space="preserve"> without dragging, dropping, or damaging </w:t>
      </w:r>
      <w:r w:rsidR="0076239C" w:rsidRPr="00A633A7">
        <w:t>oil/water separator or separator</w:t>
      </w:r>
      <w:r w:rsidR="003571C0" w:rsidRPr="00A633A7">
        <w:t>’s</w:t>
      </w:r>
      <w:r w:rsidRPr="00A633A7">
        <w:t xml:space="preserve"> coating.</w:t>
      </w:r>
    </w:p>
    <w:p w14:paraId="0380539E" w14:textId="77777777" w:rsidR="002B2D43" w:rsidRPr="00A633A7" w:rsidRDefault="002B2D43" w:rsidP="002B2D43">
      <w:pPr>
        <w:pStyle w:val="SpecHeading51"/>
      </w:pPr>
      <w:r w:rsidRPr="00A633A7">
        <w:t>2.</w:t>
      </w:r>
      <w:r w:rsidRPr="00A633A7">
        <w:tab/>
        <w:t xml:space="preserve">Carefully lift and lower </w:t>
      </w:r>
      <w:r w:rsidR="0076239C" w:rsidRPr="00A633A7">
        <w:t>oil/water separator(s)</w:t>
      </w:r>
      <w:r w:rsidRPr="00A633A7">
        <w:t xml:space="preserve"> with cables or chains of adequate length attached to lifting lugs provided.</w:t>
      </w:r>
    </w:p>
    <w:p w14:paraId="6D148327" w14:textId="77777777" w:rsidR="002B2D43" w:rsidRPr="00A633A7" w:rsidRDefault="002B2D43" w:rsidP="002B2D43">
      <w:pPr>
        <w:pStyle w:val="SpecHeading51"/>
      </w:pPr>
      <w:r w:rsidRPr="00A633A7">
        <w:t>3.</w:t>
      </w:r>
      <w:r w:rsidRPr="00A633A7">
        <w:tab/>
        <w:t>Use spreader bar where necessary.</w:t>
      </w:r>
    </w:p>
    <w:p w14:paraId="46F85632" w14:textId="77777777" w:rsidR="00F71438" w:rsidRPr="00A633A7" w:rsidRDefault="002B2D43" w:rsidP="002B2D43">
      <w:pPr>
        <w:pStyle w:val="SpecHeading51"/>
      </w:pPr>
      <w:r w:rsidRPr="00A633A7">
        <w:t>4.</w:t>
      </w:r>
      <w:r w:rsidRPr="00A633A7">
        <w:tab/>
        <w:t xml:space="preserve">Do not use chains or slings around </w:t>
      </w:r>
      <w:r w:rsidR="0076239C" w:rsidRPr="00A633A7">
        <w:t>oil/water separator</w:t>
      </w:r>
      <w:r w:rsidRPr="00A633A7">
        <w:t xml:space="preserve"> shell</w:t>
      </w:r>
      <w:r w:rsidR="00F71438" w:rsidRPr="00A633A7">
        <w:t>.</w:t>
      </w:r>
    </w:p>
    <w:p w14:paraId="400F8CB6" w14:textId="77777777" w:rsidR="002B2D43" w:rsidRPr="00A633A7" w:rsidRDefault="00F71438" w:rsidP="002B66E9">
      <w:pPr>
        <w:pStyle w:val="SpecHeading51"/>
      </w:pPr>
      <w:r w:rsidRPr="00A633A7">
        <w:t>5</w:t>
      </w:r>
      <w:r w:rsidR="002B2D43" w:rsidRPr="00A633A7">
        <w:t>.</w:t>
      </w:r>
      <w:r w:rsidRPr="00A633A7">
        <w:tab/>
      </w:r>
      <w:r w:rsidR="007E791D" w:rsidRPr="00A633A7">
        <w:t>Maneuver oil/water separator</w:t>
      </w:r>
      <w:r w:rsidRPr="00A633A7">
        <w:t xml:space="preserve"> with guidelines attached to each end of the</w:t>
      </w:r>
      <w:r w:rsidR="007E791D" w:rsidRPr="00A633A7">
        <w:t xml:space="preserve"> separator</w:t>
      </w:r>
      <w:r w:rsidRPr="00A633A7">
        <w:t>.</w:t>
      </w:r>
    </w:p>
    <w:p w14:paraId="2F960613" w14:textId="77777777" w:rsidR="002B2D43" w:rsidRPr="00A633A7" w:rsidRDefault="002B2D43" w:rsidP="002B2D43"/>
    <w:p w14:paraId="2973C638" w14:textId="77777777" w:rsidR="002B2D43" w:rsidRPr="00A633A7" w:rsidRDefault="00DD0758" w:rsidP="002B2D43">
      <w:pPr>
        <w:pStyle w:val="SpecHeading4A"/>
      </w:pPr>
      <w:r w:rsidRPr="00A633A7">
        <w:t>G</w:t>
      </w:r>
      <w:r w:rsidR="002B2D43" w:rsidRPr="00A633A7">
        <w:t>.</w:t>
      </w:r>
      <w:r w:rsidR="002B2D43" w:rsidRPr="00A633A7">
        <w:tab/>
        <w:t>Plugs:</w:t>
      </w:r>
    </w:p>
    <w:p w14:paraId="5988187A" w14:textId="248E80C4" w:rsidR="002B2D43" w:rsidRPr="00A633A7" w:rsidRDefault="002B2D43" w:rsidP="002B2D43">
      <w:pPr>
        <w:pStyle w:val="SpecHeading51"/>
      </w:pPr>
      <w:r w:rsidRPr="00A633A7">
        <w:t>1.</w:t>
      </w:r>
      <w:r w:rsidRPr="00A633A7">
        <w:tab/>
      </w:r>
      <w:r w:rsidR="00B07EFD" w:rsidRPr="00B07EFD">
        <w:t>Remove plugs and any temporary plastic thread or flange protectors at ALL unused oil/water separator(s) openings, add pipe compound, and reinstall plugs in ALL unused openings.</w:t>
      </w:r>
    </w:p>
    <w:p w14:paraId="551FDAC2" w14:textId="77777777" w:rsidR="002B66E9" w:rsidRPr="00A633A7" w:rsidRDefault="002B2D43" w:rsidP="002B66E9">
      <w:pPr>
        <w:pStyle w:val="SpecHeading51"/>
      </w:pPr>
      <w:r w:rsidRPr="00A633A7">
        <w:t>2.</w:t>
      </w:r>
      <w:r w:rsidRPr="00A633A7">
        <w:tab/>
        <w:t xml:space="preserve">Do not cross-thread or damage </w:t>
      </w:r>
      <w:r w:rsidR="0076239C" w:rsidRPr="00A633A7">
        <w:t>oil/water separator(s)</w:t>
      </w:r>
      <w:r w:rsidRPr="00A633A7">
        <w:t xml:space="preserve"> fittings when replacing plugs or installing </w:t>
      </w:r>
      <w:r w:rsidR="0076239C" w:rsidRPr="00A633A7">
        <w:t>separator</w:t>
      </w:r>
      <w:r w:rsidRPr="00A633A7">
        <w:t xml:space="preserve"> piping.</w:t>
      </w:r>
    </w:p>
    <w:p w14:paraId="42182788" w14:textId="77777777" w:rsidR="002B66E9" w:rsidRPr="00A633A7" w:rsidRDefault="002B66E9" w:rsidP="002B66E9"/>
    <w:p w14:paraId="33B16B31" w14:textId="77777777" w:rsidR="002F1B2A" w:rsidRPr="00A633A7" w:rsidRDefault="00DD0758" w:rsidP="002F1B2A">
      <w:pPr>
        <w:pStyle w:val="SpecHeading4A"/>
      </w:pPr>
      <w:r w:rsidRPr="00A633A7">
        <w:t>H</w:t>
      </w:r>
      <w:r w:rsidR="002B66E9" w:rsidRPr="00A633A7">
        <w:t>.</w:t>
      </w:r>
      <w:r w:rsidR="002B66E9" w:rsidRPr="00A633A7">
        <w:tab/>
      </w:r>
      <w:r w:rsidR="002F1B2A" w:rsidRPr="00A633A7">
        <w:t>Piping:</w:t>
      </w:r>
    </w:p>
    <w:p w14:paraId="386A0806" w14:textId="77777777" w:rsidR="002F1B2A" w:rsidRPr="00A633A7" w:rsidRDefault="002F1B2A" w:rsidP="002F1B2A">
      <w:pPr>
        <w:pStyle w:val="SpecHeading4A"/>
        <w:tabs>
          <w:tab w:val="clear" w:pos="720"/>
          <w:tab w:val="left" w:pos="1260"/>
        </w:tabs>
        <w:ind w:left="1260" w:hanging="540"/>
      </w:pPr>
      <w:r w:rsidRPr="00A633A7">
        <w:t>1.</w:t>
      </w:r>
      <w:r w:rsidRPr="00A633A7">
        <w:tab/>
        <w:t>Piping shall be installed in accordance with Section 22 14 13 - Facility Storm Drainage Piping.</w:t>
      </w:r>
    </w:p>
    <w:p w14:paraId="56C2A41F" w14:textId="77777777" w:rsidR="002F1B2A" w:rsidRPr="00A633A7" w:rsidRDefault="002F1B2A" w:rsidP="002F1B2A">
      <w:pPr>
        <w:pStyle w:val="SpecHeading4A"/>
        <w:tabs>
          <w:tab w:val="clear" w:pos="720"/>
          <w:tab w:val="left" w:pos="1260"/>
        </w:tabs>
        <w:ind w:left="1260" w:hanging="540"/>
      </w:pPr>
      <w:r w:rsidRPr="00A633A7">
        <w:t>2.</w:t>
      </w:r>
      <w:r w:rsidRPr="00A633A7">
        <w:tab/>
        <w:t xml:space="preserve">All piping shall be externally supported so that the weight of the piping is not transferred to the </w:t>
      </w:r>
      <w:r w:rsidR="00E81A75" w:rsidRPr="00A633A7">
        <w:t>OWS</w:t>
      </w:r>
      <w:r w:rsidRPr="00A633A7">
        <w:t xml:space="preserve"> or connection.</w:t>
      </w:r>
    </w:p>
    <w:p w14:paraId="041F2038" w14:textId="77777777" w:rsidR="002F1B2A" w:rsidRPr="00A633A7" w:rsidRDefault="002F1B2A" w:rsidP="002B66E9">
      <w:pPr>
        <w:pStyle w:val="SpecHeading4A"/>
      </w:pPr>
    </w:p>
    <w:p w14:paraId="3923A77C" w14:textId="77777777" w:rsidR="002B2D43" w:rsidRPr="00A633A7" w:rsidRDefault="002F1B2A" w:rsidP="002B66E9">
      <w:pPr>
        <w:pStyle w:val="SpecHeading4A"/>
      </w:pPr>
      <w:r w:rsidRPr="00A633A7">
        <w:t>I.</w:t>
      </w:r>
      <w:r w:rsidRPr="00A633A7">
        <w:tab/>
      </w:r>
      <w:r w:rsidR="002B2D43" w:rsidRPr="00A633A7">
        <w:t xml:space="preserve">Final Inspection:  Visually inspect </w:t>
      </w:r>
      <w:r w:rsidR="0076239C" w:rsidRPr="00A633A7">
        <w:t>oil/water separator(s), separator</w:t>
      </w:r>
      <w:r w:rsidR="003571C0" w:rsidRPr="00A633A7">
        <w:t>’s</w:t>
      </w:r>
      <w:r w:rsidR="002B2D43" w:rsidRPr="00A633A7">
        <w:t xml:space="preserve"> coating, and pipe connections.</w:t>
      </w:r>
    </w:p>
    <w:p w14:paraId="27DD2128" w14:textId="77777777" w:rsidR="002B2D43" w:rsidRPr="00A633A7" w:rsidRDefault="002B2D43" w:rsidP="002B2D43"/>
    <w:p w14:paraId="694DBE97" w14:textId="77777777" w:rsidR="00C30CB3" w:rsidRPr="00A633A7" w:rsidRDefault="00B7012A" w:rsidP="002B2D43">
      <w:pPr>
        <w:rPr>
          <w:b/>
        </w:rPr>
      </w:pPr>
      <w:r w:rsidRPr="00A633A7">
        <w:rPr>
          <w:b/>
        </w:rPr>
        <w:t>3.5</w:t>
      </w:r>
      <w:r w:rsidR="00C30CB3" w:rsidRPr="00A633A7">
        <w:rPr>
          <w:b/>
        </w:rPr>
        <w:tab/>
        <w:t>ELECTRICAL</w:t>
      </w:r>
    </w:p>
    <w:p w14:paraId="6695967F" w14:textId="77777777" w:rsidR="00C30CB3" w:rsidRPr="00A633A7" w:rsidRDefault="00C30CB3" w:rsidP="002B2D43"/>
    <w:p w14:paraId="13BB78B5" w14:textId="77777777" w:rsidR="00C30CB3" w:rsidRPr="00A633A7" w:rsidRDefault="00C30CB3" w:rsidP="00C30CB3">
      <w:pPr>
        <w:ind w:left="720" w:hanging="540"/>
      </w:pPr>
      <w:r w:rsidRPr="00A633A7">
        <w:t xml:space="preserve">A.     </w:t>
      </w:r>
      <w:r w:rsidRPr="00A633A7">
        <w:tab/>
        <w:t xml:space="preserve">Installation of all electrical components including (Electric level </w:t>
      </w:r>
      <w:r w:rsidR="00A1110A" w:rsidRPr="00A633A7">
        <w:t xml:space="preserve">and interstitial </w:t>
      </w:r>
      <w:r w:rsidRPr="00A633A7">
        <w:t xml:space="preserve">sensors, alarm/control panels, electronic actuated </w:t>
      </w:r>
      <w:r w:rsidR="007D406D" w:rsidRPr="00A633A7">
        <w:t xml:space="preserve">inlet/outlet shut off </w:t>
      </w:r>
      <w:r w:rsidRPr="00A633A7">
        <w:t xml:space="preserve">valves, pumps, </w:t>
      </w:r>
      <w:r w:rsidR="00544E2A" w:rsidRPr="00A633A7">
        <w:t>etc.</w:t>
      </w:r>
      <w:r w:rsidRPr="00A633A7">
        <w:t>):</w:t>
      </w:r>
    </w:p>
    <w:p w14:paraId="1A1260D1" w14:textId="77777777" w:rsidR="00C30CB3" w:rsidRPr="00A633A7" w:rsidRDefault="00C30CB3" w:rsidP="00C30CB3">
      <w:pPr>
        <w:ind w:left="1260" w:hanging="540"/>
      </w:pPr>
      <w:r w:rsidRPr="00A633A7">
        <w:t xml:space="preserve">1.     </w:t>
      </w:r>
      <w:r w:rsidRPr="00A633A7">
        <w:tab/>
        <w:t>Installation shall be in accordance with manufacturers' installation instructions and shall conform to state and local electrical codes with special attention to compliance with requirements for work in classified areas.</w:t>
      </w:r>
    </w:p>
    <w:p w14:paraId="4E18FA15" w14:textId="77777777" w:rsidR="00C30CB3" w:rsidRPr="00A633A7" w:rsidRDefault="00C30CB3" w:rsidP="00C30CB3">
      <w:pPr>
        <w:ind w:left="1260" w:hanging="540"/>
      </w:pPr>
      <w:r w:rsidRPr="00A633A7">
        <w:t xml:space="preserve">2.  </w:t>
      </w:r>
      <w:r w:rsidRPr="00A633A7">
        <w:tab/>
        <w:t>Provide explosion-proof electrical junction boxes, conduit and seal offs as specified in Article 500 514 of the National Electrical Code.</w:t>
      </w:r>
    </w:p>
    <w:p w14:paraId="2F3ECE66" w14:textId="77777777" w:rsidR="00C30CB3" w:rsidRPr="00A633A7" w:rsidRDefault="00C30CB3" w:rsidP="00C30CB3">
      <w:pPr>
        <w:ind w:left="1260" w:hanging="540"/>
      </w:pPr>
      <w:r w:rsidRPr="00A633A7">
        <w:t xml:space="preserve">3.    </w:t>
      </w:r>
      <w:r w:rsidRPr="00A633A7">
        <w:tab/>
        <w:t>Contractor shall provide wiring and seal-offs for all conduits.</w:t>
      </w:r>
    </w:p>
    <w:p w14:paraId="1780DF92" w14:textId="77777777" w:rsidR="00C30CB3" w:rsidRPr="00A633A7" w:rsidRDefault="00C30CB3" w:rsidP="002B2D43"/>
    <w:p w14:paraId="460DA693" w14:textId="77777777" w:rsidR="002B2D43" w:rsidRPr="00A633A7" w:rsidRDefault="00B7012A" w:rsidP="002B2D43">
      <w:pPr>
        <w:pStyle w:val="SpecHeading311"/>
      </w:pPr>
      <w:r w:rsidRPr="00A633A7">
        <w:t>3.6</w:t>
      </w:r>
      <w:r w:rsidR="002B2D43" w:rsidRPr="00A633A7">
        <w:tab/>
        <w:t>PROTECTION</w:t>
      </w:r>
    </w:p>
    <w:p w14:paraId="14BC3AA2" w14:textId="77777777" w:rsidR="002B2D43" w:rsidRPr="00A633A7" w:rsidRDefault="002B2D43" w:rsidP="002B2D43"/>
    <w:p w14:paraId="14221B8A" w14:textId="77777777" w:rsidR="002B2D43" w:rsidRPr="00A633A7" w:rsidRDefault="000D69C8" w:rsidP="002B2D43">
      <w:pPr>
        <w:pStyle w:val="SpecHeading4A"/>
      </w:pPr>
      <w:r w:rsidRPr="00A633A7">
        <w:t>A.</w:t>
      </w:r>
      <w:r w:rsidRPr="00A633A7">
        <w:tab/>
        <w:t>Protect installed above</w:t>
      </w:r>
      <w:r w:rsidR="002B2D43" w:rsidRPr="00A633A7">
        <w:t xml:space="preserve">ground </w:t>
      </w:r>
      <w:r w:rsidR="0076239C" w:rsidRPr="00A633A7">
        <w:t>oil/water separator(s)</w:t>
      </w:r>
      <w:r w:rsidR="002B2D43" w:rsidRPr="00A633A7">
        <w:t xml:space="preserve"> from damage during construction.</w:t>
      </w:r>
    </w:p>
    <w:p w14:paraId="7B8749EE" w14:textId="77777777" w:rsidR="002B2D43" w:rsidRPr="00A633A7" w:rsidRDefault="002B2D43" w:rsidP="002B2D43"/>
    <w:p w14:paraId="102C36A3" w14:textId="77777777" w:rsidR="001E1693" w:rsidRPr="00A633A7" w:rsidRDefault="00B7012A" w:rsidP="001E1693">
      <w:pPr>
        <w:rPr>
          <w:b/>
        </w:rPr>
      </w:pPr>
      <w:r w:rsidRPr="00A633A7">
        <w:rPr>
          <w:b/>
        </w:rPr>
        <w:t>3.7</w:t>
      </w:r>
      <w:r w:rsidR="001E1693" w:rsidRPr="00A633A7">
        <w:rPr>
          <w:b/>
        </w:rPr>
        <w:tab/>
        <w:t>START-UP, OPERATION AND MAINTENANCE</w:t>
      </w:r>
    </w:p>
    <w:p w14:paraId="0B38B268" w14:textId="77777777" w:rsidR="001E1693" w:rsidRPr="00A633A7" w:rsidRDefault="001E1693" w:rsidP="001E1693"/>
    <w:p w14:paraId="1920F32F" w14:textId="77777777" w:rsidR="001E1693" w:rsidRPr="00A633A7" w:rsidRDefault="001E1693" w:rsidP="007D406D">
      <w:pPr>
        <w:ind w:firstLine="180"/>
      </w:pPr>
      <w:r w:rsidRPr="00A633A7">
        <w:t>A.</w:t>
      </w:r>
      <w:r w:rsidRPr="00A633A7">
        <w:tab/>
        <w:t>Corella</w:t>
      </w:r>
      <w:r w:rsidRPr="00A633A7">
        <w:rPr>
          <w:vertAlign w:val="superscript"/>
        </w:rPr>
        <w:t>®</w:t>
      </w:r>
      <w:r w:rsidRPr="00A633A7">
        <w:t xml:space="preserve"> Coalescing Oil/Water Separator(s) shall be started, </w:t>
      </w:r>
      <w:r w:rsidR="0095672D" w:rsidRPr="00A633A7">
        <w:t>operated,</w:t>
      </w:r>
      <w:r w:rsidR="00B15D2B" w:rsidRPr="00A633A7">
        <w:t xml:space="preserve"> and maintained </w:t>
      </w:r>
      <w:r w:rsidR="007D406D" w:rsidRPr="00A633A7">
        <w:tab/>
      </w:r>
      <w:r w:rsidRPr="00A633A7">
        <w:t>according to the Highland Tank</w:t>
      </w:r>
      <w:r w:rsidR="007E791D" w:rsidRPr="00A633A7">
        <w:t>’s</w:t>
      </w:r>
      <w:r w:rsidRPr="00A633A7">
        <w:t xml:space="preserve"> </w:t>
      </w:r>
      <w:r w:rsidR="007E791D" w:rsidRPr="00A633A7">
        <w:t>Oil/Water Separator User</w:t>
      </w:r>
      <w:r w:rsidRPr="00A633A7">
        <w:t>s</w:t>
      </w:r>
      <w:r w:rsidR="007E791D" w:rsidRPr="00A633A7">
        <w:t>’</w:t>
      </w:r>
      <w:r w:rsidR="00BB4E92" w:rsidRPr="00A633A7">
        <w:t xml:space="preserve"> Manual</w:t>
      </w:r>
      <w:r w:rsidRPr="00A633A7">
        <w:t xml:space="preserve"> in effect at time of </w:t>
      </w:r>
      <w:r w:rsidR="007E791D" w:rsidRPr="00A633A7">
        <w:tab/>
      </w:r>
      <w:r w:rsidRPr="00A633A7">
        <w:t>installation.</w:t>
      </w:r>
    </w:p>
    <w:p w14:paraId="201E1CC8" w14:textId="77777777" w:rsidR="001E1693" w:rsidRPr="00A633A7" w:rsidRDefault="001E1693" w:rsidP="002B2D43">
      <w:pPr>
        <w:pStyle w:val="SpecHeading1"/>
      </w:pPr>
    </w:p>
    <w:p w14:paraId="3E42DBCE" w14:textId="77777777" w:rsidR="007F7E3F" w:rsidRPr="00AA69C7" w:rsidRDefault="002B2D43" w:rsidP="00AA69C7">
      <w:pPr>
        <w:pStyle w:val="SpecHeading1"/>
      </w:pPr>
      <w:r w:rsidRPr="00A633A7">
        <w:t>END OF SECTION</w:t>
      </w:r>
    </w:p>
    <w:sectPr w:rsidR="007F7E3F" w:rsidRPr="00AA69C7">
      <w:footerReference w:type="default" r:id="rId13"/>
      <w:type w:val="continuous"/>
      <w:pgSz w:w="12240" w:h="15840" w:code="1"/>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FF76F" w14:textId="77777777" w:rsidR="00ED638E" w:rsidRDefault="00ED638E">
      <w:r>
        <w:separator/>
      </w:r>
    </w:p>
  </w:endnote>
  <w:endnote w:type="continuationSeparator" w:id="0">
    <w:p w14:paraId="104547B2" w14:textId="77777777" w:rsidR="00ED638E" w:rsidRDefault="00ED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B0FE4" w14:textId="77777777" w:rsidR="00C82DA6" w:rsidRDefault="00C82DA6">
    <w:pPr>
      <w:pStyle w:val="SpecFooter"/>
    </w:pPr>
  </w:p>
  <w:p w14:paraId="048D8C93" w14:textId="77777777" w:rsidR="00C82DA6" w:rsidRDefault="00C82DA6">
    <w:pPr>
      <w:pStyle w:val="SpecFooter"/>
    </w:pPr>
  </w:p>
  <w:p w14:paraId="4556A8DC" w14:textId="77777777" w:rsidR="00C82DA6" w:rsidRDefault="00C82DA6">
    <w:pPr>
      <w:pStyle w:val="Spec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AC0AF" w14:textId="77777777" w:rsidR="00ED638E" w:rsidRDefault="00ED638E">
      <w:r>
        <w:separator/>
      </w:r>
    </w:p>
  </w:footnote>
  <w:footnote w:type="continuationSeparator" w:id="0">
    <w:p w14:paraId="1D2AF574" w14:textId="77777777" w:rsidR="00ED638E" w:rsidRDefault="00ED6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069"/>
    <w:multiLevelType w:val="hybridMultilevel"/>
    <w:tmpl w:val="5B706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A0B3F"/>
    <w:multiLevelType w:val="hybridMultilevel"/>
    <w:tmpl w:val="7AAA3564"/>
    <w:lvl w:ilvl="0" w:tplc="54BAF138">
      <w:start w:val="1"/>
      <w:numFmt w:val="decimal"/>
      <w:lvlText w:val="%1."/>
      <w:lvlJc w:val="left"/>
      <w:pPr>
        <w:ind w:left="1268" w:hanging="548"/>
      </w:pPr>
      <w:rPr>
        <w:rFonts w:hint="default"/>
      </w:rPr>
    </w:lvl>
    <w:lvl w:ilvl="1" w:tplc="04090019">
      <w:start w:val="1"/>
      <w:numFmt w:val="lowerLetter"/>
      <w:lvlText w:val="%2."/>
      <w:lvlJc w:val="left"/>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35544E"/>
    <w:multiLevelType w:val="hybridMultilevel"/>
    <w:tmpl w:val="7FB6FFF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2947DD3"/>
    <w:multiLevelType w:val="hybridMultilevel"/>
    <w:tmpl w:val="A43AEFE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4" w15:restartNumberingAfterBreak="0">
    <w:nsid w:val="216271ED"/>
    <w:multiLevelType w:val="hybridMultilevel"/>
    <w:tmpl w:val="A8124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235DB"/>
    <w:multiLevelType w:val="hybridMultilevel"/>
    <w:tmpl w:val="B534191E"/>
    <w:lvl w:ilvl="0" w:tplc="FFFFFFFF">
      <w:start w:val="1"/>
      <w:numFmt w:val="decimal"/>
      <w:lvlText w:val="%1."/>
      <w:lvlJc w:val="left"/>
      <w:pPr>
        <w:ind w:left="900" w:hanging="360"/>
      </w:pPr>
    </w:lvl>
    <w:lvl w:ilvl="1" w:tplc="FFFFFFFF">
      <w:start w:val="1"/>
      <w:numFmt w:val="lowerLetter"/>
      <w:lvlText w:val="%2."/>
      <w:lvlJc w:val="left"/>
      <w:pPr>
        <w:ind w:left="1620" w:hanging="360"/>
      </w:pPr>
    </w:lvl>
    <w:lvl w:ilvl="2" w:tplc="FFFFFFFF">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6" w15:restartNumberingAfterBreak="0">
    <w:nsid w:val="3B4C1C78"/>
    <w:multiLevelType w:val="hybridMultilevel"/>
    <w:tmpl w:val="E7B8FFBA"/>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EF91245"/>
    <w:multiLevelType w:val="hybridMultilevel"/>
    <w:tmpl w:val="4ED6C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8331AB"/>
    <w:multiLevelType w:val="hybridMultilevel"/>
    <w:tmpl w:val="6DC21B1E"/>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471B2B78"/>
    <w:multiLevelType w:val="hybridMultilevel"/>
    <w:tmpl w:val="9E968820"/>
    <w:lvl w:ilvl="0" w:tplc="04090001">
      <w:start w:val="1"/>
      <w:numFmt w:val="bullet"/>
      <w:lvlText w:val=""/>
      <w:lvlJc w:val="left"/>
      <w:pPr>
        <w:ind w:left="1094" w:hanging="360"/>
      </w:pPr>
      <w:rPr>
        <w:rFonts w:ascii="Symbol" w:hAnsi="Symbol" w:hint="default"/>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10" w15:restartNumberingAfterBreak="0">
    <w:nsid w:val="4B147BFC"/>
    <w:multiLevelType w:val="hybridMultilevel"/>
    <w:tmpl w:val="A9161D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F0707C4"/>
    <w:multiLevelType w:val="hybridMultilevel"/>
    <w:tmpl w:val="4BA2F490"/>
    <w:lvl w:ilvl="0" w:tplc="0409000F">
      <w:start w:val="1"/>
      <w:numFmt w:val="decimal"/>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12" w15:restartNumberingAfterBreak="0">
    <w:nsid w:val="673533DA"/>
    <w:multiLevelType w:val="hybridMultilevel"/>
    <w:tmpl w:val="CBA63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7E1466"/>
    <w:multiLevelType w:val="hybridMultilevel"/>
    <w:tmpl w:val="4560D46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49300DF"/>
    <w:multiLevelType w:val="hybridMultilevel"/>
    <w:tmpl w:val="B534191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83B39BE"/>
    <w:multiLevelType w:val="hybridMultilevel"/>
    <w:tmpl w:val="017C5534"/>
    <w:lvl w:ilvl="0" w:tplc="AD6C771A">
      <w:start w:val="1"/>
      <w:numFmt w:val="bullet"/>
      <w:suff w:val="space"/>
      <w:lvlText w:val=""/>
      <w:lvlJc w:val="left"/>
      <w:rPr>
        <w:rFonts w:ascii="Symbol" w:hAnsi="Symbol" w:hint="default"/>
      </w:rPr>
    </w:lvl>
    <w:lvl w:ilvl="1" w:tplc="04090003" w:tentative="1">
      <w:start w:val="1"/>
      <w:numFmt w:val="bullet"/>
      <w:lvlText w:val="o"/>
      <w:lvlJc w:val="left"/>
      <w:pPr>
        <w:ind w:left="6078" w:hanging="360"/>
      </w:pPr>
      <w:rPr>
        <w:rFonts w:ascii="Courier New" w:hAnsi="Courier New" w:cs="Courier New" w:hint="default"/>
      </w:rPr>
    </w:lvl>
    <w:lvl w:ilvl="2" w:tplc="04090005" w:tentative="1">
      <w:start w:val="1"/>
      <w:numFmt w:val="bullet"/>
      <w:lvlText w:val=""/>
      <w:lvlJc w:val="left"/>
      <w:pPr>
        <w:ind w:left="6798" w:hanging="360"/>
      </w:pPr>
      <w:rPr>
        <w:rFonts w:ascii="Wingdings" w:hAnsi="Wingdings" w:hint="default"/>
      </w:rPr>
    </w:lvl>
    <w:lvl w:ilvl="3" w:tplc="04090001" w:tentative="1">
      <w:start w:val="1"/>
      <w:numFmt w:val="bullet"/>
      <w:lvlText w:val=""/>
      <w:lvlJc w:val="left"/>
      <w:pPr>
        <w:ind w:left="7518" w:hanging="360"/>
      </w:pPr>
      <w:rPr>
        <w:rFonts w:ascii="Symbol" w:hAnsi="Symbol" w:hint="default"/>
      </w:rPr>
    </w:lvl>
    <w:lvl w:ilvl="4" w:tplc="04090003" w:tentative="1">
      <w:start w:val="1"/>
      <w:numFmt w:val="bullet"/>
      <w:lvlText w:val="o"/>
      <w:lvlJc w:val="left"/>
      <w:pPr>
        <w:ind w:left="8238" w:hanging="360"/>
      </w:pPr>
      <w:rPr>
        <w:rFonts w:ascii="Courier New" w:hAnsi="Courier New" w:cs="Courier New" w:hint="default"/>
      </w:rPr>
    </w:lvl>
    <w:lvl w:ilvl="5" w:tplc="04090005" w:tentative="1">
      <w:start w:val="1"/>
      <w:numFmt w:val="bullet"/>
      <w:lvlText w:val=""/>
      <w:lvlJc w:val="left"/>
      <w:pPr>
        <w:ind w:left="8958" w:hanging="360"/>
      </w:pPr>
      <w:rPr>
        <w:rFonts w:ascii="Wingdings" w:hAnsi="Wingdings" w:hint="default"/>
      </w:rPr>
    </w:lvl>
    <w:lvl w:ilvl="6" w:tplc="04090001" w:tentative="1">
      <w:start w:val="1"/>
      <w:numFmt w:val="bullet"/>
      <w:lvlText w:val=""/>
      <w:lvlJc w:val="left"/>
      <w:pPr>
        <w:ind w:left="9678" w:hanging="360"/>
      </w:pPr>
      <w:rPr>
        <w:rFonts w:ascii="Symbol" w:hAnsi="Symbol" w:hint="default"/>
      </w:rPr>
    </w:lvl>
    <w:lvl w:ilvl="7" w:tplc="04090003" w:tentative="1">
      <w:start w:val="1"/>
      <w:numFmt w:val="bullet"/>
      <w:lvlText w:val="o"/>
      <w:lvlJc w:val="left"/>
      <w:pPr>
        <w:ind w:left="10398" w:hanging="360"/>
      </w:pPr>
      <w:rPr>
        <w:rFonts w:ascii="Courier New" w:hAnsi="Courier New" w:cs="Courier New" w:hint="default"/>
      </w:rPr>
    </w:lvl>
    <w:lvl w:ilvl="8" w:tplc="04090005" w:tentative="1">
      <w:start w:val="1"/>
      <w:numFmt w:val="bullet"/>
      <w:lvlText w:val=""/>
      <w:lvlJc w:val="left"/>
      <w:pPr>
        <w:ind w:left="11118" w:hanging="360"/>
      </w:pPr>
      <w:rPr>
        <w:rFonts w:ascii="Wingdings" w:hAnsi="Wingdings" w:hint="default"/>
      </w:rPr>
    </w:lvl>
  </w:abstractNum>
  <w:abstractNum w:abstractNumId="16" w15:restartNumberingAfterBreak="0">
    <w:nsid w:val="7BD72F2F"/>
    <w:multiLevelType w:val="hybridMultilevel"/>
    <w:tmpl w:val="9E9EA9DA"/>
    <w:lvl w:ilvl="0" w:tplc="6E50562E">
      <w:start w:val="1"/>
      <w:numFmt w:val="upperLetter"/>
      <w:lvlText w:val="%1."/>
      <w:lvlJc w:val="left"/>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15:restartNumberingAfterBreak="0">
    <w:nsid w:val="7DAF6474"/>
    <w:multiLevelType w:val="hybridMultilevel"/>
    <w:tmpl w:val="047A10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9809">
    <w:abstractNumId w:val="7"/>
  </w:num>
  <w:num w:numId="2" w16cid:durableId="530920716">
    <w:abstractNumId w:val="0"/>
  </w:num>
  <w:num w:numId="3" w16cid:durableId="109713300">
    <w:abstractNumId w:val="17"/>
  </w:num>
  <w:num w:numId="4" w16cid:durableId="388042389">
    <w:abstractNumId w:val="12"/>
  </w:num>
  <w:num w:numId="5" w16cid:durableId="85343430">
    <w:abstractNumId w:val="11"/>
  </w:num>
  <w:num w:numId="6" w16cid:durableId="1515925342">
    <w:abstractNumId w:val="6"/>
  </w:num>
  <w:num w:numId="7" w16cid:durableId="667364911">
    <w:abstractNumId w:val="14"/>
  </w:num>
  <w:num w:numId="8" w16cid:durableId="722753802">
    <w:abstractNumId w:val="2"/>
  </w:num>
  <w:num w:numId="9" w16cid:durableId="708722860">
    <w:abstractNumId w:val="13"/>
  </w:num>
  <w:num w:numId="10" w16cid:durableId="2124955125">
    <w:abstractNumId w:val="3"/>
  </w:num>
  <w:num w:numId="11" w16cid:durableId="1304584122">
    <w:abstractNumId w:val="4"/>
  </w:num>
  <w:num w:numId="12" w16cid:durableId="321277305">
    <w:abstractNumId w:val="15"/>
  </w:num>
  <w:num w:numId="13" w16cid:durableId="1009065965">
    <w:abstractNumId w:val="10"/>
  </w:num>
  <w:num w:numId="14" w16cid:durableId="1586068856">
    <w:abstractNumId w:val="16"/>
  </w:num>
  <w:num w:numId="15" w16cid:durableId="1250770251">
    <w:abstractNumId w:val="1"/>
  </w:num>
  <w:num w:numId="16" w16cid:durableId="340469509">
    <w:abstractNumId w:val="8"/>
  </w:num>
  <w:num w:numId="17" w16cid:durableId="745416259">
    <w:abstractNumId w:val="9"/>
  </w:num>
  <w:num w:numId="18" w16cid:durableId="705568503">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4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76A"/>
    <w:rsid w:val="00005375"/>
    <w:rsid w:val="00020768"/>
    <w:rsid w:val="00021F1C"/>
    <w:rsid w:val="000273C3"/>
    <w:rsid w:val="0003170B"/>
    <w:rsid w:val="000348CC"/>
    <w:rsid w:val="000400B0"/>
    <w:rsid w:val="0005641B"/>
    <w:rsid w:val="0007132F"/>
    <w:rsid w:val="000813AB"/>
    <w:rsid w:val="00084082"/>
    <w:rsid w:val="00091BE0"/>
    <w:rsid w:val="00093B2B"/>
    <w:rsid w:val="00096217"/>
    <w:rsid w:val="00096CE6"/>
    <w:rsid w:val="000B2943"/>
    <w:rsid w:val="000B570E"/>
    <w:rsid w:val="000B7A04"/>
    <w:rsid w:val="000C4F6A"/>
    <w:rsid w:val="000D113D"/>
    <w:rsid w:val="000D5BB3"/>
    <w:rsid w:val="000D69C8"/>
    <w:rsid w:val="000D6A36"/>
    <w:rsid w:val="000E388F"/>
    <w:rsid w:val="000E5D24"/>
    <w:rsid w:val="000F26FD"/>
    <w:rsid w:val="000F6048"/>
    <w:rsid w:val="0010295B"/>
    <w:rsid w:val="00112342"/>
    <w:rsid w:val="001171F7"/>
    <w:rsid w:val="00123CF0"/>
    <w:rsid w:val="001275F6"/>
    <w:rsid w:val="00134192"/>
    <w:rsid w:val="00135396"/>
    <w:rsid w:val="00135ED4"/>
    <w:rsid w:val="0013695E"/>
    <w:rsid w:val="001378E8"/>
    <w:rsid w:val="00137954"/>
    <w:rsid w:val="00137984"/>
    <w:rsid w:val="0014196E"/>
    <w:rsid w:val="001679EB"/>
    <w:rsid w:val="00170DA0"/>
    <w:rsid w:val="001A0390"/>
    <w:rsid w:val="001A314F"/>
    <w:rsid w:val="001A321C"/>
    <w:rsid w:val="001A5A2F"/>
    <w:rsid w:val="001A7411"/>
    <w:rsid w:val="001B3588"/>
    <w:rsid w:val="001C29A5"/>
    <w:rsid w:val="001C7F8E"/>
    <w:rsid w:val="001D30BE"/>
    <w:rsid w:val="001E1693"/>
    <w:rsid w:val="002072A8"/>
    <w:rsid w:val="00211A8A"/>
    <w:rsid w:val="00217A0D"/>
    <w:rsid w:val="00221BEB"/>
    <w:rsid w:val="00225648"/>
    <w:rsid w:val="00227A58"/>
    <w:rsid w:val="00245F84"/>
    <w:rsid w:val="00261C9B"/>
    <w:rsid w:val="00277B70"/>
    <w:rsid w:val="00282349"/>
    <w:rsid w:val="002872FA"/>
    <w:rsid w:val="002947FE"/>
    <w:rsid w:val="002A6F03"/>
    <w:rsid w:val="002B2D43"/>
    <w:rsid w:val="002B5188"/>
    <w:rsid w:val="002B66E9"/>
    <w:rsid w:val="002B7F7E"/>
    <w:rsid w:val="002C2A2C"/>
    <w:rsid w:val="002C6B4E"/>
    <w:rsid w:val="002D08B9"/>
    <w:rsid w:val="002D1099"/>
    <w:rsid w:val="002D70CE"/>
    <w:rsid w:val="002E09E8"/>
    <w:rsid w:val="002E2B22"/>
    <w:rsid w:val="002F1B2A"/>
    <w:rsid w:val="002F1EF9"/>
    <w:rsid w:val="00300ABC"/>
    <w:rsid w:val="003024A1"/>
    <w:rsid w:val="00302EF7"/>
    <w:rsid w:val="003036A7"/>
    <w:rsid w:val="00303765"/>
    <w:rsid w:val="00311C84"/>
    <w:rsid w:val="003149A9"/>
    <w:rsid w:val="00315D5E"/>
    <w:rsid w:val="00316253"/>
    <w:rsid w:val="00320981"/>
    <w:rsid w:val="00325491"/>
    <w:rsid w:val="00332B5E"/>
    <w:rsid w:val="00334A91"/>
    <w:rsid w:val="00334BF7"/>
    <w:rsid w:val="0033686B"/>
    <w:rsid w:val="0034758D"/>
    <w:rsid w:val="00353D6E"/>
    <w:rsid w:val="003571C0"/>
    <w:rsid w:val="0037343C"/>
    <w:rsid w:val="00384826"/>
    <w:rsid w:val="00391A92"/>
    <w:rsid w:val="00395579"/>
    <w:rsid w:val="003A15B6"/>
    <w:rsid w:val="003A2A7A"/>
    <w:rsid w:val="003B2866"/>
    <w:rsid w:val="003B44EB"/>
    <w:rsid w:val="003C4FDF"/>
    <w:rsid w:val="003C7DF8"/>
    <w:rsid w:val="003D3FC1"/>
    <w:rsid w:val="003D6772"/>
    <w:rsid w:val="003D6A62"/>
    <w:rsid w:val="003E268E"/>
    <w:rsid w:val="003E7E00"/>
    <w:rsid w:val="003F0D60"/>
    <w:rsid w:val="003F4741"/>
    <w:rsid w:val="00400ABB"/>
    <w:rsid w:val="0041162F"/>
    <w:rsid w:val="004126DE"/>
    <w:rsid w:val="00413F6F"/>
    <w:rsid w:val="00423FD8"/>
    <w:rsid w:val="00425B96"/>
    <w:rsid w:val="00427887"/>
    <w:rsid w:val="00435C6D"/>
    <w:rsid w:val="00446F47"/>
    <w:rsid w:val="00450F25"/>
    <w:rsid w:val="004645E6"/>
    <w:rsid w:val="004676EF"/>
    <w:rsid w:val="0046794C"/>
    <w:rsid w:val="004936F2"/>
    <w:rsid w:val="00496FA3"/>
    <w:rsid w:val="004A24EF"/>
    <w:rsid w:val="004B0C28"/>
    <w:rsid w:val="004B2124"/>
    <w:rsid w:val="004C0B8A"/>
    <w:rsid w:val="004C7B96"/>
    <w:rsid w:val="004D4A39"/>
    <w:rsid w:val="004E06E2"/>
    <w:rsid w:val="004E2E9C"/>
    <w:rsid w:val="004E4BE1"/>
    <w:rsid w:val="0051719A"/>
    <w:rsid w:val="00525ACF"/>
    <w:rsid w:val="00527504"/>
    <w:rsid w:val="0053643B"/>
    <w:rsid w:val="005365B5"/>
    <w:rsid w:val="00544E2A"/>
    <w:rsid w:val="005454D7"/>
    <w:rsid w:val="005464FB"/>
    <w:rsid w:val="00550874"/>
    <w:rsid w:val="00560425"/>
    <w:rsid w:val="00566492"/>
    <w:rsid w:val="005762FB"/>
    <w:rsid w:val="005812B2"/>
    <w:rsid w:val="00581D89"/>
    <w:rsid w:val="00582271"/>
    <w:rsid w:val="0058236B"/>
    <w:rsid w:val="00582813"/>
    <w:rsid w:val="00582BBE"/>
    <w:rsid w:val="005B17DF"/>
    <w:rsid w:val="005C7100"/>
    <w:rsid w:val="005D2864"/>
    <w:rsid w:val="00617A83"/>
    <w:rsid w:val="0062789C"/>
    <w:rsid w:val="0063267C"/>
    <w:rsid w:val="00636F36"/>
    <w:rsid w:val="0064454C"/>
    <w:rsid w:val="00647899"/>
    <w:rsid w:val="006548AC"/>
    <w:rsid w:val="00656B06"/>
    <w:rsid w:val="00665B31"/>
    <w:rsid w:val="00674445"/>
    <w:rsid w:val="006745D0"/>
    <w:rsid w:val="00676877"/>
    <w:rsid w:val="00677FE0"/>
    <w:rsid w:val="00681260"/>
    <w:rsid w:val="00686F23"/>
    <w:rsid w:val="006870A4"/>
    <w:rsid w:val="00687610"/>
    <w:rsid w:val="006A02DD"/>
    <w:rsid w:val="006A5E3E"/>
    <w:rsid w:val="006B1A52"/>
    <w:rsid w:val="006B303D"/>
    <w:rsid w:val="006B6DB9"/>
    <w:rsid w:val="006C227D"/>
    <w:rsid w:val="006C3DB7"/>
    <w:rsid w:val="006D1D55"/>
    <w:rsid w:val="006D431E"/>
    <w:rsid w:val="006D4B44"/>
    <w:rsid w:val="006D4C57"/>
    <w:rsid w:val="006E528F"/>
    <w:rsid w:val="006E7657"/>
    <w:rsid w:val="006F169F"/>
    <w:rsid w:val="00703F08"/>
    <w:rsid w:val="0071360E"/>
    <w:rsid w:val="00720352"/>
    <w:rsid w:val="00723FD1"/>
    <w:rsid w:val="00725450"/>
    <w:rsid w:val="00733230"/>
    <w:rsid w:val="00741C53"/>
    <w:rsid w:val="00742018"/>
    <w:rsid w:val="0074611A"/>
    <w:rsid w:val="007462C4"/>
    <w:rsid w:val="00750432"/>
    <w:rsid w:val="00750C20"/>
    <w:rsid w:val="00751CC8"/>
    <w:rsid w:val="00752D89"/>
    <w:rsid w:val="007535CC"/>
    <w:rsid w:val="00755D21"/>
    <w:rsid w:val="00756F7D"/>
    <w:rsid w:val="007605B4"/>
    <w:rsid w:val="0076239C"/>
    <w:rsid w:val="00764567"/>
    <w:rsid w:val="0076597F"/>
    <w:rsid w:val="00795E8B"/>
    <w:rsid w:val="007A0B15"/>
    <w:rsid w:val="007A231C"/>
    <w:rsid w:val="007B01F6"/>
    <w:rsid w:val="007B1C8C"/>
    <w:rsid w:val="007B3609"/>
    <w:rsid w:val="007B369B"/>
    <w:rsid w:val="007C4377"/>
    <w:rsid w:val="007C494B"/>
    <w:rsid w:val="007C64C4"/>
    <w:rsid w:val="007D12C5"/>
    <w:rsid w:val="007D1C60"/>
    <w:rsid w:val="007D406D"/>
    <w:rsid w:val="007D7120"/>
    <w:rsid w:val="007D78E7"/>
    <w:rsid w:val="007E791D"/>
    <w:rsid w:val="007E7AB1"/>
    <w:rsid w:val="007F6654"/>
    <w:rsid w:val="007F7E3F"/>
    <w:rsid w:val="00805CA6"/>
    <w:rsid w:val="0081267D"/>
    <w:rsid w:val="00820ED4"/>
    <w:rsid w:val="008267EC"/>
    <w:rsid w:val="00832416"/>
    <w:rsid w:val="00832967"/>
    <w:rsid w:val="00837441"/>
    <w:rsid w:val="00840122"/>
    <w:rsid w:val="008412B1"/>
    <w:rsid w:val="00845778"/>
    <w:rsid w:val="00874FDB"/>
    <w:rsid w:val="0087652C"/>
    <w:rsid w:val="008766E5"/>
    <w:rsid w:val="00883AF4"/>
    <w:rsid w:val="008908DC"/>
    <w:rsid w:val="00891696"/>
    <w:rsid w:val="00891A7B"/>
    <w:rsid w:val="00891FE2"/>
    <w:rsid w:val="00892F1D"/>
    <w:rsid w:val="00894C3E"/>
    <w:rsid w:val="00895737"/>
    <w:rsid w:val="00897DDA"/>
    <w:rsid w:val="008A2770"/>
    <w:rsid w:val="008B5CE2"/>
    <w:rsid w:val="008C4E91"/>
    <w:rsid w:val="008C5E5A"/>
    <w:rsid w:val="008D0CF4"/>
    <w:rsid w:val="008D307F"/>
    <w:rsid w:val="008E5D7F"/>
    <w:rsid w:val="008E7BB2"/>
    <w:rsid w:val="008E7D4A"/>
    <w:rsid w:val="008F000B"/>
    <w:rsid w:val="008F05AA"/>
    <w:rsid w:val="008F3AAB"/>
    <w:rsid w:val="008F3C7C"/>
    <w:rsid w:val="00901A39"/>
    <w:rsid w:val="00911F97"/>
    <w:rsid w:val="00912B33"/>
    <w:rsid w:val="00915E4B"/>
    <w:rsid w:val="00922064"/>
    <w:rsid w:val="00941B00"/>
    <w:rsid w:val="00952FE1"/>
    <w:rsid w:val="0095341C"/>
    <w:rsid w:val="0095672D"/>
    <w:rsid w:val="00956AE4"/>
    <w:rsid w:val="00965A09"/>
    <w:rsid w:val="00976BC5"/>
    <w:rsid w:val="00987E33"/>
    <w:rsid w:val="00990504"/>
    <w:rsid w:val="009A7EE4"/>
    <w:rsid w:val="009B0D0B"/>
    <w:rsid w:val="009B2BC6"/>
    <w:rsid w:val="009B36C1"/>
    <w:rsid w:val="009B48E7"/>
    <w:rsid w:val="009C2F89"/>
    <w:rsid w:val="009D236D"/>
    <w:rsid w:val="009D4A1C"/>
    <w:rsid w:val="009E27AB"/>
    <w:rsid w:val="009E47C6"/>
    <w:rsid w:val="009E7A74"/>
    <w:rsid w:val="009F6FD5"/>
    <w:rsid w:val="00A04174"/>
    <w:rsid w:val="00A1110A"/>
    <w:rsid w:val="00A160F0"/>
    <w:rsid w:val="00A20661"/>
    <w:rsid w:val="00A21810"/>
    <w:rsid w:val="00A36ABA"/>
    <w:rsid w:val="00A4229A"/>
    <w:rsid w:val="00A45568"/>
    <w:rsid w:val="00A4592C"/>
    <w:rsid w:val="00A52A68"/>
    <w:rsid w:val="00A628D5"/>
    <w:rsid w:val="00A633A7"/>
    <w:rsid w:val="00A718C0"/>
    <w:rsid w:val="00A71EB6"/>
    <w:rsid w:val="00A73A57"/>
    <w:rsid w:val="00A73A90"/>
    <w:rsid w:val="00A75A0C"/>
    <w:rsid w:val="00A8171F"/>
    <w:rsid w:val="00A8352A"/>
    <w:rsid w:val="00A93FD4"/>
    <w:rsid w:val="00A94157"/>
    <w:rsid w:val="00AA30DE"/>
    <w:rsid w:val="00AA69C7"/>
    <w:rsid w:val="00AA79F1"/>
    <w:rsid w:val="00AA7C04"/>
    <w:rsid w:val="00AB34D9"/>
    <w:rsid w:val="00AD152E"/>
    <w:rsid w:val="00AD17F3"/>
    <w:rsid w:val="00AE1BC4"/>
    <w:rsid w:val="00AE273F"/>
    <w:rsid w:val="00AE709C"/>
    <w:rsid w:val="00AE71FF"/>
    <w:rsid w:val="00AF542A"/>
    <w:rsid w:val="00AF702D"/>
    <w:rsid w:val="00B00BC6"/>
    <w:rsid w:val="00B00D02"/>
    <w:rsid w:val="00B07152"/>
    <w:rsid w:val="00B07EFD"/>
    <w:rsid w:val="00B15D2B"/>
    <w:rsid w:val="00B326D3"/>
    <w:rsid w:val="00B32788"/>
    <w:rsid w:val="00B421A9"/>
    <w:rsid w:val="00B44E36"/>
    <w:rsid w:val="00B47451"/>
    <w:rsid w:val="00B527B5"/>
    <w:rsid w:val="00B57C5C"/>
    <w:rsid w:val="00B66AC5"/>
    <w:rsid w:val="00B7012A"/>
    <w:rsid w:val="00B7230C"/>
    <w:rsid w:val="00B729D8"/>
    <w:rsid w:val="00B742E0"/>
    <w:rsid w:val="00B77441"/>
    <w:rsid w:val="00B82C1C"/>
    <w:rsid w:val="00B8648E"/>
    <w:rsid w:val="00B91256"/>
    <w:rsid w:val="00B95DA8"/>
    <w:rsid w:val="00BA77CF"/>
    <w:rsid w:val="00BB16F6"/>
    <w:rsid w:val="00BB4E92"/>
    <w:rsid w:val="00BC287A"/>
    <w:rsid w:val="00BE3696"/>
    <w:rsid w:val="00BE7FD9"/>
    <w:rsid w:val="00BF2294"/>
    <w:rsid w:val="00BF4A3A"/>
    <w:rsid w:val="00C00322"/>
    <w:rsid w:val="00C03C59"/>
    <w:rsid w:val="00C1176A"/>
    <w:rsid w:val="00C21515"/>
    <w:rsid w:val="00C236DA"/>
    <w:rsid w:val="00C30CB3"/>
    <w:rsid w:val="00C3675D"/>
    <w:rsid w:val="00C40658"/>
    <w:rsid w:val="00C41A70"/>
    <w:rsid w:val="00C41AF0"/>
    <w:rsid w:val="00C41DF5"/>
    <w:rsid w:val="00C46083"/>
    <w:rsid w:val="00C47AA2"/>
    <w:rsid w:val="00C53934"/>
    <w:rsid w:val="00C60163"/>
    <w:rsid w:val="00C64C05"/>
    <w:rsid w:val="00C76042"/>
    <w:rsid w:val="00C82DA6"/>
    <w:rsid w:val="00C964BB"/>
    <w:rsid w:val="00CA10AF"/>
    <w:rsid w:val="00CB3665"/>
    <w:rsid w:val="00CB467E"/>
    <w:rsid w:val="00CB7E5F"/>
    <w:rsid w:val="00CC506D"/>
    <w:rsid w:val="00CD0AF0"/>
    <w:rsid w:val="00CD6898"/>
    <w:rsid w:val="00CE3873"/>
    <w:rsid w:val="00CE58B5"/>
    <w:rsid w:val="00CE5C78"/>
    <w:rsid w:val="00CF0D31"/>
    <w:rsid w:val="00CF1770"/>
    <w:rsid w:val="00CF2B47"/>
    <w:rsid w:val="00D02A0B"/>
    <w:rsid w:val="00D02F63"/>
    <w:rsid w:val="00D123E6"/>
    <w:rsid w:val="00D20033"/>
    <w:rsid w:val="00D2629D"/>
    <w:rsid w:val="00D36DE4"/>
    <w:rsid w:val="00D4602D"/>
    <w:rsid w:val="00D4645E"/>
    <w:rsid w:val="00D55DDD"/>
    <w:rsid w:val="00D608A2"/>
    <w:rsid w:val="00D7206D"/>
    <w:rsid w:val="00D7465A"/>
    <w:rsid w:val="00D81D61"/>
    <w:rsid w:val="00D84663"/>
    <w:rsid w:val="00D8758F"/>
    <w:rsid w:val="00D910E9"/>
    <w:rsid w:val="00D96A04"/>
    <w:rsid w:val="00DA02E4"/>
    <w:rsid w:val="00DB526E"/>
    <w:rsid w:val="00DD0758"/>
    <w:rsid w:val="00DD3196"/>
    <w:rsid w:val="00DD33D7"/>
    <w:rsid w:val="00DE2F8D"/>
    <w:rsid w:val="00DF3C67"/>
    <w:rsid w:val="00DF545E"/>
    <w:rsid w:val="00E02318"/>
    <w:rsid w:val="00E0578D"/>
    <w:rsid w:val="00E0638D"/>
    <w:rsid w:val="00E14F34"/>
    <w:rsid w:val="00E26794"/>
    <w:rsid w:val="00E30AA2"/>
    <w:rsid w:val="00E326C8"/>
    <w:rsid w:val="00E353A5"/>
    <w:rsid w:val="00E376DF"/>
    <w:rsid w:val="00E40907"/>
    <w:rsid w:val="00E40DDD"/>
    <w:rsid w:val="00E51618"/>
    <w:rsid w:val="00E60673"/>
    <w:rsid w:val="00E6391E"/>
    <w:rsid w:val="00E65672"/>
    <w:rsid w:val="00E73256"/>
    <w:rsid w:val="00E735D8"/>
    <w:rsid w:val="00E81A75"/>
    <w:rsid w:val="00E81C39"/>
    <w:rsid w:val="00E91535"/>
    <w:rsid w:val="00E94CCF"/>
    <w:rsid w:val="00EA62B2"/>
    <w:rsid w:val="00EB0A58"/>
    <w:rsid w:val="00EB39DB"/>
    <w:rsid w:val="00EC3C14"/>
    <w:rsid w:val="00EC6BC1"/>
    <w:rsid w:val="00ED638E"/>
    <w:rsid w:val="00ED7AB4"/>
    <w:rsid w:val="00EE4A6B"/>
    <w:rsid w:val="00EF26F6"/>
    <w:rsid w:val="00EF2FE3"/>
    <w:rsid w:val="00F0434C"/>
    <w:rsid w:val="00F04C07"/>
    <w:rsid w:val="00F12F33"/>
    <w:rsid w:val="00F13675"/>
    <w:rsid w:val="00F15F81"/>
    <w:rsid w:val="00F1642E"/>
    <w:rsid w:val="00F51AC1"/>
    <w:rsid w:val="00F51C4D"/>
    <w:rsid w:val="00F578F4"/>
    <w:rsid w:val="00F60003"/>
    <w:rsid w:val="00F63111"/>
    <w:rsid w:val="00F67B07"/>
    <w:rsid w:val="00F67D04"/>
    <w:rsid w:val="00F71438"/>
    <w:rsid w:val="00F755D3"/>
    <w:rsid w:val="00F75BF9"/>
    <w:rsid w:val="00F76F7C"/>
    <w:rsid w:val="00F80863"/>
    <w:rsid w:val="00F86AAD"/>
    <w:rsid w:val="00FB2AA7"/>
    <w:rsid w:val="00FB31EF"/>
    <w:rsid w:val="00FB7759"/>
    <w:rsid w:val="00FC123B"/>
    <w:rsid w:val="00FD7132"/>
    <w:rsid w:val="00FE2EF6"/>
    <w:rsid w:val="00FE3668"/>
    <w:rsid w:val="00FE5BC4"/>
    <w:rsid w:val="00FF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3EBF3"/>
  <w15:chartTrackingRefBased/>
  <w15:docId w15:val="{B21FAFE8-14DB-4F8B-8966-5F6791DC1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0AF"/>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Header">
    <w:name w:val="Spec: Header"/>
    <w:basedOn w:val="Normal"/>
    <w:pPr>
      <w:pBdr>
        <w:bottom w:val="single" w:sz="4" w:space="1" w:color="auto"/>
      </w:pBdr>
      <w:tabs>
        <w:tab w:val="center" w:pos="6480"/>
        <w:tab w:val="right" w:pos="10080"/>
      </w:tabs>
      <w:jc w:val="center"/>
    </w:pPr>
    <w:rPr>
      <w:i/>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pecContactInfo">
    <w:name w:val="Spec: Contact Info"/>
    <w:basedOn w:val="Normal"/>
    <w:pPr>
      <w:tabs>
        <w:tab w:val="left" w:pos="1296"/>
        <w:tab w:val="left" w:pos="1800"/>
        <w:tab w:val="right" w:pos="10080"/>
      </w:tabs>
    </w:pPr>
  </w:style>
  <w:style w:type="character" w:styleId="Hyperlink">
    <w:name w:val="Hyperlink"/>
    <w:rPr>
      <w:rFonts w:ascii="Arial" w:hAnsi="Arial"/>
      <w:color w:val="000000"/>
      <w:sz w:val="22"/>
      <w:szCs w:val="22"/>
      <w:u w:val="none"/>
    </w:rPr>
  </w:style>
  <w:style w:type="paragraph" w:customStyle="1" w:styleId="SpecHeading1">
    <w:name w:val="Spec: Heading 1"/>
    <w:basedOn w:val="Normal"/>
    <w:next w:val="Normal"/>
    <w:pPr>
      <w:jc w:val="center"/>
      <w:outlineLvl w:val="0"/>
    </w:pPr>
    <w:rPr>
      <w:b/>
    </w:rPr>
  </w:style>
  <w:style w:type="paragraph" w:customStyle="1" w:styleId="SpecSpecifierNotes">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paragraph" w:customStyle="1" w:styleId="SpecHeading2Part1">
    <w:name w:val="Spec: Heading 2 [Part 1]"/>
    <w:basedOn w:val="Normal"/>
    <w:next w:val="Normal"/>
    <w:pPr>
      <w:tabs>
        <w:tab w:val="left" w:pos="1260"/>
      </w:tabs>
      <w:outlineLvl w:val="1"/>
    </w:pPr>
    <w:rPr>
      <w:b/>
    </w:rPr>
  </w:style>
  <w:style w:type="paragraph" w:customStyle="1" w:styleId="SpecHeading311">
    <w:name w:val="Spec: Heading 3 [1.1]"/>
    <w:basedOn w:val="Normal"/>
    <w:next w:val="Normal"/>
    <w:pPr>
      <w:tabs>
        <w:tab w:val="left" w:pos="720"/>
      </w:tabs>
      <w:outlineLvl w:val="2"/>
    </w:pPr>
    <w:rPr>
      <w:b/>
    </w:rPr>
  </w:style>
  <w:style w:type="paragraph" w:customStyle="1" w:styleId="SpecHeading4A">
    <w:name w:val="Spec: Heading 4 [A.]"/>
    <w:basedOn w:val="Normal"/>
    <w:next w:val="Normal"/>
    <w:pPr>
      <w:tabs>
        <w:tab w:val="left" w:pos="720"/>
      </w:tabs>
      <w:ind w:left="734" w:hanging="547"/>
      <w:outlineLvl w:val="3"/>
    </w:pPr>
  </w:style>
  <w:style w:type="paragraph" w:customStyle="1" w:styleId="SpecHeading51">
    <w:name w:val="Spec: Heading 5 [1.]"/>
    <w:basedOn w:val="Normal"/>
    <w:next w:val="Normal"/>
    <w:pPr>
      <w:tabs>
        <w:tab w:val="left" w:pos="720"/>
      </w:tabs>
      <w:ind w:left="1267" w:hanging="547"/>
      <w:outlineLvl w:val="4"/>
    </w:pPr>
  </w:style>
  <w:style w:type="paragraph" w:customStyle="1" w:styleId="SpecHeading6a">
    <w:name w:val="Spec: Heading 6 [a.]"/>
    <w:basedOn w:val="Normal"/>
    <w:next w:val="Normal"/>
    <w:pPr>
      <w:tabs>
        <w:tab w:val="left" w:pos="1800"/>
      </w:tabs>
      <w:ind w:left="1814" w:hanging="547"/>
      <w:outlineLvl w:val="5"/>
    </w:pPr>
  </w:style>
  <w:style w:type="paragraph" w:customStyle="1" w:styleId="SpecHeading71">
    <w:name w:val="Spec: Heading 7 [1)]"/>
    <w:basedOn w:val="Normal"/>
    <w:next w:val="Normal"/>
    <w:pPr>
      <w:tabs>
        <w:tab w:val="left" w:pos="2347"/>
      </w:tabs>
      <w:ind w:left="2347" w:hanging="547"/>
    </w:pPr>
  </w:style>
  <w:style w:type="character" w:styleId="PageNumber">
    <w:name w:val="page number"/>
    <w:basedOn w:val="DefaultParagraphFont"/>
  </w:style>
  <w:style w:type="paragraph" w:customStyle="1" w:styleId="SpecFooter">
    <w:name w:val="Spec: Footer"/>
    <w:basedOn w:val="Normal"/>
    <w:pPr>
      <w:tabs>
        <w:tab w:val="center" w:pos="5040"/>
      </w:tabs>
    </w:pPr>
  </w:style>
  <w:style w:type="paragraph" w:customStyle="1" w:styleId="SpecSpecifierNotes0">
    <w:name w:val="Spec:  Specifier Notes"/>
    <w:basedOn w:val="Normal"/>
    <w:pPr>
      <w:keepNext/>
      <w:keepLines/>
      <w:pBdr>
        <w:top w:val="single" w:sz="8" w:space="4" w:color="auto"/>
        <w:left w:val="single" w:sz="8" w:space="4" w:color="auto"/>
        <w:bottom w:val="single" w:sz="8" w:space="4" w:color="auto"/>
        <w:right w:val="single" w:sz="8" w:space="4" w:color="auto"/>
      </w:pBdr>
    </w:pPr>
  </w:style>
  <w:style w:type="character" w:customStyle="1" w:styleId="SpecHeading4AChar">
    <w:name w:val="Spec: Heading 4 [A.] Char"/>
    <w:rPr>
      <w:rFonts w:ascii="Arial" w:hAnsi="Arial"/>
      <w:noProof w:val="0"/>
      <w:sz w:val="22"/>
      <w:szCs w:val="24"/>
      <w:lang w:val="en-US" w:eastAsia="en-US" w:bidi="ar-SA"/>
    </w:rPr>
  </w:style>
  <w:style w:type="character" w:customStyle="1" w:styleId="SpecHeading51Char">
    <w:name w:val="Spec: Heading 5 [1.] Char"/>
    <w:rPr>
      <w:rFonts w:ascii="Arial" w:hAnsi="Arial"/>
      <w:noProof w:val="0"/>
      <w:sz w:val="22"/>
      <w:szCs w:val="24"/>
      <w:lang w:val="en-US" w:eastAsia="en-US" w:bidi="ar-SA"/>
    </w:rPr>
  </w:style>
  <w:style w:type="paragraph" w:styleId="BalloonText">
    <w:name w:val="Balloon Text"/>
    <w:basedOn w:val="Normal"/>
    <w:semiHidden/>
    <w:rPr>
      <w:rFonts w:ascii="Tahoma" w:hAnsi="Tahoma" w:cs="Tahoma"/>
      <w:sz w:val="16"/>
      <w:szCs w:val="16"/>
    </w:rPr>
  </w:style>
  <w:style w:type="paragraph" w:styleId="PlainText">
    <w:name w:val="Plain Text"/>
    <w:basedOn w:val="Normal"/>
    <w:rsid w:val="00334BF7"/>
    <w:rPr>
      <w:rFonts w:ascii="Courier New" w:hAnsi="Courier New"/>
      <w:sz w:val="20"/>
      <w:szCs w:val="20"/>
    </w:rPr>
  </w:style>
  <w:style w:type="paragraph" w:styleId="NormalWeb">
    <w:name w:val="Normal (Web)"/>
    <w:basedOn w:val="Normal"/>
    <w:rsid w:val="007A231C"/>
    <w:pPr>
      <w:spacing w:before="100" w:beforeAutospacing="1" w:after="100" w:afterAutospacing="1"/>
    </w:pPr>
    <w:rPr>
      <w:rFonts w:ascii="Times New Roman" w:hAnsi="Times New Roman"/>
      <w:sz w:val="24"/>
    </w:rPr>
  </w:style>
  <w:style w:type="character" w:styleId="Strong">
    <w:name w:val="Strong"/>
    <w:qFormat/>
    <w:rsid w:val="005365B5"/>
    <w:rPr>
      <w:b/>
      <w:bCs/>
    </w:rPr>
  </w:style>
  <w:style w:type="paragraph" w:customStyle="1" w:styleId="Default">
    <w:name w:val="Default"/>
    <w:rsid w:val="005365B5"/>
    <w:pPr>
      <w:autoSpaceDE w:val="0"/>
      <w:autoSpaceDN w:val="0"/>
      <w:adjustRightInd w:val="0"/>
    </w:pPr>
    <w:rPr>
      <w:color w:val="000000"/>
      <w:sz w:val="24"/>
      <w:szCs w:val="24"/>
    </w:rPr>
  </w:style>
  <w:style w:type="paragraph" w:customStyle="1" w:styleId="HeadingBase">
    <w:name w:val="Heading Base"/>
    <w:basedOn w:val="BodyText"/>
    <w:next w:val="BodyText"/>
    <w:rsid w:val="00BF2294"/>
    <w:pPr>
      <w:keepNext/>
      <w:keepLines/>
      <w:spacing w:after="0" w:line="240" w:lineRule="atLeast"/>
    </w:pPr>
    <w:rPr>
      <w:rFonts w:ascii="Garamond" w:hAnsi="Garamond"/>
      <w:spacing w:val="-5"/>
      <w:kern w:val="20"/>
      <w:sz w:val="24"/>
      <w:szCs w:val="20"/>
    </w:rPr>
  </w:style>
  <w:style w:type="paragraph" w:styleId="BodyText">
    <w:name w:val="Body Text"/>
    <w:basedOn w:val="Normal"/>
    <w:rsid w:val="00BF2294"/>
    <w:pPr>
      <w:spacing w:after="120"/>
    </w:pPr>
  </w:style>
  <w:style w:type="paragraph" w:styleId="ListParagraph">
    <w:name w:val="List Paragraph"/>
    <w:basedOn w:val="Normal"/>
    <w:uiPriority w:val="34"/>
    <w:qFormat/>
    <w:rsid w:val="00B95DA8"/>
    <w:pPr>
      <w:ind w:left="720"/>
    </w:pPr>
  </w:style>
  <w:style w:type="paragraph" w:styleId="BodyText2">
    <w:name w:val="Body Text 2"/>
    <w:basedOn w:val="Normal"/>
    <w:link w:val="BodyText2Char"/>
    <w:rsid w:val="00965A09"/>
    <w:pPr>
      <w:spacing w:after="120" w:line="480" w:lineRule="auto"/>
    </w:pPr>
  </w:style>
  <w:style w:type="character" w:customStyle="1" w:styleId="BodyText2Char">
    <w:name w:val="Body Text 2 Char"/>
    <w:link w:val="BodyText2"/>
    <w:rsid w:val="00965A0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662">
      <w:bodyDiv w:val="1"/>
      <w:marLeft w:val="0"/>
      <w:marRight w:val="5"/>
      <w:marTop w:val="0"/>
      <w:marBottom w:val="600"/>
      <w:divBdr>
        <w:top w:val="none" w:sz="0" w:space="0" w:color="auto"/>
        <w:left w:val="none" w:sz="0" w:space="0" w:color="auto"/>
        <w:bottom w:val="none" w:sz="0" w:space="0" w:color="auto"/>
        <w:right w:val="none" w:sz="0" w:space="0" w:color="auto"/>
      </w:divBdr>
      <w:divsChild>
        <w:div w:id="2062242114">
          <w:marLeft w:val="2265"/>
          <w:marRight w:val="0"/>
          <w:marTop w:val="450"/>
          <w:marBottom w:val="300"/>
          <w:divBdr>
            <w:top w:val="none" w:sz="0" w:space="0" w:color="auto"/>
            <w:left w:val="none" w:sz="0" w:space="0" w:color="auto"/>
            <w:bottom w:val="none" w:sz="0" w:space="0" w:color="auto"/>
            <w:right w:val="none" w:sz="0" w:space="0" w:color="auto"/>
          </w:divBdr>
          <w:divsChild>
            <w:div w:id="2166742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581982417">
      <w:bodyDiv w:val="1"/>
      <w:marLeft w:val="0"/>
      <w:marRight w:val="5"/>
      <w:marTop w:val="0"/>
      <w:marBottom w:val="600"/>
      <w:divBdr>
        <w:top w:val="none" w:sz="0" w:space="0" w:color="auto"/>
        <w:left w:val="none" w:sz="0" w:space="0" w:color="auto"/>
        <w:bottom w:val="none" w:sz="0" w:space="0" w:color="auto"/>
        <w:right w:val="none" w:sz="0" w:space="0" w:color="auto"/>
      </w:divBdr>
      <w:divsChild>
        <w:div w:id="1616062269">
          <w:marLeft w:val="2265"/>
          <w:marRight w:val="0"/>
          <w:marTop w:val="450"/>
          <w:marBottom w:val="300"/>
          <w:divBdr>
            <w:top w:val="none" w:sz="0" w:space="0" w:color="auto"/>
            <w:left w:val="none" w:sz="0" w:space="0" w:color="auto"/>
            <w:bottom w:val="none" w:sz="0" w:space="0" w:color="auto"/>
            <w:right w:val="none" w:sz="0" w:space="0" w:color="auto"/>
          </w:divBdr>
          <w:divsChild>
            <w:div w:id="18339813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631978770">
      <w:bodyDiv w:val="1"/>
      <w:marLeft w:val="0"/>
      <w:marRight w:val="5"/>
      <w:marTop w:val="0"/>
      <w:marBottom w:val="600"/>
      <w:divBdr>
        <w:top w:val="none" w:sz="0" w:space="0" w:color="auto"/>
        <w:left w:val="none" w:sz="0" w:space="0" w:color="auto"/>
        <w:bottom w:val="none" w:sz="0" w:space="0" w:color="auto"/>
        <w:right w:val="none" w:sz="0" w:space="0" w:color="auto"/>
      </w:divBdr>
      <w:divsChild>
        <w:div w:id="2002655666">
          <w:marLeft w:val="2265"/>
          <w:marRight w:val="0"/>
          <w:marTop w:val="450"/>
          <w:marBottom w:val="300"/>
          <w:divBdr>
            <w:top w:val="none" w:sz="0" w:space="0" w:color="auto"/>
            <w:left w:val="none" w:sz="0" w:space="0" w:color="auto"/>
            <w:bottom w:val="none" w:sz="0" w:space="0" w:color="auto"/>
            <w:right w:val="none" w:sz="0" w:space="0" w:color="auto"/>
          </w:divBdr>
          <w:divsChild>
            <w:div w:id="11358305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bb@aaa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ghlandt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ighlandtan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bb@aaaa.com" TargetMode="External"/><Relationship Id="rId4" Type="http://schemas.openxmlformats.org/officeDocument/2006/relationships/settings" Target="settings.xml"/><Relationship Id="rId9" Type="http://schemas.openxmlformats.org/officeDocument/2006/relationships/hyperlink" Target="http://www.highlandtank.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Application%20Data\Microsoft\Templates\Guide%20Specification%20Template%2007140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55BC-E65B-4876-A7A7-5BE92D9DB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Settings\Owner\Application Data\Microsoft\Templates\Guide Specification Template 071408.dot</Template>
  <TotalTime>34</TotalTime>
  <Pages>12</Pages>
  <Words>4458</Words>
  <Characters>25413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Underground Steel Storage Tanks</vt:lpstr>
    </vt:vector>
  </TitlesOfParts>
  <Company>Highland Tank &amp; Manufacturing Company, Inc.</Company>
  <LinksUpToDate>false</LinksUpToDate>
  <CharactersWithSpaces>29812</CharactersWithSpaces>
  <SharedDoc>false</SharedDoc>
  <HLinks>
    <vt:vector size="30" baseType="variant">
      <vt:variant>
        <vt:i4>5374032</vt:i4>
      </vt:variant>
      <vt:variant>
        <vt:i4>12</vt:i4>
      </vt:variant>
      <vt:variant>
        <vt:i4>0</vt:i4>
      </vt:variant>
      <vt:variant>
        <vt:i4>5</vt:i4>
      </vt:variant>
      <vt:variant>
        <vt:lpwstr>http://www.highlandtank.com/</vt:lpwstr>
      </vt:variant>
      <vt:variant>
        <vt:lpwstr/>
      </vt:variant>
      <vt:variant>
        <vt:i4>5374032</vt:i4>
      </vt:variant>
      <vt:variant>
        <vt:i4>9</vt:i4>
      </vt:variant>
      <vt:variant>
        <vt:i4>0</vt:i4>
      </vt:variant>
      <vt:variant>
        <vt:i4>5</vt:i4>
      </vt:variant>
      <vt:variant>
        <vt:lpwstr>http://www.highlandtank.com/</vt:lpwstr>
      </vt:variant>
      <vt:variant>
        <vt:lpwstr/>
      </vt:variant>
      <vt:variant>
        <vt:i4>2293771</vt:i4>
      </vt:variant>
      <vt:variant>
        <vt:i4>6</vt:i4>
      </vt:variant>
      <vt:variant>
        <vt:i4>0</vt:i4>
      </vt:variant>
      <vt:variant>
        <vt:i4>5</vt:i4>
      </vt:variant>
      <vt:variant>
        <vt:lpwstr>mailto:bbb@aaaa.com</vt:lpwstr>
      </vt:variant>
      <vt:variant>
        <vt:lpwstr/>
      </vt:variant>
      <vt:variant>
        <vt:i4>5374032</vt:i4>
      </vt:variant>
      <vt:variant>
        <vt:i4>3</vt:i4>
      </vt:variant>
      <vt:variant>
        <vt:i4>0</vt:i4>
      </vt:variant>
      <vt:variant>
        <vt:i4>5</vt:i4>
      </vt:variant>
      <vt:variant>
        <vt:lpwstr>http://www.highlandtank.com/</vt:lpwstr>
      </vt:variant>
      <vt:variant>
        <vt:lpwstr/>
      </vt:variant>
      <vt:variant>
        <vt:i4>2293771</vt:i4>
      </vt:variant>
      <vt:variant>
        <vt:i4>0</vt:i4>
      </vt:variant>
      <vt:variant>
        <vt:i4>0</vt:i4>
      </vt:variant>
      <vt:variant>
        <vt:i4>5</vt:i4>
      </vt:variant>
      <vt:variant>
        <vt:lpwstr>mailto:bbb@aaaa.com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Underground Steel Storage Tanks</dc:title>
  <dc:subject>Guide Specification</dc:subject>
  <dc:creator>Gary Schuman</dc:creator>
  <cp:keywords/>
  <cp:lastModifiedBy>Steve Mapes</cp:lastModifiedBy>
  <cp:revision>5</cp:revision>
  <cp:lastPrinted>2022-04-19T00:33:00Z</cp:lastPrinted>
  <dcterms:created xsi:type="dcterms:W3CDTF">2022-02-15T15:26:00Z</dcterms:created>
  <dcterms:modified xsi:type="dcterms:W3CDTF">2022-04-19T00:50:00Z</dcterms:modified>
</cp:coreProperties>
</file>